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BC" w:rsidRDefault="00BF52BC" w:rsidP="0091364E">
      <w:pPr>
        <w:pStyle w:val="Default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A4536" w:rsidRPr="00AE6946" w:rsidRDefault="0091364E" w:rsidP="00994C8B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AE6946">
        <w:rPr>
          <w:rFonts w:asciiTheme="majorBidi" w:hAnsiTheme="majorBidi" w:cstheme="majorBidi"/>
          <w:b/>
          <w:bCs/>
          <w:sz w:val="48"/>
          <w:szCs w:val="48"/>
          <w:cs/>
        </w:rPr>
        <w:t>การศึกษาความพึงพอใจของนักศึกษา</w:t>
      </w:r>
      <w:r w:rsidR="006C2955" w:rsidRPr="00AE6946">
        <w:rPr>
          <w:rFonts w:asciiTheme="majorBidi" w:hAnsiTheme="majorBidi" w:cstheme="majorBidi"/>
          <w:b/>
          <w:bCs/>
          <w:sz w:val="48"/>
          <w:szCs w:val="48"/>
          <w:cs/>
        </w:rPr>
        <w:t>ระดับ</w:t>
      </w:r>
      <w:r w:rsidR="00994D81" w:rsidRPr="00AE6946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ชั้น </w:t>
      </w:r>
      <w:proofErr w:type="spellStart"/>
      <w:r w:rsidR="00994D81" w:rsidRPr="00AE6946">
        <w:rPr>
          <w:rFonts w:asciiTheme="majorBidi" w:hAnsiTheme="majorBidi" w:cstheme="majorBidi"/>
          <w:b/>
          <w:bCs/>
          <w:sz w:val="48"/>
          <w:szCs w:val="48"/>
          <w:cs/>
        </w:rPr>
        <w:t>ปวช</w:t>
      </w:r>
      <w:proofErr w:type="spellEnd"/>
      <w:r w:rsidR="00994D81" w:rsidRPr="00AE6946">
        <w:rPr>
          <w:rFonts w:asciiTheme="majorBidi" w:hAnsiTheme="majorBidi" w:cstheme="majorBidi"/>
          <w:b/>
          <w:bCs/>
          <w:sz w:val="48"/>
          <w:szCs w:val="48"/>
        </w:rPr>
        <w:t>.</w:t>
      </w:r>
      <w:r w:rsidR="001A4536" w:rsidRPr="00AE6946">
        <w:rPr>
          <w:rFonts w:asciiTheme="majorBidi" w:hAnsiTheme="majorBidi" w:cstheme="majorBidi"/>
          <w:b/>
          <w:bCs/>
          <w:sz w:val="48"/>
          <w:szCs w:val="48"/>
        </w:rPr>
        <w:t>1</w:t>
      </w:r>
      <w:r w:rsidR="00994D81" w:rsidRPr="00AE6946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</w:p>
    <w:p w:rsidR="00E71AC2" w:rsidRPr="00AE6946" w:rsidRDefault="00994D81" w:rsidP="00994C8B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AE6946">
        <w:rPr>
          <w:rFonts w:asciiTheme="majorBidi" w:hAnsiTheme="majorBidi" w:cstheme="majorBidi"/>
          <w:b/>
          <w:bCs/>
          <w:sz w:val="48"/>
          <w:szCs w:val="48"/>
          <w:cs/>
        </w:rPr>
        <w:t>สาขางานอิเล็กทรอนิกส์</w:t>
      </w:r>
      <w:r w:rsidR="0091364E" w:rsidRPr="00AE6946">
        <w:rPr>
          <w:rFonts w:asciiTheme="majorBidi" w:hAnsiTheme="majorBidi" w:cstheme="majorBidi"/>
          <w:b/>
          <w:bCs/>
          <w:sz w:val="48"/>
          <w:szCs w:val="48"/>
          <w:cs/>
        </w:rPr>
        <w:t>ต่อครูผู้สอน</w:t>
      </w:r>
      <w:r w:rsidR="005D061E" w:rsidRPr="00AE6946">
        <w:rPr>
          <w:rFonts w:asciiTheme="majorBidi" w:hAnsiTheme="majorBidi" w:cstheme="majorBidi"/>
          <w:b/>
          <w:bCs/>
          <w:sz w:val="48"/>
          <w:szCs w:val="48"/>
          <w:cs/>
        </w:rPr>
        <w:t>รายวิชา</w:t>
      </w:r>
      <w:r w:rsidR="008B0E9B">
        <w:rPr>
          <w:rFonts w:asciiTheme="majorBidi" w:hAnsiTheme="majorBidi" w:cstheme="majorBidi"/>
          <w:b/>
          <w:bCs/>
          <w:sz w:val="48"/>
          <w:szCs w:val="48"/>
          <w:cs/>
        </w:rPr>
        <w:t>คณิตศาสตร์ช่างอิเล็กทรอนิกส์</w:t>
      </w:r>
    </w:p>
    <w:p w:rsidR="00994C8B" w:rsidRPr="00AE6946" w:rsidRDefault="005D061E" w:rsidP="00994C8B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AE6946">
        <w:rPr>
          <w:rFonts w:asciiTheme="majorBidi" w:hAnsiTheme="majorBidi" w:cstheme="majorBidi"/>
          <w:b/>
          <w:bCs/>
          <w:sz w:val="48"/>
          <w:szCs w:val="48"/>
          <w:cs/>
        </w:rPr>
        <w:t xml:space="preserve"> </w:t>
      </w:r>
      <w:r w:rsidR="00E20117" w:rsidRPr="00AE6946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r w:rsidR="0091364E" w:rsidRPr="00AE6946">
        <w:rPr>
          <w:rFonts w:asciiTheme="majorBidi" w:hAnsiTheme="majorBidi" w:cstheme="majorBidi"/>
          <w:b/>
          <w:bCs/>
          <w:sz w:val="48"/>
          <w:szCs w:val="48"/>
          <w:cs/>
        </w:rPr>
        <w:t>วิทยาลัยสารพัดช่างปราจีนบุรี</w:t>
      </w:r>
      <w:r w:rsidR="0091364E" w:rsidRPr="00AE6946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r w:rsidR="00994C8B" w:rsidRPr="00AE6946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</w:p>
    <w:p w:rsidR="0091364E" w:rsidRPr="00AE6946" w:rsidRDefault="00831790" w:rsidP="00994C8B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AE6946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ภาคเรียนที่ </w:t>
      </w:r>
      <w:r w:rsidRPr="00AE6946">
        <w:rPr>
          <w:rFonts w:asciiTheme="majorBidi" w:hAnsiTheme="majorBidi" w:cstheme="majorBidi"/>
          <w:b/>
          <w:bCs/>
          <w:sz w:val="48"/>
          <w:szCs w:val="48"/>
        </w:rPr>
        <w:t>2</w:t>
      </w:r>
      <w:r w:rsidR="00E20117" w:rsidRPr="00AE6946">
        <w:rPr>
          <w:rFonts w:asciiTheme="majorBidi" w:hAnsiTheme="majorBidi" w:cstheme="majorBidi"/>
          <w:b/>
          <w:bCs/>
          <w:sz w:val="48"/>
          <w:szCs w:val="48"/>
          <w:cs/>
        </w:rPr>
        <w:t xml:space="preserve">  </w:t>
      </w:r>
      <w:r w:rsidR="0091364E" w:rsidRPr="00AE6946">
        <w:rPr>
          <w:rFonts w:asciiTheme="majorBidi" w:hAnsiTheme="majorBidi" w:cstheme="majorBidi"/>
          <w:b/>
          <w:bCs/>
          <w:sz w:val="48"/>
          <w:szCs w:val="48"/>
          <w:cs/>
        </w:rPr>
        <w:t>ปีการศึกษา</w:t>
      </w:r>
      <w:r w:rsidR="005D061E" w:rsidRPr="00AE6946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r w:rsidR="00655541">
        <w:rPr>
          <w:rFonts w:asciiTheme="majorBidi" w:hAnsiTheme="majorBidi" w:cstheme="majorBidi"/>
          <w:b/>
          <w:bCs/>
          <w:sz w:val="48"/>
          <w:szCs w:val="48"/>
        </w:rPr>
        <w:t>2554</w:t>
      </w:r>
    </w:p>
    <w:p w:rsidR="00FD0B41" w:rsidRPr="00AE6946" w:rsidRDefault="00FD0B41">
      <w:pPr>
        <w:rPr>
          <w:rFonts w:asciiTheme="majorBidi" w:hAnsiTheme="majorBidi" w:cstheme="majorBidi"/>
        </w:rPr>
      </w:pPr>
    </w:p>
    <w:p w:rsidR="0091364E" w:rsidRPr="00AE6946" w:rsidRDefault="0091364E">
      <w:pPr>
        <w:rPr>
          <w:rFonts w:asciiTheme="majorBidi" w:hAnsiTheme="majorBidi" w:cstheme="majorBidi"/>
          <w:lang w:bidi="th-TH"/>
        </w:rPr>
      </w:pPr>
    </w:p>
    <w:p w:rsidR="00BF52BC" w:rsidRPr="00AE6946" w:rsidRDefault="00BF52BC">
      <w:pPr>
        <w:rPr>
          <w:rFonts w:asciiTheme="majorBidi" w:hAnsiTheme="majorBidi" w:cstheme="majorBidi"/>
          <w:lang w:bidi="th-TH"/>
        </w:rPr>
      </w:pPr>
    </w:p>
    <w:p w:rsidR="00211347" w:rsidRPr="00AE6946" w:rsidRDefault="00211347">
      <w:pPr>
        <w:rPr>
          <w:rFonts w:asciiTheme="majorBidi" w:hAnsiTheme="majorBidi" w:cstheme="majorBidi"/>
          <w:lang w:bidi="th-TH"/>
        </w:rPr>
      </w:pPr>
    </w:p>
    <w:p w:rsidR="00994C8B" w:rsidRPr="00AE6946" w:rsidRDefault="00AE6946" w:rsidP="00994C8B">
      <w:pPr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b/>
          <w:bCs/>
          <w:sz w:val="48"/>
          <w:szCs w:val="48"/>
          <w:cs/>
          <w:lang w:bidi="th-TH"/>
        </w:rPr>
        <w:t>นายอนุชา  วิจารณ์</w:t>
      </w:r>
    </w:p>
    <w:p w:rsidR="00994C8B" w:rsidRPr="00AE6946" w:rsidRDefault="00994C8B" w:rsidP="00994C8B">
      <w:pPr>
        <w:jc w:val="center"/>
        <w:rPr>
          <w:rFonts w:ascii="Angsana New" w:hAnsiTheme="majorBidi" w:cstheme="majorBidi"/>
          <w:b/>
          <w:bCs/>
          <w:sz w:val="48"/>
          <w:szCs w:val="48"/>
          <w:cs/>
        </w:rPr>
      </w:pPr>
    </w:p>
    <w:p w:rsidR="00826DE0" w:rsidRPr="00AE6946" w:rsidRDefault="00826DE0" w:rsidP="0091364E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</w:p>
    <w:p w:rsidR="00826DE0" w:rsidRPr="00AE6946" w:rsidRDefault="00826DE0" w:rsidP="0091364E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</w:p>
    <w:p w:rsidR="00826DE0" w:rsidRPr="00AE6946" w:rsidRDefault="00826DE0" w:rsidP="0091364E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</w:p>
    <w:p w:rsidR="00826DE0" w:rsidRPr="00AE6946" w:rsidRDefault="00826DE0" w:rsidP="0091364E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</w:p>
    <w:p w:rsidR="00826DE0" w:rsidRPr="00AE6946" w:rsidRDefault="00826DE0" w:rsidP="0091364E">
      <w:pPr>
        <w:pStyle w:val="Default"/>
        <w:rPr>
          <w:rFonts w:asciiTheme="majorBidi" w:hAnsiTheme="majorBidi" w:cstheme="majorBidi"/>
          <w:b/>
          <w:bCs/>
          <w:sz w:val="32"/>
          <w:szCs w:val="32"/>
        </w:rPr>
      </w:pPr>
    </w:p>
    <w:p w:rsidR="00826DE0" w:rsidRPr="00AE6946" w:rsidRDefault="00826DE0" w:rsidP="00826DE0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AE6946">
        <w:rPr>
          <w:rFonts w:asciiTheme="majorBidi" w:hAnsiTheme="majorBidi" w:cstheme="majorBidi"/>
          <w:b/>
          <w:bCs/>
          <w:sz w:val="48"/>
          <w:szCs w:val="48"/>
          <w:cs/>
        </w:rPr>
        <w:t>สาขางานอิเล็กทรอนิกส์   วิทยาลัยสารพัดช่างปราจีนบุรี</w:t>
      </w:r>
    </w:p>
    <w:p w:rsidR="00826DE0" w:rsidRPr="00AE6946" w:rsidRDefault="00826DE0" w:rsidP="00826DE0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AE6946">
        <w:rPr>
          <w:rFonts w:asciiTheme="majorBidi" w:hAnsiTheme="majorBidi" w:cstheme="majorBidi"/>
          <w:b/>
          <w:bCs/>
          <w:sz w:val="48"/>
          <w:szCs w:val="48"/>
          <w:cs/>
        </w:rPr>
        <w:lastRenderedPageBreak/>
        <w:t>สำนักงานคณะกรรมการการอาชีวศึกษา</w:t>
      </w:r>
    </w:p>
    <w:p w:rsidR="008B0E9B" w:rsidRDefault="008B0E9B" w:rsidP="008B0E9B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 w:hint="cs"/>
          <w:b/>
          <w:bCs/>
          <w:sz w:val="48"/>
          <w:szCs w:val="48"/>
          <w:cs/>
        </w:rPr>
        <w:t>กระทรวงศึกษาธิการ</w:t>
      </w:r>
    </w:p>
    <w:p w:rsidR="008B0E9B" w:rsidRDefault="008B0E9B" w:rsidP="008B0E9B">
      <w:pPr>
        <w:pStyle w:val="Default"/>
        <w:rPr>
          <w:b/>
          <w:bCs/>
          <w:sz w:val="32"/>
          <w:szCs w:val="32"/>
        </w:rPr>
      </w:pPr>
    </w:p>
    <w:p w:rsidR="008B0E9B" w:rsidRDefault="008B0E9B" w:rsidP="008B0E9B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ชื่อโครงการวิจัย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การศึกษาความพึงพอใจของนักศึกษาระดับชั้น </w:t>
      </w:r>
      <w:proofErr w:type="spellStart"/>
      <w:r>
        <w:rPr>
          <w:rFonts w:hint="cs"/>
          <w:sz w:val="32"/>
          <w:szCs w:val="32"/>
          <w:cs/>
        </w:rPr>
        <w:t>ปวช</w:t>
      </w:r>
      <w:proofErr w:type="spellEnd"/>
      <w:r>
        <w:rPr>
          <w:sz w:val="32"/>
          <w:szCs w:val="32"/>
        </w:rPr>
        <w:t xml:space="preserve">.2 </w:t>
      </w:r>
      <w:r>
        <w:rPr>
          <w:rFonts w:hint="cs"/>
          <w:sz w:val="32"/>
          <w:szCs w:val="32"/>
          <w:cs/>
        </w:rPr>
        <w:t xml:space="preserve">สาขางานอิเล็กทรอนิกส์              </w:t>
      </w:r>
    </w:p>
    <w:p w:rsidR="008B0E9B" w:rsidRDefault="008B0E9B" w:rsidP="008B0E9B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ต่อครูผู้สอนรายวิชาคณิตศาสตร์ช่างอิเล็กทรอนิกส์</w:t>
      </w:r>
    </w:p>
    <w:p w:rsidR="008B0E9B" w:rsidRDefault="008B0E9B" w:rsidP="008B0E9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 </w:t>
      </w:r>
    </w:p>
    <w:p w:rsidR="008B0E9B" w:rsidRDefault="008B0E9B" w:rsidP="008B0E9B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ภาคเรียนที่  </w:t>
      </w:r>
      <w:r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 ปีการศึกษา</w:t>
      </w:r>
      <w:r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</w:p>
    <w:p w:rsidR="008B0E9B" w:rsidRDefault="008B0E9B" w:rsidP="008B0E9B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ชื่อผู้วิจัย </w:t>
      </w: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นายอนุชา  วิจารณ์</w:t>
      </w:r>
    </w:p>
    <w:p w:rsidR="008B0E9B" w:rsidRDefault="008B0E9B" w:rsidP="008B0E9B">
      <w:pPr>
        <w:pStyle w:val="Default"/>
        <w:rPr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 xml:space="preserve">หน่วยงาน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</w:t>
      </w:r>
    </w:p>
    <w:p w:rsidR="008B0E9B" w:rsidRDefault="008B0E9B" w:rsidP="008B0E9B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ปีการศึกษา 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655541">
        <w:rPr>
          <w:sz w:val="32"/>
          <w:szCs w:val="32"/>
        </w:rPr>
        <w:t>2554</w:t>
      </w:r>
    </w:p>
    <w:p w:rsidR="008B0E9B" w:rsidRDefault="008B0E9B" w:rsidP="008B0E9B">
      <w:pPr>
        <w:pStyle w:val="Default"/>
        <w:rPr>
          <w:b/>
          <w:bCs/>
          <w:sz w:val="32"/>
          <w:szCs w:val="32"/>
        </w:rPr>
      </w:pPr>
    </w:p>
    <w:p w:rsidR="008B0E9B" w:rsidRDefault="008B0E9B" w:rsidP="008B0E9B">
      <w:pPr>
        <w:pStyle w:val="Default"/>
        <w:jc w:val="center"/>
        <w:rPr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>บทคัดย่อ</w:t>
      </w:r>
    </w:p>
    <w:p w:rsidR="008B0E9B" w:rsidRDefault="008B0E9B" w:rsidP="008B0E9B">
      <w:pPr>
        <w:pStyle w:val="Default"/>
        <w:jc w:val="center"/>
        <w:rPr>
          <w:sz w:val="36"/>
          <w:szCs w:val="36"/>
        </w:rPr>
      </w:pPr>
    </w:p>
    <w:p w:rsidR="008B0E9B" w:rsidRDefault="008B0E9B" w:rsidP="008B0E9B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 xml:space="preserve">การวิจัยในครั้งนี้มีวัตถุประสงค์ เพื่อศึกษาความพึงพอใจของนักศึกษาชั้นปีที่ </w:t>
      </w:r>
      <w:r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สาขางานอิเล็กทรอนิกส์ ต่อการจัดเรียนการสอนของครูผู้สอน ในรายวิชาคณิตศาสตร์ช่างอิเล็กทรอนิกส์ วิทยาลัยสารพัดช่างปราจีนบุรี ในด้านคุณธรรมจริยธรรมและจรรยาบรรณวิชาชีพ การเรียนการสอน </w:t>
      </w:r>
      <w:r>
        <w:rPr>
          <w:sz w:val="32"/>
          <w:szCs w:val="32"/>
        </w:rPr>
        <w:t xml:space="preserve">     </w:t>
      </w:r>
      <w:r>
        <w:rPr>
          <w:rFonts w:hint="cs"/>
          <w:sz w:val="32"/>
          <w:szCs w:val="32"/>
          <w:cs/>
        </w:rPr>
        <w:t xml:space="preserve">ด้านสื่อการเรียนการสอน  และผลที่ได้รับจากการเรียนการสอนที่นักศึกษาได้รับ ในการเรียนในรายวิชาคณิตศาสตร์ช่างอิเล็กทรอนิกส์  </w:t>
      </w:r>
      <w:r>
        <w:rPr>
          <w:rFonts w:hint="cs"/>
          <w:sz w:val="32"/>
          <w:szCs w:val="32"/>
          <w:cs/>
        </w:rPr>
        <w:tab/>
        <w:t xml:space="preserve">การวิจัยครั้งนี้ กลุ่มตัวอย่าง คือ นักศึกษาระดับชั้น </w:t>
      </w:r>
      <w:proofErr w:type="spellStart"/>
      <w:r>
        <w:rPr>
          <w:rFonts w:hint="cs"/>
          <w:sz w:val="32"/>
          <w:szCs w:val="32"/>
          <w:cs/>
        </w:rPr>
        <w:t>ปวช</w:t>
      </w:r>
      <w:proofErr w:type="spellEnd"/>
      <w:r>
        <w:rPr>
          <w:sz w:val="32"/>
          <w:szCs w:val="32"/>
        </w:rPr>
        <w:t xml:space="preserve">.2 </w:t>
      </w:r>
      <w:r>
        <w:rPr>
          <w:rFonts w:hint="cs"/>
          <w:sz w:val="32"/>
          <w:szCs w:val="32"/>
          <w:cs/>
        </w:rPr>
        <w:t xml:space="preserve">สาขางานอิเล็กทรอนิกส์   วิทยาลัยสารพัดช่างปราจีนบุรี    ที่กำลังศึกษาอยู่ในภาคเรียนที่  </w:t>
      </w:r>
      <w:r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 ปีการศึกษา</w:t>
      </w:r>
      <w:r>
        <w:rPr>
          <w:sz w:val="32"/>
          <w:szCs w:val="32"/>
        </w:rPr>
        <w:t xml:space="preserve">  </w:t>
      </w:r>
      <w:r w:rsidR="00655541">
        <w:rPr>
          <w:sz w:val="32"/>
          <w:szCs w:val="32"/>
        </w:rPr>
        <w:t>2554</w:t>
      </w:r>
      <w:r>
        <w:rPr>
          <w:rFonts w:hint="cs"/>
          <w:sz w:val="32"/>
          <w:szCs w:val="32"/>
          <w:cs/>
        </w:rPr>
        <w:t xml:space="preserve">   เครื่องมือที่ใช้เป็นแบบประเมินความพึงพอใจของนักศึกษาและคำถามปลายเปิด เก็บรวบรวมข้อมูลในตอนปลายภาคการศึกษา   สถิติที่ใช้ คือ ค่าเฉลี่ย และการวิเคราะห์เนื้อหา </w:t>
      </w:r>
    </w:p>
    <w:p w:rsidR="008B0E9B" w:rsidRDefault="008B0E9B" w:rsidP="008B0E9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ผลการวิจัยพบว่า </w:t>
      </w:r>
    </w:p>
    <w:p w:rsidR="008B0E9B" w:rsidRDefault="008B0E9B" w:rsidP="008B0E9B">
      <w:pPr>
        <w:pStyle w:val="Default"/>
        <w:jc w:val="thaiDistribute"/>
        <w:rPr>
          <w:color w:val="FF0000"/>
          <w:sz w:val="32"/>
          <w:szCs w:val="32"/>
        </w:rPr>
      </w:pP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ab/>
        <w:t xml:space="preserve">1) </w:t>
      </w:r>
      <w:r>
        <w:rPr>
          <w:rFonts w:hint="cs"/>
          <w:color w:val="auto"/>
          <w:sz w:val="32"/>
          <w:szCs w:val="32"/>
          <w:cs/>
        </w:rPr>
        <w:t xml:space="preserve"> จากการประเมินความพึงพอใจของนักศึกษาชั้นปีที่ </w:t>
      </w:r>
      <w:r>
        <w:rPr>
          <w:color w:val="auto"/>
          <w:sz w:val="32"/>
          <w:szCs w:val="32"/>
        </w:rPr>
        <w:t xml:space="preserve">2 </w:t>
      </w:r>
      <w:r>
        <w:rPr>
          <w:rFonts w:hint="cs"/>
          <w:color w:val="auto"/>
          <w:sz w:val="32"/>
          <w:szCs w:val="32"/>
          <w:cs/>
        </w:rPr>
        <w:t xml:space="preserve">สาขางานอิเล็กทรอนิกส์ ระดับประกาศนียบัตรวิชาชีพ ที่มีต่อครูผู้สอนในรายวิชาคณิตศาสตร์ช่างอิเล็กทรอนิกส์  ทั้ง </w:t>
      </w:r>
      <w:r>
        <w:rPr>
          <w:color w:val="auto"/>
          <w:sz w:val="32"/>
          <w:szCs w:val="32"/>
        </w:rPr>
        <w:t xml:space="preserve">4 </w:t>
      </w:r>
      <w:r>
        <w:rPr>
          <w:rFonts w:hint="cs"/>
          <w:color w:val="auto"/>
          <w:sz w:val="32"/>
          <w:szCs w:val="32"/>
          <w:cs/>
        </w:rPr>
        <w:t>ด้าน</w:t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 xml:space="preserve">ผลการสำรวจพบว่า ความพึงพอใจด้านการเรียนการสอน </w:t>
      </w:r>
      <w:r>
        <w:rPr>
          <w:color w:val="auto"/>
          <w:sz w:val="32"/>
          <w:szCs w:val="32"/>
        </w:rPr>
        <w:t xml:space="preserve">4.63 </w:t>
      </w:r>
      <w:r>
        <w:rPr>
          <w:rFonts w:hint="cs"/>
          <w:color w:val="auto"/>
          <w:sz w:val="32"/>
          <w:szCs w:val="32"/>
          <w:cs/>
        </w:rPr>
        <w:t xml:space="preserve">อยู่ในระดับดีมาก ด้านสื่อการเรียนการสอน </w:t>
      </w:r>
      <w:r>
        <w:rPr>
          <w:color w:val="auto"/>
          <w:sz w:val="32"/>
          <w:szCs w:val="32"/>
        </w:rPr>
        <w:t>4.52</w:t>
      </w:r>
      <w:r>
        <w:rPr>
          <w:rFonts w:hint="cs"/>
          <w:color w:val="auto"/>
          <w:sz w:val="32"/>
          <w:szCs w:val="32"/>
          <w:cs/>
        </w:rPr>
        <w:t xml:space="preserve"> อยู่ในระดับดีมาก ด้านคุณธรรมจริยธรรม </w:t>
      </w:r>
      <w:r>
        <w:rPr>
          <w:color w:val="auto"/>
          <w:sz w:val="32"/>
          <w:szCs w:val="32"/>
        </w:rPr>
        <w:t>4.64</w:t>
      </w:r>
      <w:r>
        <w:rPr>
          <w:rFonts w:hint="cs"/>
          <w:color w:val="auto"/>
          <w:sz w:val="32"/>
          <w:szCs w:val="32"/>
          <w:cs/>
        </w:rPr>
        <w:t xml:space="preserve"> อยู่ในระดับดีมาก ด้านผลที่ได้รับจากการเรียนและการสอน </w:t>
      </w:r>
      <w:r>
        <w:rPr>
          <w:color w:val="auto"/>
          <w:sz w:val="32"/>
          <w:szCs w:val="32"/>
        </w:rPr>
        <w:t xml:space="preserve">4.53 </w:t>
      </w:r>
      <w:r>
        <w:rPr>
          <w:rFonts w:hint="cs"/>
          <w:color w:val="auto"/>
          <w:sz w:val="32"/>
          <w:szCs w:val="32"/>
          <w:cs/>
        </w:rPr>
        <w:t xml:space="preserve">อยู่ในระดับดีมาก และนักศึกษาระดับชั้น </w:t>
      </w:r>
      <w:proofErr w:type="spellStart"/>
      <w:r>
        <w:rPr>
          <w:rFonts w:hint="cs"/>
          <w:color w:val="auto"/>
          <w:sz w:val="32"/>
          <w:szCs w:val="32"/>
          <w:cs/>
        </w:rPr>
        <w:t>ปวช</w:t>
      </w:r>
      <w:proofErr w:type="spellEnd"/>
      <w:r>
        <w:rPr>
          <w:color w:val="auto"/>
          <w:sz w:val="32"/>
          <w:szCs w:val="32"/>
        </w:rPr>
        <w:t xml:space="preserve">.1 </w:t>
      </w:r>
      <w:r>
        <w:rPr>
          <w:rFonts w:hint="cs"/>
          <w:color w:val="auto"/>
          <w:sz w:val="32"/>
          <w:szCs w:val="32"/>
          <w:cs/>
        </w:rPr>
        <w:t>สาขางานอิเล็กทรอนิกส์  มีความพึงพอใจต่อครูผู้สอนในด้านต่างๆ โดยรวมทั้ง</w:t>
      </w:r>
      <w:r>
        <w:rPr>
          <w:color w:val="auto"/>
          <w:sz w:val="32"/>
          <w:szCs w:val="32"/>
        </w:rPr>
        <w:t xml:space="preserve"> 4 </w:t>
      </w:r>
      <w:r>
        <w:rPr>
          <w:rFonts w:hint="cs"/>
          <w:color w:val="auto"/>
          <w:sz w:val="32"/>
          <w:szCs w:val="32"/>
          <w:cs/>
        </w:rPr>
        <w:t xml:space="preserve">ด้าน    </w:t>
      </w:r>
      <w:r>
        <w:rPr>
          <w:color w:val="auto"/>
          <w:sz w:val="32"/>
          <w:szCs w:val="32"/>
        </w:rPr>
        <w:t xml:space="preserve">4.57 </w:t>
      </w:r>
      <w:r>
        <w:rPr>
          <w:rFonts w:hint="cs"/>
          <w:color w:val="auto"/>
          <w:sz w:val="32"/>
          <w:szCs w:val="32"/>
          <w:cs/>
        </w:rPr>
        <w:t xml:space="preserve"> อยู่ในระดับดีมาก</w:t>
      </w:r>
    </w:p>
    <w:p w:rsidR="008B0E9B" w:rsidRDefault="008B0E9B" w:rsidP="008B0E9B"/>
    <w:p w:rsidR="0091364E" w:rsidRDefault="0091364E" w:rsidP="0091364E">
      <w:pPr>
        <w:pStyle w:val="Default"/>
        <w:jc w:val="center"/>
        <w:rPr>
          <w:sz w:val="36"/>
          <w:szCs w:val="36"/>
        </w:rPr>
      </w:pPr>
      <w:r w:rsidRPr="00211347">
        <w:rPr>
          <w:b/>
          <w:bCs/>
          <w:sz w:val="36"/>
          <w:szCs w:val="36"/>
          <w:cs/>
        </w:rPr>
        <w:lastRenderedPageBreak/>
        <w:t>กิตติกรรมประกาศ</w:t>
      </w:r>
      <w:r w:rsidRPr="00211347">
        <w:rPr>
          <w:b/>
          <w:bCs/>
          <w:sz w:val="36"/>
          <w:szCs w:val="36"/>
        </w:rPr>
        <w:t xml:space="preserve"> </w:t>
      </w:r>
    </w:p>
    <w:p w:rsidR="00211347" w:rsidRPr="00211347" w:rsidRDefault="00211347" w:rsidP="0091364E">
      <w:pPr>
        <w:pStyle w:val="Default"/>
        <w:jc w:val="center"/>
        <w:rPr>
          <w:sz w:val="36"/>
          <w:szCs w:val="36"/>
        </w:rPr>
      </w:pPr>
    </w:p>
    <w:p w:rsidR="009B10E1" w:rsidRDefault="00211347" w:rsidP="009B10E1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การวิจัยเรื่องการศึกษาความพึงพอใจของนักศึกษา</w:t>
      </w:r>
      <w:r w:rsidR="009B10E1">
        <w:rPr>
          <w:sz w:val="32"/>
          <w:szCs w:val="32"/>
          <w:cs/>
        </w:rPr>
        <w:t>ระดับ</w:t>
      </w:r>
      <w:proofErr w:type="spellStart"/>
      <w:r w:rsidR="009B10E1">
        <w:rPr>
          <w:sz w:val="32"/>
          <w:szCs w:val="32"/>
          <w:cs/>
        </w:rPr>
        <w:t>ชั้นปวช</w:t>
      </w:r>
      <w:proofErr w:type="spellEnd"/>
      <w:r w:rsidR="009B10E1">
        <w:rPr>
          <w:sz w:val="32"/>
          <w:szCs w:val="32"/>
        </w:rPr>
        <w:t>.</w:t>
      </w:r>
      <w:r w:rsidR="001968D2">
        <w:rPr>
          <w:sz w:val="32"/>
          <w:szCs w:val="32"/>
        </w:rPr>
        <w:t xml:space="preserve">2 </w:t>
      </w:r>
      <w:r w:rsidR="009B10E1">
        <w:rPr>
          <w:sz w:val="32"/>
          <w:szCs w:val="32"/>
          <w:cs/>
        </w:rPr>
        <w:t>สาขางานอิเล็กทรอนิกส์</w:t>
      </w:r>
    </w:p>
    <w:p w:rsidR="00211347" w:rsidRDefault="00211347" w:rsidP="009B10E1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ต่อครูผู้สอน</w:t>
      </w:r>
      <w:r w:rsidR="00792F67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0D783F">
        <w:rPr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 w:rsidR="009B10E1">
        <w:rPr>
          <w:sz w:val="32"/>
          <w:szCs w:val="32"/>
        </w:rPr>
        <w:t xml:space="preserve"> </w:t>
      </w:r>
      <w:r w:rsidR="007933A7">
        <w:rPr>
          <w:sz w:val="32"/>
          <w:szCs w:val="32"/>
        </w:rPr>
        <w:t xml:space="preserve"> </w:t>
      </w:r>
      <w:r w:rsidR="009B10E1">
        <w:rPr>
          <w:sz w:val="32"/>
          <w:szCs w:val="32"/>
          <w:cs/>
        </w:rPr>
        <w:t>ภ</w:t>
      </w:r>
      <w:r w:rsidR="009B10E1">
        <w:rPr>
          <w:rFonts w:hint="cs"/>
          <w:sz w:val="32"/>
          <w:szCs w:val="32"/>
          <w:cs/>
        </w:rPr>
        <w:t xml:space="preserve">าคเรียนที่ </w:t>
      </w:r>
      <w:r w:rsidR="00E32CAF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</w:t>
      </w:r>
      <w:r w:rsidR="007933A7"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cs/>
        </w:rPr>
        <w:t>ปีการศึกษา</w:t>
      </w:r>
      <w:r w:rsidR="007933A7"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>
        <w:rPr>
          <w:rFonts w:hint="cs"/>
          <w:sz w:val="32"/>
          <w:szCs w:val="32"/>
          <w:cs/>
        </w:rPr>
        <w:t xml:space="preserve">  </w:t>
      </w:r>
      <w:r w:rsidR="00A65170">
        <w:rPr>
          <w:rFonts w:hint="cs"/>
          <w:sz w:val="32"/>
          <w:szCs w:val="32"/>
          <w:cs/>
        </w:rPr>
        <w:t>ใน</w:t>
      </w:r>
      <w:r w:rsidR="0091364E">
        <w:rPr>
          <w:sz w:val="32"/>
          <w:szCs w:val="32"/>
          <w:cs/>
        </w:rPr>
        <w:t>การจัดการเรียนการสอนของครูผู้สอน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นับว่ามีความสำคัญต่อวิทยาลัย</w:t>
      </w:r>
      <w:r w:rsidR="00B00F06">
        <w:rPr>
          <w:sz w:val="32"/>
          <w:szCs w:val="32"/>
          <w:cs/>
        </w:rPr>
        <w:t>ฯ</w:t>
      </w:r>
      <w:r w:rsidR="0091364E">
        <w:rPr>
          <w:sz w:val="32"/>
          <w:szCs w:val="32"/>
          <w:cs/>
        </w:rPr>
        <w:t>และ</w:t>
      </w:r>
      <w:r w:rsidR="00B00F06">
        <w:rPr>
          <w:sz w:val="32"/>
          <w:szCs w:val="32"/>
          <w:cs/>
        </w:rPr>
        <w:t>ตัวครูที่ทำการสอน</w:t>
      </w:r>
      <w:r w:rsidR="0091364E">
        <w:rPr>
          <w:sz w:val="32"/>
          <w:szCs w:val="32"/>
          <w:cs/>
        </w:rPr>
        <w:t>เป็นอย่างยิ่ง</w:t>
      </w:r>
      <w:r w:rsidR="0091364E">
        <w:rPr>
          <w:sz w:val="32"/>
          <w:szCs w:val="32"/>
        </w:rPr>
        <w:t xml:space="preserve"> </w:t>
      </w:r>
    </w:p>
    <w:p w:rsidR="0091364E" w:rsidRDefault="00211347" w:rsidP="004C7515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ผู้วิจัยขอขอบพระคุณท่านไว้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ณ</w:t>
      </w:r>
      <w:r w:rsidR="00BC03C6">
        <w:rPr>
          <w:sz w:val="32"/>
          <w:szCs w:val="32"/>
        </w:rPr>
        <w:t>.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โอกาสนี้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ขอขอบคุณ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นักศึกษา</w:t>
      </w:r>
      <w:r w:rsidR="00BC03C6">
        <w:rPr>
          <w:sz w:val="32"/>
          <w:szCs w:val="32"/>
          <w:cs/>
        </w:rPr>
        <w:t xml:space="preserve">ระดับชั้น </w:t>
      </w:r>
      <w:proofErr w:type="spellStart"/>
      <w:r w:rsidR="00BC03C6">
        <w:rPr>
          <w:sz w:val="32"/>
          <w:szCs w:val="32"/>
          <w:cs/>
        </w:rPr>
        <w:t>ปวช</w:t>
      </w:r>
      <w:proofErr w:type="spellEnd"/>
      <w:r w:rsidR="00875317">
        <w:rPr>
          <w:sz w:val="32"/>
          <w:szCs w:val="32"/>
        </w:rPr>
        <w:t>.</w:t>
      </w:r>
      <w:r w:rsidR="000C0C8F">
        <w:rPr>
          <w:sz w:val="32"/>
          <w:szCs w:val="32"/>
        </w:rPr>
        <w:t>2</w:t>
      </w:r>
      <w:r w:rsidR="00BC03C6">
        <w:rPr>
          <w:sz w:val="32"/>
          <w:szCs w:val="32"/>
        </w:rPr>
        <w:t xml:space="preserve">  </w:t>
      </w:r>
      <w:r w:rsidR="00BC03C6">
        <w:rPr>
          <w:sz w:val="32"/>
          <w:szCs w:val="32"/>
          <w:cs/>
        </w:rPr>
        <w:t xml:space="preserve">สาขางานอิเล็กทรอนิกส์ 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 w:rsidR="0091364E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ที่กำลังศึกษาอยู่ใน</w:t>
      </w:r>
      <w:r w:rsidR="00956D39">
        <w:rPr>
          <w:rFonts w:hint="cs"/>
          <w:sz w:val="32"/>
          <w:szCs w:val="32"/>
          <w:cs/>
        </w:rPr>
        <w:t xml:space="preserve">ภาคเรียนที่  </w:t>
      </w:r>
      <w:r w:rsidR="00E32CAF">
        <w:rPr>
          <w:sz w:val="32"/>
          <w:szCs w:val="32"/>
        </w:rPr>
        <w:t>2</w:t>
      </w:r>
      <w:r w:rsidR="00956D39">
        <w:rPr>
          <w:rFonts w:hint="cs"/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ปีการศึกษา</w:t>
      </w:r>
      <w:r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ทุกท่านที่ได้สละเวลาตอบแบบประเมิน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ทำให้ผู้วิจัยได้ข้อมูลที่มีค่าในการวิเคราะห์และสรุปผลการวิจัย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เพื่อประโยชน์แก่การพัฒนาคุณภาพการจัดการเรียนการสอนและ</w:t>
      </w:r>
      <w:r w:rsidR="00E32CAF">
        <w:rPr>
          <w:sz w:val="32"/>
          <w:szCs w:val="32"/>
          <w:cs/>
        </w:rPr>
        <w:t>คุณลักษณะของผู้สอนให้มีประสิทธิ</w:t>
      </w:r>
      <w:r w:rsidR="0091364E">
        <w:rPr>
          <w:sz w:val="32"/>
          <w:szCs w:val="32"/>
          <w:cs/>
        </w:rPr>
        <w:t>ภาพดียิ่งขึ้น</w:t>
      </w:r>
      <w:r w:rsidR="0091364E">
        <w:rPr>
          <w:sz w:val="32"/>
          <w:szCs w:val="32"/>
        </w:rPr>
        <w:t xml:space="preserve"> </w:t>
      </w:r>
    </w:p>
    <w:p w:rsidR="004C7515" w:rsidRDefault="004C7515" w:rsidP="00211347">
      <w:pPr>
        <w:pStyle w:val="Default"/>
        <w:jc w:val="right"/>
        <w:rPr>
          <w:sz w:val="32"/>
          <w:szCs w:val="32"/>
        </w:rPr>
      </w:pPr>
    </w:p>
    <w:p w:rsidR="004C7515" w:rsidRDefault="004C7515" w:rsidP="00211347">
      <w:pPr>
        <w:pStyle w:val="Default"/>
        <w:jc w:val="right"/>
        <w:rPr>
          <w:sz w:val="32"/>
          <w:szCs w:val="32"/>
        </w:rPr>
      </w:pPr>
    </w:p>
    <w:p w:rsidR="00211347" w:rsidRDefault="00AE6946" w:rsidP="00211347">
      <w:pPr>
        <w:pStyle w:val="Default"/>
        <w:jc w:val="right"/>
        <w:rPr>
          <w:sz w:val="32"/>
          <w:szCs w:val="32"/>
          <w:cs/>
        </w:rPr>
        <w:sectPr w:rsidR="00211347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  <w:r>
        <w:rPr>
          <w:rFonts w:hint="cs"/>
          <w:sz w:val="32"/>
          <w:szCs w:val="32"/>
          <w:cs/>
        </w:rPr>
        <w:t>อนุชา   ว</w:t>
      </w:r>
      <w:r w:rsidR="00347591">
        <w:rPr>
          <w:rFonts w:hint="cs"/>
          <w:sz w:val="32"/>
          <w:szCs w:val="32"/>
          <w:cs/>
        </w:rPr>
        <w:t>ิ</w:t>
      </w:r>
      <w:r>
        <w:rPr>
          <w:rFonts w:hint="cs"/>
          <w:sz w:val="32"/>
          <w:szCs w:val="32"/>
          <w:cs/>
        </w:rPr>
        <w:t>จารณ์</w:t>
      </w:r>
    </w:p>
    <w:p w:rsidR="00CC7AD2" w:rsidRPr="00837EFD" w:rsidRDefault="00CC7AD2" w:rsidP="00CC7AD2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cs="Angsana New"/>
          <w:b/>
          <w:bCs/>
          <w:sz w:val="40"/>
          <w:szCs w:val="40"/>
        </w:rPr>
      </w:pPr>
      <w:r w:rsidRPr="00837EFD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lastRenderedPageBreak/>
        <w:t>สารบัญ</w:t>
      </w:r>
    </w:p>
    <w:p w:rsidR="00CC7AD2" w:rsidRPr="00837EFD" w:rsidRDefault="00CC7AD2" w:rsidP="00CC7AD2">
      <w:pPr>
        <w:autoSpaceDE w:val="0"/>
        <w:autoSpaceDN w:val="0"/>
        <w:adjustRightInd w:val="0"/>
        <w:spacing w:after="0" w:line="240" w:lineRule="auto"/>
        <w:ind w:right="-23" w:firstLine="0"/>
        <w:rPr>
          <w:rFonts w:ascii="Angsana New" w:eastAsia="BrowalliaNew-Bold" w:hAnsi="Angsana New" w:cs="Angsana New"/>
          <w:b/>
          <w:bCs/>
          <w:sz w:val="36"/>
          <w:szCs w:val="36"/>
        </w:rPr>
      </w:pPr>
      <w:r w:rsidRPr="00837EFD">
        <w:rPr>
          <w:rFonts w:ascii="Angsana New" w:eastAsia="BrowalliaNew-Bold" w:hAnsi="Angsana New" w:cs="Angsana New"/>
          <w:b/>
          <w:bCs/>
          <w:sz w:val="36"/>
          <w:szCs w:val="36"/>
          <w:cs/>
          <w:lang w:bidi="th-TH"/>
        </w:rPr>
        <w:t>บทที่</w:t>
      </w:r>
      <w:r w:rsidRPr="00837EFD">
        <w:rPr>
          <w:rFonts w:ascii="Angsana New" w:eastAsia="BrowalliaNew-Bold" w:hAnsi="Angsana New" w:cs="Angsana New"/>
          <w:b/>
          <w:bCs/>
          <w:sz w:val="36"/>
          <w:szCs w:val="36"/>
        </w:rPr>
        <w:t xml:space="preserve"> </w:t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 w:rsidRPr="00837EFD">
        <w:rPr>
          <w:rFonts w:ascii="Angsana New" w:eastAsia="BrowalliaNew-Bold" w:hAnsi="Angsana New" w:cs="Angsana New"/>
          <w:b/>
          <w:bCs/>
          <w:sz w:val="36"/>
          <w:szCs w:val="36"/>
          <w:cs/>
          <w:lang w:bidi="th-TH"/>
        </w:rPr>
        <w:t>หน้า</w:t>
      </w:r>
    </w:p>
    <w:p w:rsidR="00CC7AD2" w:rsidRPr="00837EFD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Pr="00837EFD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1 </w:t>
      </w:r>
      <w:r>
        <w:rPr>
          <w:rFonts w:ascii="Angsana New" w:eastAsia="BrowalliaNew-Bold" w:hAnsi="Angsana New" w:cs="Angsana New" w:hint="cs"/>
          <w:b/>
          <w:bCs/>
          <w:sz w:val="32"/>
          <w:szCs w:val="32"/>
          <w:cs/>
        </w:rPr>
        <w:t xml:space="preserve">   </w:t>
      </w:r>
      <w:proofErr w:type="gramStart"/>
      <w:r w:rsidRPr="00837EFD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บทนำ</w:t>
      </w:r>
      <w:r w:rsidRPr="00837EFD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.....................................................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.........</w:t>
      </w:r>
      <w:r w:rsidRPr="00837EFD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proofErr w:type="gramEnd"/>
      <w:r w:rsidRPr="00837EFD">
        <w:rPr>
          <w:rFonts w:ascii="Angsana New" w:eastAsia="BrowalliaNew-Bold" w:hAnsi="Angsana New" w:cs="Angsana New"/>
          <w:b/>
          <w:bCs/>
          <w:sz w:val="32"/>
          <w:szCs w:val="32"/>
        </w:rPr>
        <w:t>1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ความเป็นมาและความสำคัญของปัญหาการวิจัย</w:t>
      </w:r>
      <w:r>
        <w:rPr>
          <w:rFonts w:ascii="Angsana New" w:eastAsia="BrowalliaNew" w:hAnsi="Angsana New" w:cs="Angsana New"/>
          <w:sz w:val="32"/>
          <w:szCs w:val="32"/>
        </w:rPr>
        <w:t>………………………........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Pr="00031751">
        <w:rPr>
          <w:rFonts w:ascii="Angsana New" w:eastAsia="BrowalliaNew" w:hAnsi="Angsana New" w:cs="Angsana New"/>
          <w:sz w:val="32"/>
          <w:szCs w:val="32"/>
        </w:rPr>
        <w:t>1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วัตถุประสงค์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ของการวิจัย</w:t>
      </w:r>
      <w:r w:rsidRPr="00031751">
        <w:rPr>
          <w:rFonts w:ascii="Angsana New" w:eastAsia="BrowalliaNew" w:hAnsi="Angsana New" w:cs="Angsana New"/>
          <w:sz w:val="32"/>
          <w:szCs w:val="32"/>
        </w:rPr>
        <w:t>……………………………………........</w:t>
      </w:r>
      <w:r>
        <w:rPr>
          <w:rFonts w:ascii="Angsana New" w:eastAsia="BrowalliaNew" w:hAnsi="Angsana New" w:cs="Angsana New"/>
          <w:sz w:val="32"/>
          <w:szCs w:val="32"/>
        </w:rPr>
        <w:t>..............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2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ขอบเขตการวิจัย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..............…………………………………………</w:t>
      </w:r>
      <w:r>
        <w:rPr>
          <w:rFonts w:ascii="Angsana New" w:eastAsia="BrowalliaNew" w:hAnsi="Angsana New" w:cs="Angsana New"/>
          <w:sz w:val="32"/>
          <w:szCs w:val="32"/>
        </w:rPr>
        <w:t>…........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2</w:t>
      </w:r>
    </w:p>
    <w:p w:rsidR="0035188C" w:rsidRPr="00031751" w:rsidRDefault="00CC7AD2" w:rsidP="0035188C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กรอบแนวคิดในการวิจัย</w:t>
      </w:r>
      <w:r w:rsidR="0035188C" w:rsidRPr="00031751">
        <w:rPr>
          <w:rFonts w:ascii="Angsana New" w:eastAsia="BrowalliaNew" w:hAnsi="Angsana New" w:cs="Angsana New"/>
          <w:sz w:val="32"/>
          <w:szCs w:val="32"/>
        </w:rPr>
        <w:t>………………………………….............</w:t>
      </w:r>
      <w:r w:rsidR="0035188C">
        <w:rPr>
          <w:rFonts w:ascii="Angsana New" w:eastAsia="BrowalliaNew" w:hAnsi="Angsana New" w:cs="Angsana New"/>
          <w:sz w:val="32"/>
          <w:szCs w:val="32"/>
        </w:rPr>
        <w:t>............</w:t>
      </w:r>
      <w:r w:rsidR="0035188C">
        <w:rPr>
          <w:rFonts w:ascii="Angsana New" w:eastAsia="BrowalliaNew" w:hAnsi="Angsana New" w:cs="Angsana New"/>
          <w:sz w:val="32"/>
          <w:szCs w:val="32"/>
        </w:rPr>
        <w:tab/>
        <w:t>2</w:t>
      </w:r>
    </w:p>
    <w:p w:rsidR="00CC7AD2" w:rsidRPr="00031751" w:rsidRDefault="0035188C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  <w:t>ประโยชน์ที่คาดว่าจะได้รับจากการวิจัย</w:t>
      </w:r>
      <w:r w:rsidR="00CC7AD2" w:rsidRPr="00031751">
        <w:rPr>
          <w:rFonts w:ascii="Angsana New" w:eastAsia="BrowalliaNew" w:hAnsi="Angsana New" w:cs="Angsana New"/>
          <w:sz w:val="32"/>
          <w:szCs w:val="32"/>
        </w:rPr>
        <w:t>……………………………</w:t>
      </w:r>
      <w:r w:rsidR="00CC7AD2">
        <w:rPr>
          <w:rFonts w:ascii="Angsana New" w:eastAsia="BrowalliaNew" w:hAnsi="Angsana New" w:cs="Angsana New"/>
          <w:sz w:val="32"/>
          <w:szCs w:val="32"/>
        </w:rPr>
        <w:t>.……</w:t>
      </w:r>
      <w:r w:rsidR="00CC7AD2"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>3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2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  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เอกสารและงานวิจัยที่เกี่ยวข้อง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......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="0035188C">
        <w:rPr>
          <w:rFonts w:ascii="Angsana New" w:eastAsia="BrowalliaNew-Bold" w:hAnsi="Angsana New" w:cs="Angsana New"/>
          <w:b/>
          <w:bCs/>
          <w:sz w:val="32"/>
          <w:szCs w:val="32"/>
        </w:rPr>
        <w:t>4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แนวคิดเกี่ยวกับความพึงพอใจ.....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</w:t>
      </w:r>
      <w:r>
        <w:rPr>
          <w:rFonts w:ascii="Angsana New" w:eastAsia="BrowalliaNew" w:hAnsi="Angsana New" w:cs="Angsana New"/>
          <w:sz w:val="32"/>
          <w:szCs w:val="32"/>
        </w:rPr>
        <w:t>.............................</w:t>
      </w:r>
      <w:r w:rsidR="0035188C">
        <w:rPr>
          <w:rFonts w:ascii="Angsana New" w:eastAsia="BrowalliaNew" w:hAnsi="Angsana New" w:cs="Angsana New"/>
          <w:sz w:val="32"/>
          <w:szCs w:val="32"/>
        </w:rPr>
        <w:t>......</w:t>
      </w:r>
      <w:r>
        <w:rPr>
          <w:rFonts w:ascii="Angsana New" w:eastAsia="BrowalliaNew" w:hAnsi="Angsana New" w:cs="Angsana New"/>
          <w:sz w:val="32"/>
          <w:szCs w:val="32"/>
        </w:rPr>
        <w:t>..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4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บุคลิกลักษณะ/บุคลิกภาพของครูที่พึงประสงค์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</w:t>
      </w:r>
      <w:r w:rsidR="0035188C">
        <w:rPr>
          <w:rFonts w:ascii="Angsana New" w:eastAsia="BrowalliaNew" w:hAnsi="Angsana New" w:cs="Angsana New"/>
          <w:sz w:val="32"/>
          <w:szCs w:val="32"/>
        </w:rPr>
        <w:t>..................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5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  <w:t>วัฒนธรรมวิชาชีพสำหรับครูยุคใหม่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</w:t>
      </w:r>
      <w:r w:rsidR="0035188C">
        <w:rPr>
          <w:rFonts w:ascii="Angsana New" w:eastAsia="BrowalliaNew" w:hAnsi="Angsana New" w:cs="Angsana New"/>
          <w:sz w:val="32"/>
          <w:szCs w:val="32"/>
        </w:rPr>
        <w:t>.........................</w:t>
      </w:r>
      <w:r>
        <w:rPr>
          <w:rFonts w:ascii="Angsana New" w:eastAsia="BrowalliaNew" w:hAnsi="Angsana New" w:cs="Angsana New"/>
          <w:sz w:val="32"/>
          <w:szCs w:val="32"/>
        </w:rPr>
        <w:t>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5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มาตรฐานคุณภาพครู.............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6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คุณลักษณะของครูไทยที่พึงประสงค์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</w:t>
      </w:r>
      <w:r>
        <w:rPr>
          <w:rFonts w:ascii="Angsana New" w:eastAsia="BrowalliaNew" w:hAnsi="Angsana New" w:cs="Angsana New"/>
          <w:sz w:val="32"/>
          <w:szCs w:val="32"/>
        </w:rPr>
        <w:t>.........................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8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เกณฑ์มาตรฐานคุณลักษณะครูแห่งชาติ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9</w:t>
      </w:r>
    </w:p>
    <w:p w:rsidR="0035188C" w:rsidRDefault="0035188C" w:rsidP="0035188C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คุณภาพการสอนของครู........................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  <w:t>10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งานวิจัยที่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เกี่ยว</w:t>
      </w:r>
      <w:r w:rsidR="0035188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กับคุณลักษณะของครูดี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</w:t>
      </w:r>
      <w:r>
        <w:rPr>
          <w:rFonts w:ascii="Angsana New" w:eastAsia="BrowalliaNew" w:hAnsi="Angsana New" w:cs="Angsana New"/>
          <w:sz w:val="32"/>
          <w:szCs w:val="32"/>
        </w:rPr>
        <w:t>..........................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35188C">
        <w:rPr>
          <w:rFonts w:ascii="Angsana New" w:eastAsia="BrowalliaNew" w:hAnsi="Angsana New" w:cs="Angsana New"/>
          <w:sz w:val="32"/>
          <w:szCs w:val="32"/>
        </w:rPr>
        <w:t>10</w:t>
      </w:r>
    </w:p>
    <w:p w:rsidR="00662EBD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3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  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วิธีดำเนินการวิจัย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............................................................................................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...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="0035188C">
        <w:rPr>
          <w:rFonts w:ascii="Angsana New" w:eastAsia="BrowalliaNew-Bold" w:hAnsi="Angsana New" w:cs="Angsana New"/>
          <w:b/>
          <w:bCs/>
          <w:sz w:val="32"/>
          <w:szCs w:val="32"/>
        </w:rPr>
        <w:t>1</w:t>
      </w:r>
      <w:r w:rsidR="00662EBD">
        <w:rPr>
          <w:rFonts w:ascii="Angsana New" w:eastAsia="BrowalliaNew-Bold" w:hAnsi="Angsana New" w:cs="Angsana New"/>
          <w:b/>
          <w:bCs/>
          <w:sz w:val="32"/>
          <w:szCs w:val="32"/>
        </w:rPr>
        <w:t>2</w:t>
      </w:r>
    </w:p>
    <w:p w:rsidR="0035188C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การกำหนดประชากรและกลุ่มตัวอย่างที่ใช้ในการวิจัย</w:t>
      </w:r>
      <w:r w:rsidRPr="00031751">
        <w:rPr>
          <w:rFonts w:ascii="Angsana New" w:eastAsia="BrowalliaNew" w:hAnsi="Angsana New" w:cs="Angsana New"/>
          <w:sz w:val="32"/>
          <w:szCs w:val="32"/>
        </w:rPr>
        <w:t>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12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เครื่องมือการวิจัยและการดำเนินการสร้าง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12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วิธีการเก็บรวบรวมข้อมูล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13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การจัดกระทำและวิเคราะห์ข้อมูล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14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4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  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ผลการวิเคราะห์ข้อมูล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....................................................................................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..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.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="00662EBD">
        <w:rPr>
          <w:rFonts w:ascii="Angsana New" w:eastAsia="BrowalliaNew-Bold" w:hAnsi="Angsana New" w:cs="Angsana New"/>
          <w:b/>
          <w:bCs/>
          <w:sz w:val="32"/>
          <w:szCs w:val="32"/>
        </w:rPr>
        <w:t>15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การเสนอผลการวิเคราะห์ข้อมูล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15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ผลการวิเคราะห์ข้อมูล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........................................................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15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5 </w:t>
      </w:r>
      <w:r>
        <w:rPr>
          <w:rFonts w:ascii="Angsana New" w:eastAsia="BrowalliaNew-Bold" w:hAnsi="Angsana New" w:cs="Angsana New" w:hint="cs"/>
          <w:b/>
          <w:bCs/>
          <w:sz w:val="32"/>
          <w:szCs w:val="32"/>
          <w:cs/>
        </w:rPr>
        <w:t xml:space="preserve">   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สรุป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อภิปราย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ข้อเสนอแนะ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...........................................................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...................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="00662EBD">
        <w:rPr>
          <w:rFonts w:ascii="Angsana New" w:eastAsia="BrowalliaNew-Bold" w:hAnsi="Angsana New" w:cs="Angsana New"/>
          <w:b/>
          <w:bCs/>
          <w:sz w:val="32"/>
          <w:szCs w:val="32"/>
        </w:rPr>
        <w:t>17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ความมุ่งหมาย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17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ขอบเขตของการวิจัย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17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เครื่องมือการวิจัยและการดำเนินการสร้าง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17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วิธีเก็บรวบรวมข้อมูล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17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การจัดกระทำและวิเคราะห์ข้อมูล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18</w:t>
      </w:r>
    </w:p>
    <w:p w:rsidR="00662EBD" w:rsidRPr="00837EFD" w:rsidRDefault="00662EBD" w:rsidP="00662EB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cs="Angsana New"/>
          <w:b/>
          <w:bCs/>
          <w:sz w:val="40"/>
          <w:szCs w:val="40"/>
        </w:rPr>
      </w:pPr>
      <w:r w:rsidRPr="00837EFD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lastRenderedPageBreak/>
        <w:t>สารบัญ</w:t>
      </w:r>
      <w:r w:rsidR="00C063A4">
        <w:rPr>
          <w:rFonts w:ascii="Angsana New" w:eastAsia="BrowalliaNew-Bold" w:hAnsi="Angsana New" w:cs="Angsana New"/>
          <w:b/>
          <w:bCs/>
          <w:sz w:val="40"/>
          <w:szCs w:val="40"/>
        </w:rPr>
        <w:t xml:space="preserve"> (</w:t>
      </w:r>
      <w:r w:rsidR="00C063A4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t>ต่อ</w:t>
      </w:r>
      <w:r w:rsidR="00C063A4">
        <w:rPr>
          <w:rFonts w:ascii="Angsana New" w:eastAsia="BrowalliaNew-Bold" w:hAnsi="Angsana New" w:cs="Angsana New"/>
          <w:b/>
          <w:bCs/>
          <w:sz w:val="40"/>
          <w:szCs w:val="40"/>
        </w:rPr>
        <w:t>)</w:t>
      </w:r>
    </w:p>
    <w:p w:rsidR="00662EBD" w:rsidRPr="00837EFD" w:rsidRDefault="00662EBD" w:rsidP="00662EBD">
      <w:pPr>
        <w:autoSpaceDE w:val="0"/>
        <w:autoSpaceDN w:val="0"/>
        <w:adjustRightInd w:val="0"/>
        <w:spacing w:after="0" w:line="240" w:lineRule="auto"/>
        <w:ind w:right="-23" w:firstLine="0"/>
        <w:rPr>
          <w:rFonts w:ascii="Angsana New" w:eastAsia="BrowalliaNew-Bold" w:hAnsi="Angsana New" w:cs="Angsana New"/>
          <w:b/>
          <w:bCs/>
          <w:sz w:val="36"/>
          <w:szCs w:val="36"/>
        </w:rPr>
      </w:pPr>
      <w:r w:rsidRPr="00837EFD">
        <w:rPr>
          <w:rFonts w:ascii="Angsana New" w:eastAsia="BrowalliaNew-Bold" w:hAnsi="Angsana New" w:cs="Angsana New"/>
          <w:b/>
          <w:bCs/>
          <w:sz w:val="36"/>
          <w:szCs w:val="36"/>
          <w:cs/>
          <w:lang w:bidi="th-TH"/>
        </w:rPr>
        <w:t>บทที่</w:t>
      </w:r>
      <w:r w:rsidRPr="00837EFD">
        <w:rPr>
          <w:rFonts w:ascii="Angsana New" w:eastAsia="BrowalliaNew-Bold" w:hAnsi="Angsana New" w:cs="Angsana New"/>
          <w:b/>
          <w:bCs/>
          <w:sz w:val="36"/>
          <w:szCs w:val="36"/>
        </w:rPr>
        <w:t xml:space="preserve"> </w:t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>
        <w:rPr>
          <w:rFonts w:ascii="Angsana New" w:eastAsia="BrowalliaNew-Bold" w:hAnsi="Angsana New" w:cs="Angsana New" w:hint="cs"/>
          <w:b/>
          <w:bCs/>
          <w:sz w:val="36"/>
          <w:szCs w:val="36"/>
          <w:cs/>
        </w:rPr>
        <w:tab/>
      </w:r>
      <w:r w:rsidRPr="00837EFD">
        <w:rPr>
          <w:rFonts w:ascii="Angsana New" w:eastAsia="BrowalliaNew-Bold" w:hAnsi="Angsana New" w:cs="Angsana New"/>
          <w:b/>
          <w:bCs/>
          <w:sz w:val="36"/>
          <w:szCs w:val="36"/>
          <w:cs/>
          <w:lang w:bidi="th-TH"/>
        </w:rPr>
        <w:t>หน้า</w:t>
      </w:r>
    </w:p>
    <w:p w:rsidR="00662EBD" w:rsidRPr="00031751" w:rsidRDefault="00662EBD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สรุปผลการวิเคราะห์ข้อมูล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18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อภิปรายผล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20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ข้อเสนอแนะ</w:t>
      </w:r>
      <w:r w:rsidRPr="00031751">
        <w:rPr>
          <w:rFonts w:ascii="Angsana New" w:eastAsia="BrowalliaNew" w:hAnsi="Angsana New" w:cs="Angsana New"/>
          <w:sz w:val="32"/>
          <w:szCs w:val="32"/>
        </w:rPr>
        <w:t>......................................................................</w:t>
      </w:r>
      <w:r>
        <w:rPr>
          <w:rFonts w:ascii="Angsana New" w:eastAsia="BrowalliaNew" w:hAnsi="Angsana New" w:cs="Angsana New"/>
          <w:sz w:val="32"/>
          <w:szCs w:val="32"/>
        </w:rPr>
        <w:t xml:space="preserve">......................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20</w:t>
      </w:r>
    </w:p>
    <w:p w:rsidR="00CC7AD2" w:rsidRPr="00031751" w:rsidRDefault="00662EBD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 w:hint="cs"/>
          <w:b/>
          <w:bCs/>
          <w:sz w:val="32"/>
          <w:szCs w:val="32"/>
          <w:cs/>
          <w:lang w:bidi="th-TH"/>
        </w:rPr>
        <w:t>เอกสารอ้างอิง</w:t>
      </w:r>
      <w:r w:rsidR="00CC7AD2"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......................................................................................................</w:t>
      </w:r>
      <w:r w:rsidR="00CC7AD2">
        <w:rPr>
          <w:rFonts w:ascii="Angsana New" w:eastAsia="BrowalliaNew-Bold" w:hAnsi="Angsana New" w:cs="Angsana New"/>
          <w:b/>
          <w:bCs/>
          <w:sz w:val="32"/>
          <w:szCs w:val="32"/>
        </w:rPr>
        <w:t>..............</w:t>
      </w:r>
      <w:r w:rsidR="00CC7AD2"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.. </w:t>
      </w:r>
      <w:r w:rsidR="00CC7AD2"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23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  <w:r w:rsidRPr="00031751"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ภาคผนวก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.............................................................................................................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..............</w:t>
      </w:r>
      <w:r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. </w:t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 w:rsidR="00662EBD">
        <w:rPr>
          <w:rFonts w:ascii="Angsana New" w:eastAsia="BrowalliaNew-Bold" w:hAnsi="Angsana New" w:cs="Angsana New"/>
          <w:b/>
          <w:bCs/>
          <w:sz w:val="32"/>
          <w:szCs w:val="32"/>
        </w:rPr>
        <w:t>24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ภาคผนวก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ก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แบบสอบถามเพื่อการวิจัย</w:t>
      </w:r>
      <w:r>
        <w:rPr>
          <w:rFonts w:ascii="Angsana New" w:eastAsia="BrowalliaNew" w:hAnsi="Angsana New" w:cs="Angsana New"/>
          <w:sz w:val="32"/>
          <w:szCs w:val="32"/>
        </w:rPr>
        <w:t>……………………………………..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662EBD">
        <w:rPr>
          <w:rFonts w:ascii="Angsana New" w:eastAsia="BrowalliaNew" w:hAnsi="Angsana New" w:cs="Angsana New"/>
          <w:sz w:val="32"/>
          <w:szCs w:val="32"/>
        </w:rPr>
        <w:t>25</w:t>
      </w:r>
    </w:p>
    <w:p w:rsidR="00CC7AD2" w:rsidRPr="00031751" w:rsidRDefault="00662EBD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  <w:r>
        <w:rPr>
          <w:rFonts w:ascii="Angsana New" w:eastAsia="BrowalliaNew-Bold" w:hAnsi="Angsana New" w:cs="Angsana New"/>
          <w:b/>
          <w:bCs/>
          <w:sz w:val="32"/>
          <w:szCs w:val="32"/>
          <w:cs/>
          <w:lang w:bidi="th-TH"/>
        </w:rPr>
        <w:t>ประวัติย่อผู้ทำ</w:t>
      </w:r>
      <w:r>
        <w:rPr>
          <w:rFonts w:ascii="Angsana New" w:eastAsia="BrowalliaNew-Bold" w:hAnsi="Angsana New" w:cs="Angsana New" w:hint="cs"/>
          <w:b/>
          <w:bCs/>
          <w:sz w:val="32"/>
          <w:szCs w:val="32"/>
          <w:cs/>
          <w:lang w:bidi="th-TH"/>
        </w:rPr>
        <w:t>วิจัย...........</w:t>
      </w:r>
      <w:r w:rsidR="00CC7AD2"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>..........................................................</w:t>
      </w:r>
      <w:r w:rsidR="00CC7AD2">
        <w:rPr>
          <w:rFonts w:ascii="Angsana New" w:eastAsia="BrowalliaNew-Bold" w:hAnsi="Angsana New" w:cs="Angsana New"/>
          <w:b/>
          <w:bCs/>
          <w:sz w:val="32"/>
          <w:szCs w:val="32"/>
        </w:rPr>
        <w:t>...........</w:t>
      </w:r>
      <w:r w:rsidR="00CC7AD2" w:rsidRPr="00031751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.............................. </w:t>
      </w:r>
      <w:r w:rsidR="00CC7AD2">
        <w:rPr>
          <w:rFonts w:ascii="Angsana New" w:eastAsia="BrowalliaNew-Bold" w:hAnsi="Angsana New" w:cs="Angsana New"/>
          <w:b/>
          <w:bCs/>
          <w:sz w:val="32"/>
          <w:szCs w:val="32"/>
        </w:rPr>
        <w:t xml:space="preserve"> </w:t>
      </w:r>
      <w:r w:rsidR="00CC7AD2">
        <w:rPr>
          <w:rFonts w:ascii="Angsana New" w:eastAsia="BrowalliaNew-Bold" w:hAnsi="Angsana New" w:cs="Angsana New"/>
          <w:b/>
          <w:bCs/>
          <w:sz w:val="32"/>
          <w:szCs w:val="32"/>
        </w:rPr>
        <w:tab/>
      </w:r>
      <w:r>
        <w:rPr>
          <w:rFonts w:ascii="Angsana New" w:eastAsia="BrowalliaNew-Bold" w:hAnsi="Angsana New" w:cs="Angsana New"/>
          <w:b/>
          <w:bCs/>
          <w:sz w:val="32"/>
          <w:szCs w:val="32"/>
        </w:rPr>
        <w:t>26</w:t>
      </w:r>
    </w:p>
    <w:p w:rsidR="00CC7AD2" w:rsidRDefault="00CC7AD2" w:rsidP="0091364E">
      <w:pPr>
        <w:pStyle w:val="Default"/>
        <w:jc w:val="center"/>
        <w:rPr>
          <w:b/>
          <w:bCs/>
          <w:sz w:val="40"/>
          <w:szCs w:val="40"/>
        </w:rPr>
      </w:pPr>
    </w:p>
    <w:p w:rsidR="00CC7AD2" w:rsidRDefault="00CC7AD2" w:rsidP="0091364E">
      <w:pPr>
        <w:pStyle w:val="Default"/>
        <w:jc w:val="center"/>
        <w:rPr>
          <w:b/>
          <w:bCs/>
          <w:sz w:val="40"/>
          <w:szCs w:val="40"/>
        </w:rPr>
      </w:pPr>
    </w:p>
    <w:p w:rsidR="00CC7AD2" w:rsidRDefault="00CC7AD2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662EBD" w:rsidRDefault="00662EBD" w:rsidP="0091364E">
      <w:pPr>
        <w:pStyle w:val="Default"/>
        <w:jc w:val="center"/>
        <w:rPr>
          <w:b/>
          <w:bCs/>
          <w:sz w:val="40"/>
          <w:szCs w:val="40"/>
        </w:rPr>
      </w:pPr>
    </w:p>
    <w:p w:rsidR="00CC7AD2" w:rsidRDefault="00CC7AD2" w:rsidP="0091364E">
      <w:pPr>
        <w:pStyle w:val="Default"/>
        <w:jc w:val="center"/>
        <w:rPr>
          <w:b/>
          <w:bCs/>
          <w:sz w:val="40"/>
          <w:szCs w:val="40"/>
        </w:rPr>
      </w:pPr>
    </w:p>
    <w:p w:rsidR="00CC7AD2" w:rsidRDefault="00CC7AD2" w:rsidP="0091364E">
      <w:pPr>
        <w:pStyle w:val="Default"/>
        <w:jc w:val="center"/>
        <w:rPr>
          <w:b/>
          <w:bCs/>
          <w:sz w:val="40"/>
          <w:szCs w:val="40"/>
        </w:rPr>
      </w:pPr>
    </w:p>
    <w:p w:rsidR="0091364E" w:rsidRPr="004C7515" w:rsidRDefault="0091364E" w:rsidP="0091364E">
      <w:pPr>
        <w:pStyle w:val="Default"/>
        <w:jc w:val="center"/>
        <w:rPr>
          <w:sz w:val="40"/>
          <w:szCs w:val="40"/>
        </w:rPr>
      </w:pPr>
      <w:r w:rsidRPr="004C7515">
        <w:rPr>
          <w:b/>
          <w:bCs/>
          <w:sz w:val="40"/>
          <w:szCs w:val="40"/>
          <w:cs/>
        </w:rPr>
        <w:lastRenderedPageBreak/>
        <w:t>บทที่</w:t>
      </w:r>
      <w:r w:rsidRPr="004C7515">
        <w:rPr>
          <w:b/>
          <w:bCs/>
          <w:sz w:val="40"/>
          <w:szCs w:val="40"/>
        </w:rPr>
        <w:t xml:space="preserve"> 1 </w:t>
      </w:r>
    </w:p>
    <w:p w:rsidR="0091364E" w:rsidRDefault="0091364E" w:rsidP="0091364E">
      <w:pPr>
        <w:pStyle w:val="Default"/>
        <w:jc w:val="center"/>
        <w:rPr>
          <w:sz w:val="36"/>
          <w:szCs w:val="36"/>
        </w:rPr>
      </w:pPr>
      <w:r w:rsidRPr="004C7515">
        <w:rPr>
          <w:b/>
          <w:bCs/>
          <w:sz w:val="36"/>
          <w:szCs w:val="36"/>
          <w:cs/>
        </w:rPr>
        <w:t>ความเป็นมาและความสำคัญของปัญหาการวิจัย</w:t>
      </w:r>
      <w:r w:rsidRPr="004C7515">
        <w:rPr>
          <w:b/>
          <w:bCs/>
          <w:sz w:val="36"/>
          <w:szCs w:val="36"/>
        </w:rPr>
        <w:t xml:space="preserve"> </w:t>
      </w:r>
    </w:p>
    <w:p w:rsidR="004C7515" w:rsidRPr="004C7515" w:rsidRDefault="004C7515" w:rsidP="0091364E">
      <w:pPr>
        <w:pStyle w:val="Default"/>
        <w:jc w:val="center"/>
        <w:rPr>
          <w:sz w:val="36"/>
          <w:szCs w:val="36"/>
        </w:rPr>
      </w:pPr>
    </w:p>
    <w:p w:rsidR="0091364E" w:rsidRDefault="0091364E" w:rsidP="004C7515">
      <w:pPr>
        <w:pStyle w:val="Default"/>
        <w:ind w:firstLine="720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การจัดการศึกษามีเป้าหมายสำคัญในการพัฒนามนุษย์และในการจัดการศึกษาใน</w:t>
      </w:r>
      <w:r w:rsidR="004C7515">
        <w:rPr>
          <w:rFonts w:hint="cs"/>
          <w:sz w:val="32"/>
          <w:szCs w:val="32"/>
          <w:cs/>
        </w:rPr>
        <w:t>ร</w:t>
      </w:r>
      <w:r>
        <w:rPr>
          <w:sz w:val="32"/>
          <w:szCs w:val="32"/>
          <w:cs/>
        </w:rPr>
        <w:t>ะดับอุดมศึกษาจะมุ่งเน้นและให้ความสำคัญต่อการพัฒนาทรัพยากรมนุษย์ให้มีคุณภาพ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โดยการจัดกระบวนการเรียนการสอนและกิจกรรมต่าง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ๆ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เพื่อเสริมสร้างให้ผู้เรียนเป็นคนดี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มีคุณธรรม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ตลอดจนมีการพัฒนาทางด้านสติปัญญาและเป็นผู้ใฝ่รู้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โดยศึกษาแสวงหาความรู้อย่างต่อเนื่อง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ซึ่งจากนโยบายด้านการจัดการศึกษาระดับอุดมศึกษาในระยะที่ผ่านมา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กำหนดให้มีการเพิ่มพูนและพัฒนาประสิทธิภาพของสถาบันอุดมศึกษาในการจัดการพัฒนาทรัพยากรมนุษย์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พื่อสนองความต้องการด้านทรัพยากรมนุษย์ที่มีคุณภาพและความต้องการด้านการศึกษาเพื่อพัฒนาคุณภาพชีวิต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โดยประสานความร่วมมือจากหน่วยงานและองค์กรต่าง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ๆ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ในการจัดการศึกษาเพื่อให้บรรลุตามเป้าหมายที่กำหนด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ำหรับสถาบันการศึกษาจะมุ่งเน้นในการพัฒนาคุณภาพของผู้เรียนในด้านกระบวนการจัดการเรียนการสอนให้ผู้เรียนเกิดการเรียนรู้อย่างเต็มศักยภาพ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ตามความสามารถ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ความสนใจ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ความถนัด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และความต้องการของผู้เรียน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โดยจัดให้มีความหลากหลายในด้านเทคนิควิธีการสอนและการเรียนรู้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พื่อตอบสนองความต้องการของการจัดการศึกษาที่มุ่งพัฒนาทรัพยากรมนุษย์ให้มีคุณภาพอันจะเป็นกำลังสำคัญในการพัฒนาประเทศให้มีความมั่นคงต่อไป</w:t>
      </w:r>
      <w:r>
        <w:rPr>
          <w:sz w:val="32"/>
          <w:szCs w:val="32"/>
        </w:rPr>
        <w:t xml:space="preserve"> </w:t>
      </w:r>
    </w:p>
    <w:p w:rsidR="0091364E" w:rsidRDefault="004C7515" w:rsidP="004C7515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ในการจัดการเรียนการสอนให้เกิดประสิทธิภาพ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และประสิทธิผลซึ่งจะทำให้ผู้เรียนเกิดผลสัมฤทธิ์ทางการเรียน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มีองค์ประกอบที่สำคัญคือ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กระบวนการจัดกิจกรรมการเรียนการสอนของครูผู้สอน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คุณลักษณะของผู้สอน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เทคนิคการสอนในรูปแบบต่าง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สื่อและนวัตกรรม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ตลอดจนการวัดผลและประเมินผล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ซึ่งสอดคล้องกับความต้องการของผู้เรียน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โดยเน้นผู้เรียนเป็นสำคัญ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เพื่อให้ผู้เรียนได้เกิดการเรียนรู้อย่างเต็มศักยภาพ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และเกิดประสิทธิผลอย่างสูงสุด</w:t>
      </w:r>
      <w:r w:rsidR="0091364E">
        <w:rPr>
          <w:sz w:val="32"/>
          <w:szCs w:val="32"/>
        </w:rPr>
        <w:t xml:space="preserve"> </w:t>
      </w:r>
    </w:p>
    <w:p w:rsidR="009F00B9" w:rsidRPr="009F00B9" w:rsidRDefault="004C7515" w:rsidP="009F00B9">
      <w:pPr>
        <w:pStyle w:val="Default"/>
        <w:jc w:val="thaiDistribute"/>
        <w:rPr>
          <w:color w:val="auto"/>
          <w:sz w:val="32"/>
          <w:szCs w:val="32"/>
        </w:rPr>
      </w:pPr>
      <w:r w:rsidRPr="009F00B9">
        <w:rPr>
          <w:rFonts w:hint="cs"/>
          <w:color w:val="auto"/>
          <w:sz w:val="32"/>
          <w:szCs w:val="32"/>
          <w:cs/>
        </w:rPr>
        <w:t xml:space="preserve"> </w:t>
      </w:r>
      <w:r w:rsidRPr="009F00B9">
        <w:rPr>
          <w:rFonts w:hint="cs"/>
          <w:color w:val="auto"/>
          <w:sz w:val="32"/>
          <w:szCs w:val="32"/>
          <w:cs/>
        </w:rPr>
        <w:tab/>
      </w:r>
      <w:r w:rsidR="009F00B9" w:rsidRPr="009F00B9">
        <w:rPr>
          <w:color w:val="auto"/>
          <w:sz w:val="32"/>
          <w:szCs w:val="32"/>
          <w:cs/>
        </w:rPr>
        <w:t>กระทรวงศึกษาธิการได้ประกาศจัดตั้งวิทยาลัยสารพัดช่างปราจีนบุรี</w:t>
      </w:r>
      <w:r w:rsidR="00AC7F67">
        <w:rPr>
          <w:color w:val="auto"/>
          <w:sz w:val="32"/>
          <w:szCs w:val="32"/>
        </w:rPr>
        <w:t xml:space="preserve"> </w:t>
      </w:r>
      <w:r w:rsidR="009F00B9" w:rsidRPr="009F00B9">
        <w:rPr>
          <w:color w:val="auto"/>
          <w:sz w:val="32"/>
          <w:szCs w:val="32"/>
          <w:cs/>
          <w:lang w:bidi="en-US"/>
        </w:rPr>
        <w:t xml:space="preserve"> </w:t>
      </w:r>
      <w:r w:rsidR="009F00B9" w:rsidRPr="009F00B9">
        <w:rPr>
          <w:color w:val="auto"/>
          <w:sz w:val="32"/>
          <w:szCs w:val="32"/>
          <w:cs/>
        </w:rPr>
        <w:t>เมื่อวันที่</w:t>
      </w:r>
      <w:r w:rsidR="009F00B9" w:rsidRPr="009F00B9">
        <w:rPr>
          <w:color w:val="auto"/>
          <w:sz w:val="32"/>
          <w:szCs w:val="32"/>
          <w:cs/>
          <w:lang w:bidi="en-US"/>
        </w:rPr>
        <w:t xml:space="preserve"> </w:t>
      </w:r>
      <w:r w:rsidR="009F00B9" w:rsidRPr="009F00B9">
        <w:rPr>
          <w:color w:val="auto"/>
          <w:sz w:val="32"/>
          <w:szCs w:val="32"/>
          <w:lang w:bidi="en-US"/>
        </w:rPr>
        <w:t xml:space="preserve">16 </w:t>
      </w:r>
      <w:r w:rsidR="009F00B9" w:rsidRPr="009F00B9">
        <w:rPr>
          <w:color w:val="auto"/>
          <w:sz w:val="32"/>
          <w:szCs w:val="32"/>
          <w:cs/>
        </w:rPr>
        <w:t>มิถุนายน</w:t>
      </w:r>
      <w:r w:rsidR="009F00B9" w:rsidRPr="009F00B9">
        <w:rPr>
          <w:color w:val="auto"/>
          <w:sz w:val="32"/>
          <w:szCs w:val="32"/>
          <w:cs/>
          <w:lang w:bidi="en-US"/>
        </w:rPr>
        <w:t xml:space="preserve"> </w:t>
      </w:r>
      <w:r w:rsidR="009F00B9" w:rsidRPr="009F00B9">
        <w:rPr>
          <w:color w:val="auto"/>
          <w:sz w:val="32"/>
          <w:szCs w:val="32"/>
          <w:lang w:bidi="en-US"/>
        </w:rPr>
        <w:t>2536</w:t>
      </w:r>
      <w:r w:rsidR="009F00B9" w:rsidRPr="009F00B9">
        <w:rPr>
          <w:color w:val="auto"/>
          <w:sz w:val="32"/>
          <w:szCs w:val="32"/>
        </w:rPr>
        <w:t xml:space="preserve"> </w:t>
      </w:r>
    </w:p>
    <w:p w:rsidR="00FF0103" w:rsidRDefault="009F00B9" w:rsidP="009F00B9">
      <w:pPr>
        <w:pStyle w:val="Default"/>
        <w:jc w:val="thaiDistribute"/>
        <w:rPr>
          <w:color w:val="auto"/>
          <w:sz w:val="32"/>
          <w:szCs w:val="32"/>
        </w:rPr>
      </w:pPr>
      <w:r w:rsidRPr="009F00B9">
        <w:rPr>
          <w:color w:val="auto"/>
          <w:sz w:val="32"/>
          <w:szCs w:val="32"/>
          <w:cs/>
        </w:rPr>
        <w:t>วิทยาลัยสารพัดช่างปราจีนบุรีเปิดทำการสอนใน</w:t>
      </w:r>
      <w:r w:rsidRPr="009F00B9">
        <w:rPr>
          <w:color w:val="auto"/>
          <w:sz w:val="32"/>
          <w:szCs w:val="32"/>
          <w:cs/>
          <w:lang w:bidi="en-US"/>
        </w:rPr>
        <w:t xml:space="preserve"> </w:t>
      </w:r>
      <w:r w:rsidRPr="009F00B9">
        <w:rPr>
          <w:color w:val="auto"/>
          <w:sz w:val="32"/>
          <w:szCs w:val="32"/>
          <w:cs/>
        </w:rPr>
        <w:t>ปีการศึกษา</w:t>
      </w:r>
      <w:r w:rsidRPr="009F00B9">
        <w:rPr>
          <w:color w:val="auto"/>
          <w:sz w:val="32"/>
          <w:szCs w:val="32"/>
          <w:cs/>
          <w:lang w:bidi="en-US"/>
        </w:rPr>
        <w:t xml:space="preserve"> </w:t>
      </w:r>
      <w:r w:rsidRPr="009F00B9">
        <w:rPr>
          <w:color w:val="auto"/>
          <w:sz w:val="32"/>
          <w:szCs w:val="32"/>
          <w:lang w:bidi="en-US"/>
        </w:rPr>
        <w:t xml:space="preserve">2538 </w:t>
      </w:r>
      <w:r w:rsidRPr="009F00B9">
        <w:rPr>
          <w:rFonts w:hint="cs"/>
          <w:color w:val="auto"/>
          <w:sz w:val="32"/>
          <w:szCs w:val="32"/>
          <w:cs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โดยมีปรัชญาของวิทยาลัย</w:t>
      </w:r>
      <w:r w:rsidR="00AC7F67">
        <w:rPr>
          <w:color w:val="auto"/>
          <w:sz w:val="32"/>
          <w:szCs w:val="32"/>
          <w:cs/>
        </w:rPr>
        <w:t>คือ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56D39">
        <w:rPr>
          <w:rFonts w:ascii="Times New Roman" w:hAnsi="Times New Roman" w:cs="Times New Roman"/>
          <w:color w:val="auto"/>
          <w:sz w:val="32"/>
          <w:szCs w:val="32"/>
        </w:rPr>
        <w:t>“</w:t>
      </w:r>
      <w:r w:rsidR="004C7515" w:rsidRPr="00956D39">
        <w:rPr>
          <w:rFonts w:hint="cs"/>
          <w:color w:val="auto"/>
          <w:sz w:val="32"/>
          <w:szCs w:val="32"/>
          <w:cs/>
        </w:rPr>
        <w:t xml:space="preserve">วินัยดี มีคุณธรรม ก้าวนำวิชาชีพ </w:t>
      </w:r>
      <w:r w:rsidR="0091364E" w:rsidRPr="00956D39">
        <w:rPr>
          <w:rFonts w:ascii="Times New Roman" w:hAnsi="Times New Roman" w:cs="Times New Roman"/>
          <w:color w:val="auto"/>
          <w:sz w:val="32"/>
          <w:szCs w:val="32"/>
        </w:rPr>
        <w:t xml:space="preserve">” </w:t>
      </w:r>
      <w:r w:rsidR="0091364E" w:rsidRPr="00956D39">
        <w:rPr>
          <w:color w:val="auto"/>
          <w:sz w:val="32"/>
          <w:szCs w:val="32"/>
          <w:cs/>
        </w:rPr>
        <w:t>ประกอบด้วย</w:t>
      </w:r>
      <w:proofErr w:type="spellStart"/>
      <w:r w:rsidR="0091364E" w:rsidRPr="00956D39">
        <w:rPr>
          <w:color w:val="auto"/>
          <w:sz w:val="32"/>
          <w:szCs w:val="32"/>
          <w:cs/>
        </w:rPr>
        <w:t>พันธ</w:t>
      </w:r>
      <w:proofErr w:type="spellEnd"/>
      <w:r w:rsidR="0091364E" w:rsidRPr="00956D39">
        <w:rPr>
          <w:color w:val="auto"/>
          <w:sz w:val="32"/>
          <w:szCs w:val="32"/>
          <w:cs/>
        </w:rPr>
        <w:t>กิจประการแรก</w:t>
      </w:r>
      <w:r w:rsidR="0091364E" w:rsidRPr="00956D39">
        <w:rPr>
          <w:color w:val="auto"/>
          <w:sz w:val="32"/>
          <w:szCs w:val="32"/>
        </w:rPr>
        <w:t xml:space="preserve"> </w:t>
      </w:r>
      <w:r w:rsidR="00FF0103" w:rsidRPr="00956D39">
        <w:rPr>
          <w:color w:val="auto"/>
          <w:sz w:val="32"/>
          <w:szCs w:val="32"/>
          <w:cs/>
        </w:rPr>
        <w:t>จัดระบบการบริหารจัดการ</w:t>
      </w:r>
      <w:r w:rsidR="00FF0103" w:rsidRPr="00956D39">
        <w:rPr>
          <w:color w:val="auto"/>
          <w:sz w:val="32"/>
          <w:szCs w:val="32"/>
          <w:cs/>
          <w:lang w:bidi="en-US"/>
        </w:rPr>
        <w:t xml:space="preserve"> </w:t>
      </w:r>
      <w:r w:rsidR="00FF0103" w:rsidRPr="00956D39">
        <w:rPr>
          <w:color w:val="auto"/>
          <w:sz w:val="32"/>
          <w:szCs w:val="32"/>
          <w:cs/>
        </w:rPr>
        <w:t>อย่าง</w:t>
      </w:r>
      <w:r w:rsidR="00FF0103" w:rsidRPr="00FF0103">
        <w:rPr>
          <w:color w:val="auto"/>
          <w:sz w:val="32"/>
          <w:szCs w:val="32"/>
          <w:cs/>
        </w:rPr>
        <w:t>มีประสิทธิภาพ</w:t>
      </w:r>
      <w:r w:rsidR="00FF0103" w:rsidRPr="00FF0103">
        <w:rPr>
          <w:color w:val="auto"/>
          <w:sz w:val="32"/>
          <w:szCs w:val="32"/>
          <w:cs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เพื่อรองรับการประกันคุณภาพ</w:t>
      </w:r>
      <w:r w:rsidR="00FF0103" w:rsidRPr="00FF0103">
        <w:rPr>
          <w:color w:val="auto"/>
          <w:sz w:val="32"/>
          <w:szCs w:val="32"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สู่สถานศึกษารางวัลพระราชทานและให้เป็นองค์กรแห่งการเรียนรู้ตามหลักคิดปรัชญาของเศรษฐกิจพอเพียง</w:t>
      </w:r>
      <w:r w:rsidR="00FF0103">
        <w:rPr>
          <w:color w:val="auto"/>
          <w:sz w:val="32"/>
          <w:szCs w:val="32"/>
          <w:lang w:bidi="en-US"/>
        </w:rPr>
        <w:t xml:space="preserve"> </w:t>
      </w:r>
      <w:r w:rsidR="00FF0103">
        <w:rPr>
          <w:color w:val="auto"/>
          <w:sz w:val="32"/>
          <w:szCs w:val="32"/>
        </w:rPr>
        <w:t xml:space="preserve">  </w:t>
      </w:r>
      <w:r w:rsidR="00FF0103">
        <w:rPr>
          <w:rFonts w:hint="cs"/>
          <w:color w:val="auto"/>
          <w:sz w:val="32"/>
          <w:szCs w:val="32"/>
          <w:cs/>
        </w:rPr>
        <w:t xml:space="preserve">ประการที่สอง </w:t>
      </w:r>
      <w:r w:rsidR="00FF0103" w:rsidRPr="00FF0103">
        <w:rPr>
          <w:color w:val="auto"/>
          <w:sz w:val="32"/>
          <w:szCs w:val="32"/>
          <w:cs/>
        </w:rPr>
        <w:t>จัดการศึกษา</w:t>
      </w:r>
      <w:r w:rsidR="00FF0103" w:rsidRPr="00FF0103">
        <w:rPr>
          <w:color w:val="auto"/>
          <w:sz w:val="32"/>
          <w:szCs w:val="32"/>
          <w:cs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ฝึกทักษะ</w:t>
      </w:r>
      <w:r w:rsidR="00FF0103" w:rsidRPr="00FF0103">
        <w:rPr>
          <w:color w:val="auto"/>
          <w:sz w:val="32"/>
          <w:szCs w:val="32"/>
          <w:cs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พัฒนาวิชาชีพ</w:t>
      </w:r>
      <w:r w:rsidR="00FF0103" w:rsidRPr="00FF0103">
        <w:rPr>
          <w:color w:val="auto"/>
          <w:sz w:val="32"/>
          <w:szCs w:val="32"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และผลิตนักศึกษาที่มีคุณภาพตามมาตรฐานวิชาชีพให้มีความรู้</w:t>
      </w:r>
      <w:r w:rsidR="00FF0103" w:rsidRPr="00FF0103">
        <w:rPr>
          <w:color w:val="auto"/>
          <w:sz w:val="32"/>
          <w:szCs w:val="32"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คู่คุณธรรม</w:t>
      </w:r>
      <w:r w:rsidR="00FF0103" w:rsidRPr="00FF0103">
        <w:rPr>
          <w:color w:val="auto"/>
          <w:sz w:val="32"/>
          <w:szCs w:val="32"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โดยยึดหลักคิดปรัชญาของเศรษฐกิจพอเพียง</w:t>
      </w:r>
      <w:r w:rsidR="00FF0103">
        <w:rPr>
          <w:color w:val="auto"/>
          <w:sz w:val="32"/>
          <w:szCs w:val="32"/>
        </w:rPr>
        <w:t xml:space="preserve"> </w:t>
      </w:r>
      <w:r w:rsidR="00FF0103">
        <w:rPr>
          <w:rFonts w:hint="cs"/>
          <w:color w:val="auto"/>
          <w:sz w:val="32"/>
          <w:szCs w:val="32"/>
          <w:cs/>
        </w:rPr>
        <w:t xml:space="preserve">และประการสุดท้ายคือ </w:t>
      </w:r>
      <w:r w:rsidR="00FF0103" w:rsidRPr="00FF0103">
        <w:rPr>
          <w:color w:val="auto"/>
          <w:sz w:val="32"/>
          <w:szCs w:val="32"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พัฒนาหลักสูตรวิชาชีพ</w:t>
      </w:r>
      <w:r w:rsidR="00FF0103" w:rsidRPr="00FF0103">
        <w:rPr>
          <w:color w:val="auto"/>
          <w:sz w:val="32"/>
          <w:szCs w:val="32"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ให้สอดคล้องกับความต้องการของชุมชน</w:t>
      </w:r>
      <w:r w:rsidR="00FF0103" w:rsidRPr="00FF0103">
        <w:rPr>
          <w:color w:val="auto"/>
          <w:sz w:val="32"/>
          <w:szCs w:val="32"/>
          <w:cs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สถานประกอบการทั้งภาครัฐและเอกชน</w:t>
      </w:r>
      <w:r w:rsidR="00FF0103" w:rsidRPr="00FF0103">
        <w:rPr>
          <w:color w:val="auto"/>
          <w:sz w:val="32"/>
          <w:szCs w:val="32"/>
          <w:cs/>
          <w:lang w:bidi="en-US"/>
        </w:rPr>
        <w:t xml:space="preserve"> </w:t>
      </w:r>
      <w:r w:rsidR="00FF0103" w:rsidRPr="00FF0103">
        <w:rPr>
          <w:color w:val="auto"/>
          <w:sz w:val="32"/>
          <w:szCs w:val="32"/>
          <w:cs/>
        </w:rPr>
        <w:t>เพื่อให้ทันต่อการเปลี่ยนแปลงในทุกด้าน</w:t>
      </w:r>
    </w:p>
    <w:p w:rsidR="00386204" w:rsidRDefault="00FF0103" w:rsidP="009F00B9">
      <w:pPr>
        <w:pStyle w:val="Default"/>
        <w:jc w:val="thaiDistribute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</w:p>
    <w:p w:rsidR="009F00B9" w:rsidRDefault="00BC5CC5" w:rsidP="009F00B9">
      <w:pPr>
        <w:pStyle w:val="Default"/>
        <w:jc w:val="thaiDistribute"/>
        <w:rPr>
          <w:b/>
          <w:bCs/>
          <w:sz w:val="32"/>
          <w:szCs w:val="32"/>
        </w:rPr>
      </w:pPr>
      <w:r>
        <w:rPr>
          <w:b/>
          <w:bCs/>
          <w:noProof/>
          <w:sz w:val="40"/>
          <w:szCs w:val="4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8.05pt;margin-top:-40.2pt;width:57.05pt;height:26.5pt;z-index:251645952" stroked="f">
            <v:textbox>
              <w:txbxContent>
                <w:p w:rsidR="008E6F69" w:rsidRDefault="008E6F69" w:rsidP="00E841EC">
                  <w:r>
                    <w:t>2</w:t>
                  </w:r>
                </w:p>
              </w:txbxContent>
            </v:textbox>
          </v:shape>
        </w:pict>
      </w:r>
      <w:r w:rsidR="00386204">
        <w:rPr>
          <w:rFonts w:hint="cs"/>
          <w:color w:val="auto"/>
          <w:sz w:val="32"/>
          <w:szCs w:val="32"/>
          <w:cs/>
        </w:rPr>
        <w:t xml:space="preserve"> </w:t>
      </w:r>
      <w:r w:rsidR="00386204">
        <w:rPr>
          <w:rFonts w:hint="cs"/>
          <w:color w:val="auto"/>
          <w:sz w:val="32"/>
          <w:szCs w:val="32"/>
          <w:cs/>
        </w:rPr>
        <w:tab/>
      </w:r>
      <w:r w:rsidR="00FF0103">
        <w:rPr>
          <w:rFonts w:hint="cs"/>
          <w:color w:val="auto"/>
          <w:sz w:val="32"/>
          <w:szCs w:val="32"/>
          <w:cs/>
        </w:rPr>
        <w:t>โดย</w:t>
      </w:r>
      <w:r w:rsidR="0091364E" w:rsidRPr="009F00B9">
        <w:rPr>
          <w:color w:val="auto"/>
          <w:sz w:val="32"/>
          <w:szCs w:val="32"/>
          <w:cs/>
        </w:rPr>
        <w:t>มุ่งมั่นผลิต</w:t>
      </w:r>
      <w:r w:rsidR="005101D8">
        <w:rPr>
          <w:color w:val="auto"/>
          <w:sz w:val="32"/>
          <w:szCs w:val="32"/>
          <w:cs/>
        </w:rPr>
        <w:t>นักศึกษาที่จะจบออกไป</w:t>
      </w:r>
      <w:r w:rsidR="0091364E" w:rsidRPr="009F00B9">
        <w:rPr>
          <w:color w:val="auto"/>
          <w:sz w:val="32"/>
          <w:szCs w:val="32"/>
          <w:cs/>
        </w:rPr>
        <w:t>ให้มีความรู้ในด้านวิชาการเป็นผู้มีคุณธรรม</w:t>
      </w:r>
      <w:r w:rsidR="0091364E" w:rsidRPr="009F00B9">
        <w:rPr>
          <w:color w:val="auto"/>
          <w:sz w:val="32"/>
          <w:szCs w:val="32"/>
        </w:rPr>
        <w:t xml:space="preserve"> </w:t>
      </w:r>
      <w:r w:rsidR="00AC7F67">
        <w:rPr>
          <w:color w:val="auto"/>
          <w:sz w:val="32"/>
          <w:szCs w:val="32"/>
          <w:cs/>
        </w:rPr>
        <w:t>และมีทักษะในการปฏิ</w:t>
      </w:r>
      <w:r w:rsidR="0091364E" w:rsidRPr="009F00B9">
        <w:rPr>
          <w:color w:val="auto"/>
          <w:sz w:val="32"/>
          <w:szCs w:val="32"/>
          <w:cs/>
        </w:rPr>
        <w:t>บัติ</w:t>
      </w:r>
      <w:r w:rsidR="00386204">
        <w:rPr>
          <w:rFonts w:hint="cs"/>
          <w:color w:val="auto"/>
          <w:sz w:val="32"/>
          <w:szCs w:val="32"/>
          <w:cs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งาน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โดยเฉพาะอย่างยิ่งการนำความรู้ใหม่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ๆ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และเทคโนโลยีที่ก้าวหน้ามาใช้ในการพัฒนาสังคมและเศรษฐกิจของประเทศ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ซึ่งการที่จะได้</w:t>
      </w:r>
      <w:r w:rsidR="005101D8">
        <w:rPr>
          <w:color w:val="auto"/>
          <w:sz w:val="32"/>
          <w:szCs w:val="32"/>
          <w:cs/>
        </w:rPr>
        <w:t>นักศึกษาที่จบออกไปแล้ว</w:t>
      </w:r>
      <w:r w:rsidR="0091364E" w:rsidRPr="009F00B9">
        <w:rPr>
          <w:color w:val="auto"/>
          <w:sz w:val="32"/>
          <w:szCs w:val="32"/>
          <w:cs/>
        </w:rPr>
        <w:t>มีคุณภาพดังกล่าวสิ่งสำคัญอย่างยิ่งคือ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การจัดการเรียนการสอนอย่างมีประสิทธิภาพ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ซึ่งในการจัดการเรียนการสอนนั้น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นอกจากจะประกอบด้วย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เทคนิคการสอนของครู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สื่อการสอนและนวัตกรรม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การวัดและการประเมินผลตลอดจนคุณลักษณะของผู้สอนแล้ว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การได้รับความรู้ความเข้าใจและนำความรู้มาประยุกต์ใช้และทัศนคติที่ดีของผู้เรียนก็มีส่วนสำคัญในการทำให้เกิดผลสัมฤทธิ์ทางการเรียนของผู้เรียนด้วย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และเพื่อให้เกิดกระบวนการจัดการเรียนการสอนที่เน้นผู้เรียนและเกิดประสิทธิภาพสูงสุดกับผู้เรียน</w:t>
      </w:r>
      <w:r w:rsidR="0091364E" w:rsidRPr="009F00B9">
        <w:rPr>
          <w:color w:val="auto"/>
          <w:sz w:val="32"/>
          <w:szCs w:val="32"/>
        </w:rPr>
        <w:t xml:space="preserve"> </w:t>
      </w:r>
      <w:r w:rsidR="0091364E" w:rsidRPr="009F00B9">
        <w:rPr>
          <w:color w:val="auto"/>
          <w:sz w:val="32"/>
          <w:szCs w:val="32"/>
          <w:cs/>
        </w:rPr>
        <w:t>จึงควรมุ่ง</w:t>
      </w:r>
      <w:r w:rsidR="0091364E">
        <w:rPr>
          <w:sz w:val="32"/>
          <w:szCs w:val="32"/>
          <w:cs/>
        </w:rPr>
        <w:t>ศึกษาความพึงพอใจของผู้เรียนที่มีต่อผู้สอน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ในด้านการจัดการเรียนการสอน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การใช้สื่อและอุปกรณ์การสอนและคุณลักษณะของผู้สอน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เพื่อให้การจัดการเรียนการสอนสอดคล้องกับความต้องการของผู้เรียน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ทำให้ผู้เรียนได้รับความรู้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มีคุณธรรม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จริยธรรม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และมีความสามารถในการปฏิบัติงานตามวิชาชีพของตนได้อย่างมีประสิทธิภาพ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และยังเป็นแนวทางในการพัฒนาการจัดการเรียนการสอนของครูให้มีประสิทธิภาพยิ่งขึ้น</w:t>
      </w:r>
      <w:r w:rsidR="0091364E">
        <w:rPr>
          <w:sz w:val="32"/>
          <w:szCs w:val="32"/>
        </w:rPr>
        <w:t xml:space="preserve"> </w:t>
      </w:r>
    </w:p>
    <w:p w:rsidR="009F00B9" w:rsidRPr="009F00B9" w:rsidRDefault="009F00B9" w:rsidP="0091364E">
      <w:pPr>
        <w:pStyle w:val="Default"/>
        <w:rPr>
          <w:b/>
          <w:bCs/>
          <w:sz w:val="16"/>
          <w:szCs w:val="16"/>
        </w:rPr>
      </w:pPr>
    </w:p>
    <w:p w:rsidR="009F00B9" w:rsidRDefault="0091364E" w:rsidP="0091364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วัตถุประสงค์ของการวิจัย</w:t>
      </w:r>
      <w:r>
        <w:rPr>
          <w:b/>
          <w:bCs/>
          <w:sz w:val="32"/>
          <w:szCs w:val="32"/>
        </w:rPr>
        <w:t xml:space="preserve"> </w:t>
      </w:r>
    </w:p>
    <w:p w:rsidR="005A6260" w:rsidRDefault="009F00B9" w:rsidP="005A626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เพื่อศึกษาความพึงพอใจของนักศึกษา</w:t>
      </w:r>
      <w:r w:rsidR="00956D39">
        <w:rPr>
          <w:rFonts w:hint="cs"/>
          <w:sz w:val="32"/>
          <w:szCs w:val="32"/>
          <w:cs/>
        </w:rPr>
        <w:t>ระดับ</w:t>
      </w:r>
      <w:r w:rsidR="005544C8">
        <w:rPr>
          <w:sz w:val="32"/>
          <w:szCs w:val="32"/>
          <w:cs/>
        </w:rPr>
        <w:t xml:space="preserve">ระดับชั้น </w:t>
      </w:r>
      <w:proofErr w:type="spellStart"/>
      <w:r w:rsidR="005544C8">
        <w:rPr>
          <w:sz w:val="32"/>
          <w:szCs w:val="32"/>
          <w:cs/>
        </w:rPr>
        <w:t>ปวช</w:t>
      </w:r>
      <w:proofErr w:type="spellEnd"/>
      <w:r w:rsidR="005544C8">
        <w:rPr>
          <w:sz w:val="32"/>
          <w:szCs w:val="32"/>
        </w:rPr>
        <w:t>.</w:t>
      </w:r>
      <w:r w:rsidR="005E2156">
        <w:rPr>
          <w:sz w:val="32"/>
          <w:szCs w:val="32"/>
        </w:rPr>
        <w:t>1</w:t>
      </w:r>
      <w:r w:rsidR="005A6260">
        <w:rPr>
          <w:sz w:val="32"/>
          <w:szCs w:val="32"/>
        </w:rPr>
        <w:t xml:space="preserve">     </w:t>
      </w:r>
      <w:r w:rsidR="00E86B1F">
        <w:rPr>
          <w:sz w:val="32"/>
          <w:szCs w:val="32"/>
          <w:cs/>
        </w:rPr>
        <w:t>สาขางานอิเล็กทรอนิกส์</w:t>
      </w:r>
      <w:r w:rsidR="00956D39">
        <w:rPr>
          <w:rFonts w:hint="cs"/>
          <w:sz w:val="32"/>
          <w:szCs w:val="32"/>
          <w:cs/>
        </w:rPr>
        <w:t>ต่อครู</w:t>
      </w:r>
    </w:p>
    <w:p w:rsidR="00066B02" w:rsidRDefault="00956D39" w:rsidP="005A6260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ผู้สอน</w:t>
      </w:r>
      <w:r w:rsidR="0007192C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07192C">
        <w:rPr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สาขางาน</w:t>
      </w:r>
      <w:r w:rsidR="0007192C">
        <w:rPr>
          <w:sz w:val="32"/>
          <w:szCs w:val="32"/>
          <w:cs/>
        </w:rPr>
        <w:t>อิเล็กทรอนิกส์</w:t>
      </w:r>
      <w:r>
        <w:rPr>
          <w:rFonts w:hint="cs"/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วิทยาลัยสารพัดช่างปราจ</w:t>
      </w:r>
      <w:r>
        <w:rPr>
          <w:sz w:val="32"/>
          <w:szCs w:val="32"/>
          <w:cs/>
        </w:rPr>
        <w:t>ีนบุรี</w:t>
      </w:r>
      <w:r w:rsidR="0091364E">
        <w:rPr>
          <w:sz w:val="32"/>
          <w:szCs w:val="32"/>
          <w:cs/>
        </w:rPr>
        <w:t>ในด้านการ</w:t>
      </w:r>
      <w:r w:rsidR="005544C8">
        <w:rPr>
          <w:sz w:val="32"/>
          <w:szCs w:val="32"/>
          <w:cs/>
        </w:rPr>
        <w:t>เ</w:t>
      </w:r>
      <w:r w:rsidR="00B46034">
        <w:rPr>
          <w:sz w:val="32"/>
          <w:szCs w:val="32"/>
          <w:cs/>
        </w:rPr>
        <w:t>รียน</w:t>
      </w:r>
      <w:r w:rsidR="005544C8">
        <w:rPr>
          <w:sz w:val="32"/>
          <w:szCs w:val="32"/>
          <w:cs/>
        </w:rPr>
        <w:t>การ</w:t>
      </w:r>
      <w:r w:rsidR="0091364E">
        <w:rPr>
          <w:sz w:val="32"/>
          <w:szCs w:val="32"/>
          <w:cs/>
        </w:rPr>
        <w:t>สอน</w:t>
      </w:r>
      <w:r w:rsidR="005A6260">
        <w:rPr>
          <w:sz w:val="32"/>
          <w:szCs w:val="32"/>
        </w:rPr>
        <w:t xml:space="preserve"> </w:t>
      </w:r>
      <w:r w:rsidR="00066B02">
        <w:rPr>
          <w:sz w:val="32"/>
          <w:szCs w:val="32"/>
        </w:rPr>
        <w:t xml:space="preserve">  </w:t>
      </w:r>
      <w:r w:rsidR="00692A74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</w:t>
      </w:r>
      <w:r w:rsidR="00B46034">
        <w:rPr>
          <w:sz w:val="32"/>
          <w:szCs w:val="32"/>
          <w:cs/>
        </w:rPr>
        <w:t>สื่อการเรียนการสอน</w:t>
      </w:r>
      <w:r w:rsidR="005A6260">
        <w:rPr>
          <w:sz w:val="32"/>
          <w:szCs w:val="32"/>
        </w:rPr>
        <w:t xml:space="preserve">  </w:t>
      </w:r>
      <w:r w:rsidR="0091364E">
        <w:rPr>
          <w:sz w:val="32"/>
          <w:szCs w:val="32"/>
        </w:rPr>
        <w:t xml:space="preserve"> </w:t>
      </w:r>
      <w:r w:rsidR="00066B02">
        <w:rPr>
          <w:sz w:val="32"/>
          <w:szCs w:val="32"/>
        </w:rPr>
        <w:t xml:space="preserve">   </w:t>
      </w:r>
      <w:r w:rsidR="0091364E">
        <w:rPr>
          <w:sz w:val="32"/>
          <w:szCs w:val="32"/>
          <w:cs/>
        </w:rPr>
        <w:t>ด้าน</w:t>
      </w:r>
      <w:r w:rsidR="00B46034">
        <w:rPr>
          <w:sz w:val="32"/>
          <w:szCs w:val="32"/>
          <w:cs/>
        </w:rPr>
        <w:t xml:space="preserve">คุณธรรม จริยธรรม </w:t>
      </w:r>
      <w:r w:rsidR="00066B02">
        <w:rPr>
          <w:sz w:val="32"/>
          <w:szCs w:val="32"/>
        </w:rPr>
        <w:t xml:space="preserve">   </w:t>
      </w:r>
      <w:r w:rsidR="00B46034">
        <w:rPr>
          <w:sz w:val="32"/>
          <w:szCs w:val="32"/>
        </w:rPr>
        <w:t xml:space="preserve"> </w:t>
      </w:r>
      <w:r w:rsidR="00B46034">
        <w:rPr>
          <w:sz w:val="32"/>
          <w:szCs w:val="32"/>
          <w:cs/>
        </w:rPr>
        <w:t>และผลที่ได้รับจากการเรียน</w:t>
      </w:r>
    </w:p>
    <w:p w:rsidR="00692A74" w:rsidRDefault="00B46034" w:rsidP="005A626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การสอน</w:t>
      </w:r>
    </w:p>
    <w:p w:rsidR="009F00B9" w:rsidRDefault="009F00B9" w:rsidP="0091364E">
      <w:pPr>
        <w:pStyle w:val="Default"/>
        <w:rPr>
          <w:sz w:val="32"/>
          <w:szCs w:val="32"/>
        </w:rPr>
      </w:pPr>
      <w:r w:rsidRPr="009F00B9">
        <w:rPr>
          <w:b/>
          <w:bCs/>
          <w:sz w:val="16"/>
          <w:szCs w:val="16"/>
          <w:cs/>
        </w:rPr>
        <w:br/>
      </w:r>
      <w:r w:rsidR="0091364E">
        <w:rPr>
          <w:b/>
          <w:bCs/>
          <w:sz w:val="32"/>
          <w:szCs w:val="32"/>
          <w:cs/>
        </w:rPr>
        <w:t>ขอบเขตการวิจัย</w:t>
      </w:r>
      <w:r w:rsidR="0091364E">
        <w:rPr>
          <w:b/>
          <w:bCs/>
          <w:sz w:val="32"/>
          <w:szCs w:val="32"/>
        </w:rPr>
        <w:t xml:space="preserve"> </w:t>
      </w:r>
    </w:p>
    <w:p w:rsidR="00956D39" w:rsidRDefault="009F00B9" w:rsidP="000806EB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ประชากรและกลุ่มตัวอย่าง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ประกอบด้วย</w:t>
      </w:r>
      <w:r w:rsidR="0091364E">
        <w:rPr>
          <w:sz w:val="32"/>
          <w:szCs w:val="32"/>
        </w:rPr>
        <w:t xml:space="preserve"> </w:t>
      </w:r>
    </w:p>
    <w:p w:rsidR="00346B79" w:rsidRDefault="00956D39" w:rsidP="000806EB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0063F">
        <w:rPr>
          <w:sz w:val="32"/>
          <w:szCs w:val="32"/>
        </w:rPr>
        <w:t xml:space="preserve">    </w:t>
      </w:r>
      <w:r w:rsidR="0091364E">
        <w:rPr>
          <w:sz w:val="32"/>
          <w:szCs w:val="32"/>
          <w:cs/>
        </w:rPr>
        <w:t>ประชากรที่ใช้ในการวิจัยครั้งนี้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นักศึกษา</w:t>
      </w:r>
      <w:r w:rsidR="00346B79">
        <w:rPr>
          <w:sz w:val="32"/>
          <w:szCs w:val="32"/>
          <w:cs/>
        </w:rPr>
        <w:t xml:space="preserve">ระดับชั้น </w:t>
      </w:r>
      <w:proofErr w:type="spellStart"/>
      <w:r w:rsidR="00346B79">
        <w:rPr>
          <w:sz w:val="32"/>
          <w:szCs w:val="32"/>
          <w:cs/>
        </w:rPr>
        <w:t>ปวช</w:t>
      </w:r>
      <w:proofErr w:type="spellEnd"/>
      <w:r w:rsidR="00346B79">
        <w:rPr>
          <w:sz w:val="32"/>
          <w:szCs w:val="32"/>
        </w:rPr>
        <w:t>.</w:t>
      </w:r>
      <w:r w:rsidR="005E2156">
        <w:rPr>
          <w:sz w:val="32"/>
          <w:szCs w:val="32"/>
        </w:rPr>
        <w:t>1</w:t>
      </w:r>
      <w:r w:rsidR="00346B79">
        <w:rPr>
          <w:sz w:val="32"/>
          <w:szCs w:val="32"/>
        </w:rPr>
        <w:t xml:space="preserve"> </w:t>
      </w:r>
      <w:r w:rsidR="00346B79">
        <w:rPr>
          <w:sz w:val="32"/>
          <w:szCs w:val="32"/>
          <w:cs/>
        </w:rPr>
        <w:t xml:space="preserve">สาขางานอิเล็กทรอนิกส์ 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 w:rsidR="0091364E">
        <w:rPr>
          <w:sz w:val="32"/>
          <w:szCs w:val="32"/>
        </w:rPr>
        <w:t xml:space="preserve"> </w:t>
      </w:r>
    </w:p>
    <w:p w:rsidR="00346B79" w:rsidRDefault="0090063F" w:rsidP="00346B79">
      <w:pPr>
        <w:pStyle w:val="Default"/>
        <w:ind w:firstLine="720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91364E">
        <w:rPr>
          <w:sz w:val="32"/>
          <w:szCs w:val="32"/>
          <w:cs/>
        </w:rPr>
        <w:t>กลุ่มตัวอย่างที่ใช้ในการวิจัยครั้งนี้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นักศึกษา</w:t>
      </w:r>
      <w:r w:rsidR="00000E43">
        <w:rPr>
          <w:rFonts w:hint="cs"/>
          <w:sz w:val="32"/>
          <w:szCs w:val="32"/>
          <w:cs/>
        </w:rPr>
        <w:t>ระดับประกาศนียบัตรวิชาชีพ</w:t>
      </w:r>
      <w:r w:rsidR="00346B79">
        <w:rPr>
          <w:sz w:val="32"/>
          <w:szCs w:val="32"/>
          <w:cs/>
        </w:rPr>
        <w:t xml:space="preserve">ปีที่ </w:t>
      </w:r>
      <w:r w:rsidR="005E2156">
        <w:rPr>
          <w:sz w:val="32"/>
          <w:szCs w:val="32"/>
        </w:rPr>
        <w:t>1</w:t>
      </w:r>
      <w:r w:rsidR="00346B79">
        <w:rPr>
          <w:sz w:val="32"/>
          <w:szCs w:val="32"/>
        </w:rPr>
        <w:t xml:space="preserve"> </w:t>
      </w:r>
      <w:r w:rsidR="00346B79">
        <w:rPr>
          <w:sz w:val="32"/>
          <w:szCs w:val="32"/>
          <w:cs/>
        </w:rPr>
        <w:t>สาขางานอิเล็กทรอนิกส์</w:t>
      </w:r>
      <w:r w:rsidR="00000E43">
        <w:rPr>
          <w:rFonts w:hint="cs"/>
          <w:sz w:val="32"/>
          <w:szCs w:val="32"/>
          <w:cs/>
        </w:rPr>
        <w:t xml:space="preserve"> </w:t>
      </w:r>
      <w:r w:rsidR="00346B79">
        <w:rPr>
          <w:sz w:val="32"/>
          <w:szCs w:val="32"/>
        </w:rPr>
        <w:t xml:space="preserve">   </w:t>
      </w:r>
      <w:r w:rsidR="00000E43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 w:rsidR="0091364E">
        <w:rPr>
          <w:sz w:val="32"/>
          <w:szCs w:val="32"/>
        </w:rPr>
        <w:t xml:space="preserve"> </w:t>
      </w:r>
      <w:r w:rsidR="00956D39">
        <w:rPr>
          <w:sz w:val="32"/>
          <w:szCs w:val="32"/>
        </w:rPr>
        <w:t xml:space="preserve"> </w:t>
      </w:r>
      <w:r w:rsidR="00000E43">
        <w:rPr>
          <w:rFonts w:hint="cs"/>
          <w:sz w:val="32"/>
          <w:szCs w:val="32"/>
          <w:cs/>
        </w:rPr>
        <w:t xml:space="preserve">            </w:t>
      </w:r>
      <w:r w:rsidR="0091364E">
        <w:rPr>
          <w:sz w:val="32"/>
          <w:szCs w:val="32"/>
          <w:cs/>
        </w:rPr>
        <w:t>ที่กำลังศึกษาอยู่ใน</w:t>
      </w:r>
      <w:r w:rsidR="00000E43">
        <w:rPr>
          <w:rFonts w:hint="cs"/>
          <w:sz w:val="32"/>
          <w:szCs w:val="32"/>
          <w:cs/>
        </w:rPr>
        <w:t xml:space="preserve">ภาคเรียนที่  </w:t>
      </w:r>
      <w:r w:rsidR="00692A74">
        <w:rPr>
          <w:sz w:val="32"/>
          <w:szCs w:val="32"/>
        </w:rPr>
        <w:t>2</w:t>
      </w:r>
      <w:r w:rsidR="00000E43">
        <w:rPr>
          <w:rFonts w:hint="cs"/>
          <w:sz w:val="32"/>
          <w:szCs w:val="32"/>
          <w:cs/>
        </w:rPr>
        <w:t xml:space="preserve">   </w:t>
      </w:r>
      <w:r w:rsidR="0091364E">
        <w:rPr>
          <w:sz w:val="32"/>
          <w:szCs w:val="32"/>
          <w:cs/>
        </w:rPr>
        <w:t>ปีการศึกษา</w:t>
      </w:r>
      <w:r w:rsidR="00346B79"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 w:rsidR="0091364E">
        <w:rPr>
          <w:sz w:val="32"/>
          <w:szCs w:val="32"/>
        </w:rPr>
        <w:t xml:space="preserve"> </w:t>
      </w:r>
      <w:r w:rsidR="000806EB">
        <w:rPr>
          <w:rFonts w:hint="cs"/>
          <w:sz w:val="32"/>
          <w:szCs w:val="32"/>
          <w:cs/>
        </w:rPr>
        <w:t xml:space="preserve"> </w:t>
      </w:r>
    </w:p>
    <w:p w:rsidR="00956D39" w:rsidRDefault="0091364E" w:rsidP="00346B79">
      <w:pPr>
        <w:pStyle w:val="Default"/>
        <w:ind w:firstLine="720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กรอบที่ใช้ในการวิจัย</w:t>
      </w:r>
      <w:r>
        <w:rPr>
          <w:sz w:val="32"/>
          <w:szCs w:val="32"/>
        </w:rPr>
        <w:t xml:space="preserve"> </w:t>
      </w:r>
    </w:p>
    <w:p w:rsidR="000806EB" w:rsidRDefault="00956D39" w:rsidP="000806EB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0063F">
        <w:rPr>
          <w:sz w:val="32"/>
          <w:szCs w:val="32"/>
        </w:rPr>
        <w:t xml:space="preserve">    </w:t>
      </w:r>
      <w:r w:rsidR="0091364E">
        <w:rPr>
          <w:sz w:val="32"/>
          <w:szCs w:val="32"/>
          <w:cs/>
        </w:rPr>
        <w:t>การศึกษาครั้งนี้ได้กำหนดกรอบในการศึกษาเฉพาะในด้านการ</w:t>
      </w:r>
      <w:r w:rsidR="00286BCC">
        <w:rPr>
          <w:sz w:val="32"/>
          <w:szCs w:val="32"/>
          <w:cs/>
        </w:rPr>
        <w:t>เ</w:t>
      </w:r>
      <w:r w:rsidR="00DC23D1">
        <w:rPr>
          <w:sz w:val="32"/>
          <w:szCs w:val="32"/>
          <w:cs/>
        </w:rPr>
        <w:t>รียน</w:t>
      </w:r>
      <w:r w:rsidR="00286BCC">
        <w:rPr>
          <w:sz w:val="32"/>
          <w:szCs w:val="32"/>
          <w:cs/>
        </w:rPr>
        <w:t>การ</w:t>
      </w:r>
      <w:r w:rsidR="0091364E">
        <w:rPr>
          <w:sz w:val="32"/>
          <w:szCs w:val="32"/>
          <w:cs/>
        </w:rPr>
        <w:t>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</w:t>
      </w:r>
      <w:r w:rsidR="00DC23D1">
        <w:rPr>
          <w:sz w:val="32"/>
          <w:szCs w:val="32"/>
          <w:cs/>
        </w:rPr>
        <w:t>สื่อการเรียนการสอน</w:t>
      </w:r>
      <w:r w:rsidR="00286BCC">
        <w:rPr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</w:t>
      </w:r>
      <w:r w:rsidR="00DC23D1">
        <w:rPr>
          <w:sz w:val="32"/>
          <w:szCs w:val="32"/>
          <w:cs/>
        </w:rPr>
        <w:t xml:space="preserve">คุณธรรม </w:t>
      </w:r>
      <w:proofErr w:type="spellStart"/>
      <w:r w:rsidR="00DC23D1">
        <w:rPr>
          <w:sz w:val="32"/>
          <w:szCs w:val="32"/>
          <w:cs/>
        </w:rPr>
        <w:t>จรย</w:t>
      </w:r>
      <w:proofErr w:type="spellEnd"/>
      <w:r w:rsidR="00DC23D1">
        <w:rPr>
          <w:sz w:val="32"/>
          <w:szCs w:val="32"/>
          <w:cs/>
        </w:rPr>
        <w:t>ธรรม  และผลที่ได้รับจากการเรียนการสอน</w:t>
      </w:r>
      <w:r w:rsidR="0091364E">
        <w:rPr>
          <w:sz w:val="32"/>
          <w:szCs w:val="32"/>
          <w:cs/>
        </w:rPr>
        <w:t>ที่นักศึกษาได้รับในรายวิชา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213120">
        <w:rPr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ของครูผู้สอน</w:t>
      </w:r>
      <w:r w:rsidR="0091364E">
        <w:rPr>
          <w:sz w:val="32"/>
          <w:szCs w:val="32"/>
        </w:rPr>
        <w:t xml:space="preserve"> </w:t>
      </w:r>
    </w:p>
    <w:p w:rsidR="0091364E" w:rsidRDefault="00BC5CC5" w:rsidP="00386204">
      <w:pPr>
        <w:pStyle w:val="Default"/>
        <w:jc w:val="thaiDistribute"/>
        <w:rPr>
          <w:sz w:val="32"/>
          <w:szCs w:val="32"/>
        </w:rPr>
      </w:pPr>
      <w:r>
        <w:rPr>
          <w:b/>
          <w:bCs/>
          <w:noProof/>
          <w:sz w:val="40"/>
          <w:szCs w:val="40"/>
        </w:rPr>
        <w:lastRenderedPageBreak/>
        <w:pict>
          <v:shape id="_x0000_s1032" type="#_x0000_t202" style="position:absolute;left:0;text-align:left;margin-left:392.15pt;margin-top:-38.3pt;width:57.05pt;height:26.5pt;z-index:251646976" stroked="f">
            <v:textbox>
              <w:txbxContent>
                <w:p w:rsidR="008E6F69" w:rsidRDefault="008E6F69" w:rsidP="00E841EC">
                  <w:r>
                    <w:t>3</w:t>
                  </w:r>
                </w:p>
              </w:txbxContent>
            </v:textbox>
          </v:shape>
        </w:pict>
      </w:r>
      <w:r w:rsidR="000806EB">
        <w:rPr>
          <w:sz w:val="32"/>
          <w:szCs w:val="32"/>
        </w:rPr>
        <w:t xml:space="preserve"> </w:t>
      </w:r>
      <w:r w:rsidR="000806EB"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3. </w:t>
      </w:r>
      <w:r w:rsidR="0091364E">
        <w:rPr>
          <w:sz w:val="32"/>
          <w:szCs w:val="32"/>
          <w:cs/>
        </w:rPr>
        <w:t>ครูผู้สอน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ผู้สอนในรายวิชา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213120">
        <w:rPr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ในภาคที่</w:t>
      </w:r>
      <w:r w:rsidR="000806EB">
        <w:rPr>
          <w:sz w:val="32"/>
          <w:szCs w:val="32"/>
        </w:rPr>
        <w:t xml:space="preserve"> </w:t>
      </w:r>
      <w:r w:rsidR="00DE1F95">
        <w:rPr>
          <w:sz w:val="32"/>
          <w:szCs w:val="32"/>
        </w:rPr>
        <w:t>2</w:t>
      </w:r>
      <w:r w:rsidR="000806EB">
        <w:rPr>
          <w:sz w:val="32"/>
          <w:szCs w:val="32"/>
        </w:rPr>
        <w:t>/</w:t>
      </w:r>
      <w:r w:rsidR="00655541">
        <w:rPr>
          <w:sz w:val="32"/>
          <w:szCs w:val="32"/>
        </w:rPr>
        <w:t>2554</w:t>
      </w:r>
      <w:r w:rsidR="00B1443C">
        <w:rPr>
          <w:rFonts w:hint="cs"/>
          <w:sz w:val="32"/>
          <w:szCs w:val="32"/>
          <w:cs/>
        </w:rPr>
        <w:t xml:space="preserve"> </w:t>
      </w:r>
      <w:proofErr w:type="gramStart"/>
      <w:r w:rsidR="0091364E">
        <w:rPr>
          <w:sz w:val="32"/>
          <w:szCs w:val="32"/>
          <w:cs/>
        </w:rPr>
        <w:t>ของ</w:t>
      </w:r>
      <w:r w:rsidR="00B1443C">
        <w:rPr>
          <w:rFonts w:hint="cs"/>
          <w:sz w:val="32"/>
          <w:szCs w:val="32"/>
          <w:cs/>
        </w:rPr>
        <w:t>สาขางาน</w:t>
      </w:r>
      <w:r w:rsidR="00213120">
        <w:rPr>
          <w:sz w:val="32"/>
          <w:szCs w:val="32"/>
          <w:cs/>
        </w:rPr>
        <w:t xml:space="preserve">อิเล็กทรอนิกส์  </w:t>
      </w:r>
      <w:r w:rsidR="0091364E">
        <w:rPr>
          <w:sz w:val="32"/>
          <w:szCs w:val="32"/>
          <w:cs/>
        </w:rPr>
        <w:t>จำนวน</w:t>
      </w:r>
      <w:proofErr w:type="gramEnd"/>
      <w:r w:rsidR="00B1443C">
        <w:rPr>
          <w:sz w:val="32"/>
          <w:szCs w:val="32"/>
        </w:rPr>
        <w:t xml:space="preserve">  </w:t>
      </w:r>
      <w:r w:rsidR="00213120">
        <w:rPr>
          <w:sz w:val="32"/>
          <w:szCs w:val="32"/>
        </w:rPr>
        <w:t xml:space="preserve">1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คน</w:t>
      </w:r>
      <w:r w:rsidR="0091364E">
        <w:rPr>
          <w:sz w:val="32"/>
          <w:szCs w:val="32"/>
        </w:rPr>
        <w:t xml:space="preserve"> </w:t>
      </w:r>
    </w:p>
    <w:p w:rsidR="00386204" w:rsidRDefault="00386204" w:rsidP="00386204">
      <w:pPr>
        <w:pStyle w:val="Default"/>
        <w:jc w:val="thaiDistribute"/>
        <w:rPr>
          <w:sz w:val="32"/>
          <w:szCs w:val="32"/>
        </w:rPr>
      </w:pPr>
    </w:p>
    <w:p w:rsidR="000806EB" w:rsidRDefault="0091364E" w:rsidP="0091364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ประโยชน์ที่คาดว่าจะได้รับจากการวิจัย</w:t>
      </w:r>
      <w:r>
        <w:rPr>
          <w:b/>
          <w:bCs/>
          <w:sz w:val="32"/>
          <w:szCs w:val="32"/>
        </w:rPr>
        <w:t xml:space="preserve"> </w:t>
      </w:r>
    </w:p>
    <w:p w:rsidR="00DE1F95" w:rsidRDefault="000806EB" w:rsidP="00C0472D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ได้ข้อมูลเกี่ยวกับ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การจัดการเรียนการสอนของครู</w:t>
      </w:r>
      <w:r w:rsidR="0091364E">
        <w:rPr>
          <w:sz w:val="32"/>
          <w:szCs w:val="32"/>
        </w:rPr>
        <w:t xml:space="preserve"> </w:t>
      </w:r>
      <w:proofErr w:type="gramStart"/>
      <w:r w:rsidR="0091364E">
        <w:rPr>
          <w:sz w:val="32"/>
          <w:szCs w:val="32"/>
          <w:cs/>
        </w:rPr>
        <w:t>คุณลักษณะของครูผู้สอน</w:t>
      </w:r>
      <w:r w:rsidR="008B2FC7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8B2FC7">
        <w:rPr>
          <w:sz w:val="32"/>
          <w:szCs w:val="32"/>
          <w:cs/>
        </w:rPr>
        <w:t xml:space="preserve">  </w:t>
      </w:r>
      <w:r w:rsidR="00386204">
        <w:rPr>
          <w:rFonts w:hint="cs"/>
          <w:sz w:val="32"/>
          <w:szCs w:val="32"/>
          <w:cs/>
        </w:rPr>
        <w:t>สาขางาน</w:t>
      </w:r>
      <w:r w:rsidR="008B2FC7">
        <w:rPr>
          <w:sz w:val="32"/>
          <w:szCs w:val="32"/>
          <w:cs/>
        </w:rPr>
        <w:t>อิเล็กทรอนิกส์</w:t>
      </w:r>
      <w:proofErr w:type="gramEnd"/>
      <w:r w:rsidR="00386204">
        <w:rPr>
          <w:rFonts w:hint="cs"/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 w:rsidR="00386204">
        <w:rPr>
          <w:rFonts w:hint="cs"/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ใน</w:t>
      </w:r>
      <w:r w:rsidR="0091364E">
        <w:rPr>
          <w:sz w:val="32"/>
          <w:szCs w:val="32"/>
        </w:rPr>
        <w:t xml:space="preserve"> </w:t>
      </w:r>
      <w:r w:rsidR="00FA741F">
        <w:rPr>
          <w:sz w:val="32"/>
          <w:szCs w:val="32"/>
        </w:rPr>
        <w:t>4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ด้านการ</w:t>
      </w:r>
      <w:r w:rsidR="004C77A6">
        <w:rPr>
          <w:sz w:val="32"/>
          <w:szCs w:val="32"/>
          <w:cs/>
        </w:rPr>
        <w:t>เ</w:t>
      </w:r>
      <w:r w:rsidR="00FA741F">
        <w:rPr>
          <w:sz w:val="32"/>
          <w:szCs w:val="32"/>
          <w:cs/>
        </w:rPr>
        <w:t>รียน</w:t>
      </w:r>
      <w:r w:rsidR="004C77A6">
        <w:rPr>
          <w:sz w:val="32"/>
          <w:szCs w:val="32"/>
          <w:cs/>
        </w:rPr>
        <w:t>การสอน</w:t>
      </w:r>
      <w:r w:rsidR="00C0472D">
        <w:rPr>
          <w:sz w:val="32"/>
          <w:szCs w:val="32"/>
        </w:rPr>
        <w:t xml:space="preserve">  </w:t>
      </w:r>
      <w:r w:rsidR="0091364E">
        <w:rPr>
          <w:sz w:val="32"/>
          <w:szCs w:val="32"/>
          <w:cs/>
        </w:rPr>
        <w:t>ด้าน</w:t>
      </w:r>
      <w:r w:rsidR="00FA741F">
        <w:rPr>
          <w:sz w:val="32"/>
          <w:szCs w:val="32"/>
          <w:cs/>
        </w:rPr>
        <w:t>สื่อการเรียนการสอน</w:t>
      </w:r>
      <w:r w:rsidR="004C77A6">
        <w:rPr>
          <w:sz w:val="32"/>
          <w:szCs w:val="32"/>
          <w:cs/>
        </w:rPr>
        <w:t xml:space="preserve"> </w:t>
      </w:r>
      <w:r w:rsidR="00FA741F">
        <w:rPr>
          <w:sz w:val="32"/>
          <w:szCs w:val="32"/>
        </w:rPr>
        <w:t xml:space="preserve"> </w:t>
      </w:r>
      <w:r w:rsidR="00C0472D">
        <w:rPr>
          <w:sz w:val="32"/>
          <w:szCs w:val="32"/>
        </w:rPr>
        <w:t xml:space="preserve"> </w:t>
      </w:r>
      <w:r w:rsidR="004C77A6">
        <w:rPr>
          <w:sz w:val="32"/>
          <w:szCs w:val="32"/>
          <w:cs/>
        </w:rPr>
        <w:t>ด้าน</w:t>
      </w:r>
      <w:r w:rsidR="00FA741F">
        <w:rPr>
          <w:sz w:val="32"/>
          <w:szCs w:val="32"/>
          <w:cs/>
        </w:rPr>
        <w:t>คุณธรรม จริยธรรม  และผลที่ได้รับจากการเรียนการสอน</w:t>
      </w:r>
    </w:p>
    <w:p w:rsidR="000806EB" w:rsidRDefault="0091364E" w:rsidP="00C0472D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ที่นักศึกษาได้รับในรายวิชา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>
        <w:rPr>
          <w:sz w:val="32"/>
          <w:szCs w:val="32"/>
          <w:cs/>
        </w:rPr>
        <w:t>ของครู</w:t>
      </w:r>
      <w:r w:rsidR="00FA741F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ที่สามารถนำไปพัฒนาการจัดการเรียนการสอนและคุณลักษณะของผู้สอนให้มีประสิทธิภาพมากยิ่งขึ้น</w:t>
      </w:r>
      <w:r>
        <w:rPr>
          <w:sz w:val="32"/>
          <w:szCs w:val="32"/>
        </w:rPr>
        <w:t xml:space="preserve"> </w:t>
      </w:r>
    </w:p>
    <w:p w:rsidR="000806EB" w:rsidRDefault="000806EB" w:rsidP="000806EB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2. </w:t>
      </w:r>
      <w:r w:rsidR="0091364E">
        <w:rPr>
          <w:sz w:val="32"/>
          <w:szCs w:val="32"/>
          <w:cs/>
        </w:rPr>
        <w:t>สามารถตอบสนองความต้องการของนักศึกษาได้อย่างถูกต้องและทันต่อความต้องการ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ซึ่งจะช่วยให้นักศึกษามีความรู้สึกที่ดีต่อผู้สอนและต่อวิทยาลัยสารพัดช่างปราจีนบุรี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และสามารถสำเร็จการศึกษาได้ตามความต้องการของวิทยาลัยสารพัดช่างปราจีนบุรี</w:t>
      </w:r>
    </w:p>
    <w:p w:rsidR="0091364E" w:rsidRDefault="0091364E" w:rsidP="000806EB">
      <w:pPr>
        <w:pStyle w:val="Default"/>
        <w:jc w:val="thaiDistribute"/>
        <w:rPr>
          <w:sz w:val="32"/>
          <w:szCs w:val="32"/>
        </w:rPr>
        <w:sectPr w:rsidR="0091364E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  <w:r>
        <w:rPr>
          <w:sz w:val="32"/>
          <w:szCs w:val="32"/>
        </w:rPr>
        <w:t xml:space="preserve"> </w:t>
      </w:r>
    </w:p>
    <w:p w:rsidR="0091364E" w:rsidRPr="00FF0103" w:rsidRDefault="0091364E" w:rsidP="0091364E">
      <w:pPr>
        <w:pStyle w:val="Default"/>
        <w:jc w:val="center"/>
        <w:rPr>
          <w:sz w:val="40"/>
          <w:szCs w:val="40"/>
        </w:rPr>
      </w:pPr>
      <w:r w:rsidRPr="00FF0103">
        <w:rPr>
          <w:b/>
          <w:bCs/>
          <w:sz w:val="40"/>
          <w:szCs w:val="40"/>
          <w:cs/>
        </w:rPr>
        <w:lastRenderedPageBreak/>
        <w:t>บทที่</w:t>
      </w:r>
      <w:r w:rsidRPr="00FF0103">
        <w:rPr>
          <w:b/>
          <w:bCs/>
          <w:sz w:val="40"/>
          <w:szCs w:val="40"/>
        </w:rPr>
        <w:t xml:space="preserve"> 2 </w:t>
      </w:r>
    </w:p>
    <w:p w:rsidR="0091364E" w:rsidRPr="00FF0103" w:rsidRDefault="0091364E" w:rsidP="0091364E">
      <w:pPr>
        <w:pStyle w:val="Default"/>
        <w:jc w:val="center"/>
        <w:rPr>
          <w:sz w:val="36"/>
          <w:szCs w:val="36"/>
        </w:rPr>
      </w:pPr>
      <w:r w:rsidRPr="00FF0103">
        <w:rPr>
          <w:b/>
          <w:bCs/>
          <w:sz w:val="36"/>
          <w:szCs w:val="36"/>
          <w:cs/>
        </w:rPr>
        <w:t>เอกสารและงานวิจัยที่เกี่ยวข้อง</w:t>
      </w:r>
      <w:r w:rsidRPr="00FF0103">
        <w:rPr>
          <w:b/>
          <w:bCs/>
          <w:sz w:val="36"/>
          <w:szCs w:val="36"/>
        </w:rPr>
        <w:t xml:space="preserve"> </w:t>
      </w:r>
    </w:p>
    <w:p w:rsidR="00FF0103" w:rsidRDefault="00FF0103" w:rsidP="0091364E">
      <w:pPr>
        <w:pStyle w:val="Default"/>
        <w:rPr>
          <w:sz w:val="32"/>
          <w:szCs w:val="32"/>
        </w:rPr>
      </w:pPr>
    </w:p>
    <w:p w:rsidR="0091364E" w:rsidRDefault="00FF0103" w:rsidP="00FF0103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การศึกษาความพึงพอใจของนักศึกษา</w:t>
      </w:r>
      <w:r w:rsidR="00F47CA6">
        <w:rPr>
          <w:rFonts w:hint="cs"/>
          <w:sz w:val="32"/>
          <w:szCs w:val="32"/>
          <w:cs/>
        </w:rPr>
        <w:t>ระดับ</w:t>
      </w:r>
      <w:r w:rsidR="007A3D85">
        <w:rPr>
          <w:sz w:val="32"/>
          <w:szCs w:val="32"/>
          <w:cs/>
        </w:rPr>
        <w:t xml:space="preserve">ชั้น </w:t>
      </w:r>
      <w:proofErr w:type="spellStart"/>
      <w:r w:rsidR="007A3D85">
        <w:rPr>
          <w:sz w:val="32"/>
          <w:szCs w:val="32"/>
          <w:cs/>
        </w:rPr>
        <w:t>ปวช</w:t>
      </w:r>
      <w:proofErr w:type="spellEnd"/>
      <w:r w:rsidR="007A3D85">
        <w:rPr>
          <w:sz w:val="32"/>
          <w:szCs w:val="32"/>
        </w:rPr>
        <w:t>.</w:t>
      </w:r>
      <w:r w:rsidR="00733B66">
        <w:rPr>
          <w:sz w:val="32"/>
          <w:szCs w:val="32"/>
        </w:rPr>
        <w:t>1</w:t>
      </w:r>
      <w:r w:rsidR="00A5259E">
        <w:rPr>
          <w:sz w:val="32"/>
          <w:szCs w:val="32"/>
        </w:rPr>
        <w:t xml:space="preserve"> </w:t>
      </w:r>
      <w:r w:rsidR="00A5259E">
        <w:rPr>
          <w:sz w:val="32"/>
          <w:szCs w:val="32"/>
          <w:cs/>
        </w:rPr>
        <w:t xml:space="preserve">สาขางานอิเล็กทรอนิกส์ </w:t>
      </w:r>
      <w:r w:rsidR="001143A8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ต่อครูผู้สอน</w:t>
      </w:r>
      <w:r w:rsidR="001143A8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1143A8">
        <w:rPr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>สาขางาน</w:t>
      </w:r>
      <w:r w:rsidR="001143A8">
        <w:rPr>
          <w:sz w:val="32"/>
          <w:szCs w:val="32"/>
          <w:cs/>
        </w:rPr>
        <w:t xml:space="preserve">อิเล็กทรอนิกส์ 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วิทยาลัยสารพ</w:t>
      </w:r>
      <w:r>
        <w:rPr>
          <w:sz w:val="32"/>
          <w:szCs w:val="32"/>
          <w:cs/>
        </w:rPr>
        <w:t>ัดช่างปราจีนบุรี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ภาคการศึกษาที่</w:t>
      </w:r>
      <w:r w:rsidR="0091364E">
        <w:rPr>
          <w:sz w:val="32"/>
          <w:szCs w:val="32"/>
        </w:rPr>
        <w:t xml:space="preserve"> </w:t>
      </w:r>
      <w:r w:rsidR="00DA3476"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ปีการศึกษา</w:t>
      </w:r>
      <w:r w:rsidR="001143A8"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 w:rsidR="0091364E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</w:t>
      </w:r>
      <w:r w:rsidR="00F47CA6">
        <w:rPr>
          <w:rFonts w:hint="cs"/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ผู้วิจัยได้ศึกษาเอกสารและงานวิจัย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ที่เกี่ยวข้อง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ได้แก่</w:t>
      </w:r>
      <w:r w:rsidR="0091364E">
        <w:rPr>
          <w:sz w:val="32"/>
          <w:szCs w:val="32"/>
        </w:rPr>
        <w:t xml:space="preserve"> </w:t>
      </w:r>
    </w:p>
    <w:p w:rsidR="0091364E" w:rsidRDefault="00FF0103" w:rsidP="00FF0103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8E6F69" w:rsidRPr="00FF0103">
        <w:rPr>
          <w:sz w:val="32"/>
          <w:szCs w:val="32"/>
          <w:cs/>
        </w:rPr>
        <w:t>งานวิจัยเกี่ยวกับคุณลักษณะของครูดี</w:t>
      </w:r>
    </w:p>
    <w:p w:rsidR="00FF0103" w:rsidRDefault="00FF0103" w:rsidP="00FF0103">
      <w:pPr>
        <w:pStyle w:val="Default"/>
        <w:rPr>
          <w:sz w:val="32"/>
          <w:szCs w:val="32"/>
        </w:rPr>
      </w:pPr>
      <w:r>
        <w:rPr>
          <w:sz w:val="32"/>
          <w:szCs w:val="32"/>
        </w:rPr>
        <w:tab/>
      </w:r>
      <w:r w:rsidR="00406A7F"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 </w:t>
      </w:r>
      <w:r w:rsidR="0091364E">
        <w:rPr>
          <w:sz w:val="32"/>
          <w:szCs w:val="32"/>
          <w:cs/>
        </w:rPr>
        <w:t>บุคลิกลักษณะและบุคลิกภาพของครูที่พึงประสงค์</w:t>
      </w:r>
    </w:p>
    <w:p w:rsidR="0091364E" w:rsidRDefault="00FF0103" w:rsidP="00FF0103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06A7F"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.1 </w:t>
      </w:r>
      <w:r w:rsidR="008E6F69">
        <w:rPr>
          <w:sz w:val="32"/>
          <w:szCs w:val="32"/>
          <w:cs/>
        </w:rPr>
        <w:t>คุณลักษณะของครูไทยที่พึงประสงค์</w:t>
      </w:r>
    </w:p>
    <w:p w:rsidR="0091364E" w:rsidRDefault="00406A7F" w:rsidP="0091364E">
      <w:pPr>
        <w:pStyle w:val="Default"/>
        <w:numPr>
          <w:ilvl w:val="1"/>
          <w:numId w:val="1"/>
        </w:numPr>
        <w:ind w:left="1440" w:hanging="360"/>
        <w:rPr>
          <w:sz w:val="32"/>
          <w:szCs w:val="32"/>
        </w:rPr>
      </w:pPr>
      <w:r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.2 </w:t>
      </w:r>
      <w:r w:rsidR="0091364E">
        <w:rPr>
          <w:sz w:val="32"/>
          <w:szCs w:val="32"/>
          <w:cs/>
        </w:rPr>
        <w:t>มาตรฐานคุณภาพครู</w:t>
      </w:r>
      <w:r w:rsidR="0091364E">
        <w:rPr>
          <w:sz w:val="32"/>
          <w:szCs w:val="32"/>
        </w:rPr>
        <w:t xml:space="preserve"> </w:t>
      </w:r>
    </w:p>
    <w:p w:rsidR="0091364E" w:rsidRDefault="00406A7F" w:rsidP="0091364E">
      <w:pPr>
        <w:pStyle w:val="Default"/>
        <w:numPr>
          <w:ilvl w:val="1"/>
          <w:numId w:val="1"/>
        </w:numPr>
        <w:ind w:left="1440" w:hanging="360"/>
        <w:rPr>
          <w:sz w:val="32"/>
          <w:szCs w:val="32"/>
        </w:rPr>
      </w:pPr>
      <w:r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.3 </w:t>
      </w:r>
      <w:r w:rsidR="008E6F69">
        <w:rPr>
          <w:sz w:val="32"/>
          <w:szCs w:val="32"/>
          <w:cs/>
        </w:rPr>
        <w:t>วัฒนธรรมวิชาชีพสำหรับครูยุคใหม่</w:t>
      </w:r>
    </w:p>
    <w:p w:rsidR="0091364E" w:rsidRDefault="00406A7F" w:rsidP="0091364E">
      <w:pPr>
        <w:pStyle w:val="Default"/>
        <w:numPr>
          <w:ilvl w:val="1"/>
          <w:numId w:val="1"/>
        </w:numPr>
        <w:ind w:left="1440" w:hanging="360"/>
        <w:rPr>
          <w:sz w:val="32"/>
          <w:szCs w:val="32"/>
        </w:rPr>
      </w:pPr>
      <w:r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.4 </w:t>
      </w:r>
      <w:r w:rsidR="0091364E">
        <w:rPr>
          <w:sz w:val="32"/>
          <w:szCs w:val="32"/>
          <w:cs/>
        </w:rPr>
        <w:t>เกณฑ์มาตรฐานคุณลักษณะครูแห่งชาติ</w:t>
      </w:r>
      <w:r w:rsidR="0091364E">
        <w:rPr>
          <w:sz w:val="32"/>
          <w:szCs w:val="32"/>
        </w:rPr>
        <w:t xml:space="preserve"> </w:t>
      </w:r>
    </w:p>
    <w:p w:rsidR="00FF0103" w:rsidRDefault="00406A7F" w:rsidP="00FF0103">
      <w:pPr>
        <w:pStyle w:val="Default"/>
        <w:numPr>
          <w:ilvl w:val="1"/>
          <w:numId w:val="1"/>
        </w:numPr>
        <w:ind w:left="1440" w:hanging="360"/>
        <w:rPr>
          <w:sz w:val="32"/>
          <w:szCs w:val="32"/>
        </w:rPr>
      </w:pPr>
      <w:r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.5 </w:t>
      </w:r>
      <w:r w:rsidR="0091364E">
        <w:rPr>
          <w:sz w:val="32"/>
          <w:szCs w:val="32"/>
          <w:cs/>
        </w:rPr>
        <w:t>คุณภาพการสอนของครู</w:t>
      </w:r>
      <w:r w:rsidR="0091364E">
        <w:rPr>
          <w:sz w:val="32"/>
          <w:szCs w:val="32"/>
        </w:rPr>
        <w:t xml:space="preserve"> </w:t>
      </w:r>
    </w:p>
    <w:p w:rsidR="0091364E" w:rsidRPr="00FF0103" w:rsidRDefault="00406A7F" w:rsidP="00FF0103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>3</w:t>
      </w:r>
      <w:r w:rsidR="0091364E" w:rsidRPr="00FF0103">
        <w:rPr>
          <w:sz w:val="32"/>
          <w:szCs w:val="32"/>
        </w:rPr>
        <w:t xml:space="preserve">. </w:t>
      </w:r>
      <w:r w:rsidR="008E6F69">
        <w:rPr>
          <w:sz w:val="32"/>
          <w:szCs w:val="32"/>
          <w:cs/>
        </w:rPr>
        <w:t>แนวคิดเกี่ยวกับความพึงพอใจ</w:t>
      </w:r>
    </w:p>
    <w:p w:rsidR="0091364E" w:rsidRPr="00FF0103" w:rsidRDefault="0091364E" w:rsidP="0091364E">
      <w:pPr>
        <w:pStyle w:val="Default"/>
        <w:rPr>
          <w:sz w:val="16"/>
          <w:szCs w:val="16"/>
        </w:rPr>
      </w:pPr>
    </w:p>
    <w:p w:rsidR="0091364E" w:rsidRDefault="0091364E" w:rsidP="0091364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1. </w:t>
      </w:r>
      <w:r>
        <w:rPr>
          <w:b/>
          <w:bCs/>
          <w:sz w:val="32"/>
          <w:szCs w:val="32"/>
          <w:cs/>
        </w:rPr>
        <w:t>แนวคิดเกี่ยวกับความพึงพอใจ</w:t>
      </w:r>
      <w:r>
        <w:rPr>
          <w:b/>
          <w:bCs/>
          <w:sz w:val="32"/>
          <w:szCs w:val="32"/>
        </w:rPr>
        <w:t xml:space="preserve"> </w:t>
      </w:r>
    </w:p>
    <w:p w:rsidR="0091364E" w:rsidRPr="00460AF8" w:rsidRDefault="00FF0103" w:rsidP="0091364E">
      <w:pPr>
        <w:pStyle w:val="Default"/>
        <w:rPr>
          <w:sz w:val="32"/>
          <w:szCs w:val="32"/>
          <w:u w:val="single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 w:rsidRPr="00460AF8">
        <w:rPr>
          <w:sz w:val="32"/>
          <w:szCs w:val="32"/>
          <w:u w:val="single"/>
          <w:cs/>
        </w:rPr>
        <w:t>ความหมายของความพึงพอใจ</w:t>
      </w:r>
      <w:r w:rsidR="0091364E" w:rsidRPr="00460AF8">
        <w:rPr>
          <w:sz w:val="32"/>
          <w:szCs w:val="32"/>
          <w:u w:val="single"/>
        </w:rPr>
        <w:t xml:space="preserve"> </w:t>
      </w:r>
    </w:p>
    <w:p w:rsidR="00FF0103" w:rsidRDefault="00FF0103" w:rsidP="00FF0103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ความพึงพอใจตามพจนานุกรมด้านจิตวิทยา</w:t>
      </w:r>
      <w:r w:rsidR="0091364E">
        <w:rPr>
          <w:sz w:val="32"/>
          <w:szCs w:val="32"/>
        </w:rPr>
        <w:t xml:space="preserve"> (Chaplin 1979) </w:t>
      </w:r>
      <w:r w:rsidR="0091364E">
        <w:rPr>
          <w:sz w:val="32"/>
          <w:szCs w:val="32"/>
          <w:cs/>
        </w:rPr>
        <w:t>ให้ความหมายไว้ว่า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รู้สึกของผู้ที่มารับบริการต่อสถานบริการตามประสบการณ์ที่ได้รับจากการเข้าไปติดต่อของรับบริการในสถานบริการนั้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</w:p>
    <w:p w:rsidR="00FF0103" w:rsidRDefault="00FF0103" w:rsidP="00FF0103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proofErr w:type="spellStart"/>
      <w:r w:rsidR="0091364E">
        <w:rPr>
          <w:sz w:val="32"/>
          <w:szCs w:val="32"/>
          <w:cs/>
        </w:rPr>
        <w:t>หลุย</w:t>
      </w:r>
      <w:proofErr w:type="spellEnd"/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จำปาเทศ</w:t>
      </w:r>
      <w:r w:rsidR="0091364E">
        <w:rPr>
          <w:sz w:val="32"/>
          <w:szCs w:val="32"/>
        </w:rPr>
        <w:t xml:space="preserve"> (2533) </w:t>
      </w:r>
      <w:r w:rsidR="0091364E">
        <w:rPr>
          <w:sz w:val="32"/>
          <w:szCs w:val="32"/>
          <w:cs/>
        </w:rPr>
        <w:t>กล่าวถึง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ความพึงพอใจว่า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ความต้องการได้บรรลุเป้าหมาย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พฤติกรรมที่แสดงออกมาก็จะมีความสุข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สังเกตได้จากสายตา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คำพูดและการแสดงออก</w:t>
      </w:r>
      <w:r w:rsidR="0091364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</w:p>
    <w:p w:rsidR="0091364E" w:rsidRDefault="00FF0103" w:rsidP="00FF0103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  <w:cs/>
        </w:rPr>
        <w:t>ดังนั้นความพึงพอใจในงานวิจัยนี้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ความรู้สึกของนักศึกษาที่มีต่อการจัด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การเรียนการสอนของผู้สอน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คุณลักษณะของผู้สอน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และผลสัมฤทธิ์ที่นักศึกษาได้รับ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จากการศึกษาในรายวิชา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ความรู้สึกพึงพอใจจะเกิดขึ้นเมื่อความต้องการของนักศึกษาได้รับการตอบสนอง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หรือบรรลุตามจุดมุ่งหมายในระดับหนึ่ง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ความรู้สึก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ดังกล่าวจะลดลงหรือไม่เกิดขึ้นหากความต้องการหรือจุดมุ่งหมายนั้นไม่ได้รับการตอบสนอง</w:t>
      </w:r>
      <w:r w:rsidR="0091364E">
        <w:rPr>
          <w:sz w:val="32"/>
          <w:szCs w:val="32"/>
        </w:rPr>
        <w:t xml:space="preserve"> </w:t>
      </w:r>
    </w:p>
    <w:p w:rsidR="00FF0103" w:rsidRPr="00406A7F" w:rsidRDefault="00FF0103" w:rsidP="00FF0103">
      <w:pPr>
        <w:pStyle w:val="Default"/>
        <w:jc w:val="thaiDistribute"/>
        <w:rPr>
          <w:sz w:val="16"/>
          <w:szCs w:val="16"/>
        </w:rPr>
      </w:pPr>
    </w:p>
    <w:p w:rsidR="00406A7F" w:rsidRDefault="00406A7F" w:rsidP="0091364E">
      <w:pPr>
        <w:pStyle w:val="Default"/>
        <w:rPr>
          <w:b/>
          <w:bCs/>
          <w:sz w:val="32"/>
          <w:szCs w:val="32"/>
        </w:rPr>
      </w:pPr>
    </w:p>
    <w:p w:rsidR="00406A7F" w:rsidRDefault="00406A7F" w:rsidP="0091364E">
      <w:pPr>
        <w:pStyle w:val="Default"/>
        <w:rPr>
          <w:b/>
          <w:bCs/>
          <w:sz w:val="32"/>
          <w:szCs w:val="32"/>
        </w:rPr>
      </w:pPr>
    </w:p>
    <w:p w:rsidR="00406A7F" w:rsidRDefault="00406A7F" w:rsidP="0091364E">
      <w:pPr>
        <w:pStyle w:val="Default"/>
        <w:rPr>
          <w:b/>
          <w:bCs/>
          <w:sz w:val="32"/>
          <w:szCs w:val="32"/>
        </w:rPr>
      </w:pPr>
    </w:p>
    <w:p w:rsidR="00406A7F" w:rsidRDefault="00406A7F" w:rsidP="0091364E">
      <w:pPr>
        <w:pStyle w:val="Default"/>
        <w:rPr>
          <w:b/>
          <w:bCs/>
          <w:sz w:val="32"/>
          <w:szCs w:val="32"/>
        </w:rPr>
      </w:pPr>
    </w:p>
    <w:p w:rsidR="00406A7F" w:rsidRDefault="00BC5CC5" w:rsidP="0091364E">
      <w:pPr>
        <w:pStyle w:val="Default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pict>
          <v:shape id="_x0000_s1034" type="#_x0000_t202" style="position:absolute;margin-left:408.65pt;margin-top:-29.55pt;width:57.05pt;height:26.5pt;z-index:251648000" stroked="f">
            <v:textbox>
              <w:txbxContent>
                <w:p w:rsidR="008E6F69" w:rsidRDefault="008E6F69" w:rsidP="00E841EC">
                  <w:r>
                    <w:t>5</w:t>
                  </w:r>
                </w:p>
              </w:txbxContent>
            </v:textbox>
          </v:shape>
        </w:pict>
      </w:r>
      <w:r w:rsidR="00A750C0">
        <w:rPr>
          <w:b/>
          <w:bCs/>
          <w:sz w:val="32"/>
          <w:szCs w:val="32"/>
        </w:rPr>
        <w:t>2</w:t>
      </w:r>
      <w:r w:rsidR="0091364E">
        <w:rPr>
          <w:b/>
          <w:bCs/>
          <w:sz w:val="32"/>
          <w:szCs w:val="32"/>
        </w:rPr>
        <w:t xml:space="preserve">. </w:t>
      </w:r>
      <w:r w:rsidR="0091364E">
        <w:rPr>
          <w:b/>
          <w:bCs/>
          <w:sz w:val="32"/>
          <w:szCs w:val="32"/>
          <w:cs/>
        </w:rPr>
        <w:t>บุคลิกลักษณะ</w:t>
      </w:r>
      <w:r w:rsidR="0091364E">
        <w:rPr>
          <w:b/>
          <w:bCs/>
          <w:sz w:val="32"/>
          <w:szCs w:val="32"/>
        </w:rPr>
        <w:t xml:space="preserve"> / </w:t>
      </w:r>
      <w:r w:rsidR="0091364E">
        <w:rPr>
          <w:b/>
          <w:bCs/>
          <w:sz w:val="32"/>
          <w:szCs w:val="32"/>
          <w:cs/>
        </w:rPr>
        <w:t>บุคลิกภาพของครูที่พึงประสงค์</w:t>
      </w:r>
      <w:r w:rsidR="0091364E">
        <w:rPr>
          <w:b/>
          <w:bCs/>
          <w:sz w:val="32"/>
          <w:szCs w:val="32"/>
        </w:rPr>
        <w:t xml:space="preserve"> </w:t>
      </w:r>
    </w:p>
    <w:p w:rsidR="00386204" w:rsidRDefault="00406A7F" w:rsidP="0019716F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A750C0"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.1 </w:t>
      </w:r>
      <w:r w:rsidR="0091364E">
        <w:rPr>
          <w:sz w:val="32"/>
          <w:szCs w:val="32"/>
          <w:cs/>
        </w:rPr>
        <w:t>วัฒนธรรมวิชาชีพสำหรับครูยุคใหม่</w:t>
      </w:r>
      <w:r w:rsidR="0091364E">
        <w:rPr>
          <w:sz w:val="32"/>
          <w:szCs w:val="32"/>
        </w:rPr>
        <w:t xml:space="preserve"> (</w:t>
      </w:r>
      <w:r w:rsidR="0091364E">
        <w:rPr>
          <w:sz w:val="32"/>
          <w:szCs w:val="32"/>
          <w:cs/>
        </w:rPr>
        <w:t>ทอง</w:t>
      </w:r>
      <w:proofErr w:type="spellStart"/>
      <w:r w:rsidR="0091364E">
        <w:rPr>
          <w:sz w:val="32"/>
          <w:szCs w:val="32"/>
          <w:cs/>
        </w:rPr>
        <w:t>พูล</w:t>
      </w:r>
      <w:proofErr w:type="spellEnd"/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บุญยิ่ง</w:t>
      </w:r>
      <w:r w:rsidR="0091364E">
        <w:rPr>
          <w:sz w:val="32"/>
          <w:szCs w:val="32"/>
        </w:rPr>
        <w:t xml:space="preserve">, 2542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124-126) </w:t>
      </w:r>
      <w:r w:rsidR="0091364E">
        <w:rPr>
          <w:sz w:val="32"/>
          <w:szCs w:val="32"/>
          <w:cs/>
        </w:rPr>
        <w:t>จากจุดประสงค์และการจัดการศึกษา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รัฐมุ่งจัดการศึกษาเพื่อพัฒนาคุณภาพชีวิตคุณภาพของประชากรหรือคุณภาพ</w:t>
      </w:r>
      <w:r w:rsidR="00386204">
        <w:rPr>
          <w:rFonts w:hint="cs"/>
          <w:sz w:val="32"/>
          <w:szCs w:val="32"/>
          <w:cs/>
        </w:rPr>
        <w:t xml:space="preserve">      </w:t>
      </w:r>
      <w:r w:rsidR="0091364E">
        <w:rPr>
          <w:sz w:val="32"/>
          <w:szCs w:val="32"/>
          <w:cs/>
        </w:rPr>
        <w:t>ของผู้เรียน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ซึ่งคุณภาพของผู้เรียนยุคใหม่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นิสัยใฝ่เรียนใฝ่รู้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สามารถวิเคราะห์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สังเคราะห์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มีศักยภาพ</w:t>
      </w:r>
      <w:r w:rsidR="00386204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สูง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ทั้งในเชิงสัมฤทธิ์ผลทางการเรียนและทักษะฝีมือในการทำงานในระดับที่แข่งขันกับนานาชาติได้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รวมทั้งมีคุณธรรม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จริยธรรม</w:t>
      </w:r>
      <w:r w:rsidR="0091364E">
        <w:rPr>
          <w:sz w:val="32"/>
          <w:szCs w:val="32"/>
        </w:rPr>
        <w:t xml:space="preserve"> </w:t>
      </w:r>
      <w:proofErr w:type="gramStart"/>
      <w:r w:rsidR="0091364E">
        <w:rPr>
          <w:sz w:val="32"/>
          <w:szCs w:val="32"/>
          <w:cs/>
        </w:rPr>
        <w:t>และความรับผิดชอบสูง</w:t>
      </w:r>
      <w:r w:rsidR="00386204">
        <w:rPr>
          <w:sz w:val="32"/>
          <w:szCs w:val="32"/>
        </w:rPr>
        <w:t xml:space="preserve">  </w:t>
      </w:r>
      <w:r w:rsidR="0091364E">
        <w:rPr>
          <w:sz w:val="32"/>
          <w:szCs w:val="32"/>
          <w:cs/>
        </w:rPr>
        <w:t>เพื่อให้บรรลุวัตถุประสงค์ดังกล่าว</w:t>
      </w:r>
      <w:proofErr w:type="gramEnd"/>
      <w:r w:rsidR="0091364E">
        <w:rPr>
          <w:sz w:val="32"/>
          <w:szCs w:val="32"/>
        </w:rPr>
        <w:t xml:space="preserve"> </w:t>
      </w:r>
    </w:p>
    <w:p w:rsidR="0091364E" w:rsidRDefault="00386204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หลักสูตรก็ดี</w:t>
      </w:r>
      <w:r w:rsidR="0091364E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สื่อนวัตกรรมการสอนต่าง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ก็ดี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ฯลฯ</w:t>
      </w:r>
      <w:r w:rsidR="0091364E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  </w:t>
      </w:r>
      <w:r w:rsidR="0091364E">
        <w:rPr>
          <w:sz w:val="32"/>
          <w:szCs w:val="32"/>
          <w:cs/>
        </w:rPr>
        <w:t>จะบังเกิดผลได้ก็ด้วยกระบวนการเรียนการสอน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การบริหาร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การนิเทศและกระบวนการส่งเสริมสนับสนุน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ดังนั้นครู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ผู้บริหาร</w:t>
      </w:r>
      <w:r w:rsidR="0091364E">
        <w:rPr>
          <w:sz w:val="32"/>
          <w:szCs w:val="32"/>
        </w:rPr>
        <w:t xml:space="preserve">  </w:t>
      </w:r>
      <w:r w:rsidR="0091364E">
        <w:rPr>
          <w:sz w:val="32"/>
          <w:szCs w:val="32"/>
          <w:cs/>
        </w:rPr>
        <w:t>จะต้องได้รับการพัฒนาเพื่อสร้างคุณลักษณะดังกล่าวให้กับผู้เรียน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ด้วยการเปลี่ยนความคิด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ความเชื่อ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และวิธีการทำงาน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ด้วยการสร้างวัฒ</w:t>
      </w:r>
      <w:r>
        <w:rPr>
          <w:rFonts w:hint="cs"/>
          <w:sz w:val="32"/>
          <w:szCs w:val="32"/>
          <w:cs/>
        </w:rPr>
        <w:t>น</w:t>
      </w:r>
      <w:r w:rsidR="0091364E">
        <w:rPr>
          <w:sz w:val="32"/>
          <w:szCs w:val="32"/>
          <w:cs/>
        </w:rPr>
        <w:t>ธรรมทางวิชาชีพสำหรับครู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ผู้บริหารและบุคลากรทางการศึกษา</w:t>
      </w:r>
      <w:r w:rsidR="0091364E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พร้อมทั้งความ</w:t>
      </w:r>
      <w:r>
        <w:rPr>
          <w:rFonts w:hint="cs"/>
          <w:sz w:val="32"/>
          <w:szCs w:val="32"/>
          <w:cs/>
        </w:rPr>
        <w:t>ก้</w:t>
      </w:r>
      <w:r w:rsidR="0091364E">
        <w:rPr>
          <w:sz w:val="32"/>
          <w:szCs w:val="32"/>
          <w:cs/>
        </w:rPr>
        <w:t>าวหน้าทางวิชาชีพควบคู่กันไป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แนวทางการเปลี่ยนวิธีการทำงานและ</w:t>
      </w:r>
      <w:r>
        <w:rPr>
          <w:rFonts w:hint="cs"/>
          <w:sz w:val="32"/>
          <w:szCs w:val="32"/>
          <w:cs/>
        </w:rPr>
        <w:t xml:space="preserve">   </w:t>
      </w:r>
      <w:r w:rsidR="0091364E">
        <w:rPr>
          <w:sz w:val="32"/>
          <w:szCs w:val="32"/>
          <w:cs/>
        </w:rPr>
        <w:t>สร้างวัฒนธรรมทางวิชาชีพ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ผู้บริหารและบุคลากรทางการศึกษา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จะต้องเปลี่ยนวิธีการทำงานเสียใหม่ในลักษณะ</w:t>
      </w:r>
      <w:r w:rsidR="0091364E">
        <w:rPr>
          <w:sz w:val="32"/>
          <w:szCs w:val="32"/>
        </w:rPr>
        <w:t xml:space="preserve"> </w:t>
      </w:r>
      <w:r w:rsidR="00B46B8A">
        <w:rPr>
          <w:sz w:val="32"/>
          <w:szCs w:val="32"/>
        </w:rPr>
        <w:t xml:space="preserve">         </w:t>
      </w:r>
      <w:r w:rsidR="0091364E">
        <w:rPr>
          <w:sz w:val="32"/>
          <w:szCs w:val="32"/>
        </w:rPr>
        <w:t xml:space="preserve">3 </w:t>
      </w:r>
      <w:r w:rsidR="00B46B8A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ประการ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</w:p>
    <w:p w:rsidR="0091364E" w:rsidRPr="00406A7F" w:rsidRDefault="0019716F" w:rsidP="0019716F">
      <w:pPr>
        <w:pStyle w:val="Default"/>
        <w:numPr>
          <w:ilvl w:val="0"/>
          <w:numId w:val="15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406A7F">
        <w:rPr>
          <w:sz w:val="32"/>
          <w:szCs w:val="32"/>
        </w:rPr>
        <w:t xml:space="preserve">1. </w:t>
      </w:r>
      <w:r w:rsidR="0091364E" w:rsidRPr="00406A7F">
        <w:rPr>
          <w:sz w:val="32"/>
          <w:szCs w:val="32"/>
          <w:cs/>
        </w:rPr>
        <w:t>ยึดเด็กเป็นศูนย์กลาง</w:t>
      </w:r>
      <w:r w:rsidR="0091364E" w:rsidRPr="00406A7F">
        <w:rPr>
          <w:sz w:val="32"/>
          <w:szCs w:val="32"/>
        </w:rPr>
        <w:t xml:space="preserve"> (Child – Centered) </w:t>
      </w:r>
      <w:r w:rsidR="00406A7F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ในการจัดกิจกรรมการเรียนการสอน</w:t>
      </w:r>
      <w:r w:rsidR="0091364E" w:rsidRPr="00406A7F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      </w:t>
      </w:r>
      <w:r w:rsidR="0091364E" w:rsidRPr="00406A7F">
        <w:rPr>
          <w:sz w:val="32"/>
          <w:szCs w:val="32"/>
          <w:cs/>
        </w:rPr>
        <w:t>ครูจะต้องให้ผู้เรียนเป็นผู้มีบทบาท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เรียนรู้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ค้นหา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แนวคิด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หลักการ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หรือสรุปองค์ความรู้เอง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ไม่เป็นกิจกรรมของครู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หรือยึดครูเป็นศูนย์กลางเหมือนเดิม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ซึ่งเป็นการสอนมุ่งเน้นเนื้อหาเป็นหลัก</w:t>
      </w:r>
      <w:r w:rsidR="0091364E" w:rsidRPr="00406A7F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                </w:t>
      </w:r>
      <w:r w:rsidR="0091364E" w:rsidRPr="00406A7F">
        <w:rPr>
          <w:sz w:val="32"/>
          <w:szCs w:val="32"/>
          <w:cs/>
        </w:rPr>
        <w:t>ซึ่งในปัจจุบันมุ่งให้เด็กเป็นผู้กระทำ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ครูเป็นเพียงอำนวยการให้เกิดกิจกรรมการเรียนรู้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คือ</w:t>
      </w:r>
      <w:r w:rsidR="0091364E" w:rsidRPr="00406A7F">
        <w:rPr>
          <w:sz w:val="32"/>
          <w:szCs w:val="32"/>
        </w:rPr>
        <w:t xml:space="preserve"> </w:t>
      </w:r>
      <w:r w:rsidR="0091364E" w:rsidRPr="00406A7F">
        <w:rPr>
          <w:sz w:val="32"/>
          <w:szCs w:val="32"/>
          <w:cs/>
        </w:rPr>
        <w:t>เก่งในวิธีการมากกว่าเก่งในเนื้อหาเหมือนเดิม</w:t>
      </w:r>
      <w:r w:rsidR="0091364E" w:rsidRPr="00406A7F">
        <w:rPr>
          <w:sz w:val="32"/>
          <w:szCs w:val="32"/>
        </w:rPr>
        <w:t xml:space="preserve"> </w:t>
      </w:r>
    </w:p>
    <w:p w:rsidR="0091364E" w:rsidRPr="0019716F" w:rsidRDefault="0019716F" w:rsidP="0019716F">
      <w:pPr>
        <w:pStyle w:val="Default"/>
        <w:numPr>
          <w:ilvl w:val="0"/>
          <w:numId w:val="16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2. </w:t>
      </w:r>
      <w:r w:rsidR="0091364E" w:rsidRPr="0019716F">
        <w:rPr>
          <w:sz w:val="32"/>
          <w:szCs w:val="32"/>
          <w:cs/>
        </w:rPr>
        <w:t>เด็กทุกคนสามารถเรียนรู้ได้</w:t>
      </w:r>
      <w:r w:rsidR="0091364E" w:rsidRPr="0019716F">
        <w:rPr>
          <w:sz w:val="32"/>
          <w:szCs w:val="32"/>
        </w:rPr>
        <w:t xml:space="preserve"> (All Children can Learn) </w:t>
      </w:r>
      <w:r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ในการดำเนินการจัดกิจกรรมการเรียนการสอน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ต้องคำนึงถึงศักยภาพของผู้เรียน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ไม่ปฏิบัติต่อทุกคนเหมือนกัน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การเรียนการสอน</w:t>
      </w:r>
      <w:r w:rsidR="00C5080C">
        <w:rPr>
          <w:rFonts w:hint="cs"/>
          <w:sz w:val="32"/>
          <w:szCs w:val="32"/>
          <w:cs/>
        </w:rPr>
        <w:t xml:space="preserve">       </w:t>
      </w:r>
      <w:r w:rsidR="0091364E" w:rsidRPr="0019716F">
        <w:rPr>
          <w:sz w:val="32"/>
          <w:szCs w:val="32"/>
          <w:cs/>
        </w:rPr>
        <w:t>ก็ต้องรู้จักผู้เรียนก่อน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บางคนอาจเก่งในเรื่องภาษา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บางคนถนัดคณิตศาสตร์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บางคนมีสมรรถนะทางด้านร่างกาย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บางคนมีพรสวรรค์ในทางศิลปะ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ฯลฯ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ต้องคำนึงถึงความแตกต่างระหว่างบุคคลหรือ</w:t>
      </w:r>
      <w:r w:rsidR="00C5080C">
        <w:rPr>
          <w:rFonts w:hint="cs"/>
          <w:sz w:val="32"/>
          <w:szCs w:val="32"/>
          <w:cs/>
        </w:rPr>
        <w:t xml:space="preserve">                </w:t>
      </w:r>
      <w:r w:rsidR="0091364E" w:rsidRPr="0019716F">
        <w:rPr>
          <w:sz w:val="32"/>
          <w:szCs w:val="32"/>
          <w:cs/>
        </w:rPr>
        <w:t>ตามแนวคิดใหม่ในเรื่อง</w:t>
      </w:r>
      <w:r w:rsidR="0091364E" w:rsidRPr="0019716F">
        <w:rPr>
          <w:sz w:val="32"/>
          <w:szCs w:val="32"/>
        </w:rPr>
        <w:t xml:space="preserve"> Multiple – Intelligence </w:t>
      </w:r>
      <w:r w:rsidR="0091364E" w:rsidRPr="0019716F">
        <w:rPr>
          <w:sz w:val="32"/>
          <w:szCs w:val="32"/>
          <w:cs/>
        </w:rPr>
        <w:t>และความคิดทางการศึกษาที่ว่า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เนื้อหาวิชาหรือหลักสูตรใด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จะจัดสอนในชั้นใด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หรือวัยใดก็ได้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ถ้าจัดและนำเสนอให้เหมาะสม</w:t>
      </w:r>
      <w:r w:rsidR="0091364E" w:rsidRPr="0019716F"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numPr>
          <w:ilvl w:val="0"/>
          <w:numId w:val="17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3. </w:t>
      </w:r>
      <w:r w:rsidR="0091364E" w:rsidRPr="0019716F">
        <w:rPr>
          <w:sz w:val="32"/>
          <w:szCs w:val="32"/>
          <w:cs/>
        </w:rPr>
        <w:t>เปลี่ยนแบบ</w:t>
      </w:r>
      <w:r w:rsidRPr="0019716F">
        <w:rPr>
          <w:rFonts w:hint="cs"/>
          <w:sz w:val="32"/>
          <w:szCs w:val="32"/>
          <w:cs/>
        </w:rPr>
        <w:t>แผนก</w:t>
      </w:r>
      <w:r w:rsidR="0091364E" w:rsidRPr="0019716F">
        <w:rPr>
          <w:sz w:val="32"/>
          <w:szCs w:val="32"/>
          <w:cs/>
        </w:rPr>
        <w:t>ารปฏิบัติงานใหม่</w:t>
      </w:r>
      <w:r w:rsidR="0091364E" w:rsidRPr="0019716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 w:rsidR="0091364E" w:rsidRPr="0019716F">
        <w:rPr>
          <w:sz w:val="32"/>
          <w:szCs w:val="32"/>
          <w:cs/>
        </w:rPr>
        <w:t>การทำงานจะให้เป็นแบบคนทำงานแบบปกติ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จะต้องทำการทำงานในลักษณะกระบวนการพัฒนา</w:t>
      </w:r>
      <w:r w:rsidR="0091364E" w:rsidRPr="0019716F">
        <w:rPr>
          <w:sz w:val="32"/>
          <w:szCs w:val="32"/>
        </w:rPr>
        <w:t xml:space="preserve"> (Development Process) </w:t>
      </w:r>
      <w:r w:rsidR="0091364E" w:rsidRPr="0019716F">
        <w:rPr>
          <w:sz w:val="32"/>
          <w:szCs w:val="32"/>
          <w:cs/>
        </w:rPr>
        <w:t>กล่าวคือ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เริ่มจากการวิเคราะห์สภาพปัญหา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ความต้องการ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แสวงหาแนวทางแก้ไขปัญหา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หรือพัฒนาสร้างสรรค์นวัตกรรม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สามารถนำไปใช้ได้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ติดตามผลได้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และรายงานผลเป็น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กล่าวคือ</w:t>
      </w:r>
      <w:r w:rsidR="0091364E" w:rsidRPr="0019716F">
        <w:rPr>
          <w:sz w:val="32"/>
          <w:szCs w:val="32"/>
        </w:rPr>
        <w:t xml:space="preserve"> </w:t>
      </w:r>
    </w:p>
    <w:p w:rsidR="0019716F" w:rsidRPr="0019716F" w:rsidRDefault="0019716F" w:rsidP="0019716F">
      <w:pPr>
        <w:pStyle w:val="Default"/>
        <w:numPr>
          <w:ilvl w:val="0"/>
          <w:numId w:val="17"/>
        </w:numPr>
        <w:jc w:val="thaiDistribute"/>
        <w:rPr>
          <w:sz w:val="32"/>
          <w:szCs w:val="32"/>
        </w:rPr>
        <w:sectPr w:rsidR="0019716F" w:rsidRPr="0019716F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</w:p>
    <w:p w:rsidR="0091364E" w:rsidRDefault="00BC5CC5" w:rsidP="0019716F">
      <w:pPr>
        <w:pStyle w:val="Default"/>
        <w:numPr>
          <w:ilvl w:val="1"/>
          <w:numId w:val="18"/>
        </w:numPr>
        <w:jc w:val="thaiDistribute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35" type="#_x0000_t202" style="position:absolute;left:0;text-align:left;margin-left:405.6pt;margin-top:-46.05pt;width:57.05pt;height:26.5pt;z-index:251649024" stroked="f">
            <v:textbox>
              <w:txbxContent>
                <w:p w:rsidR="008E6F69" w:rsidRDefault="008E6F69" w:rsidP="00E841EC">
                  <w:r>
                    <w:t>6</w:t>
                  </w:r>
                </w:p>
              </w:txbxContent>
            </v:textbox>
          </v:shape>
        </w:pict>
      </w:r>
      <w:r w:rsidR="0019716F">
        <w:rPr>
          <w:sz w:val="32"/>
          <w:szCs w:val="32"/>
        </w:rPr>
        <w:t xml:space="preserve"> </w:t>
      </w:r>
      <w:r w:rsidR="0019716F"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1) </w:t>
      </w:r>
      <w:r w:rsidR="0091364E">
        <w:rPr>
          <w:sz w:val="32"/>
          <w:szCs w:val="32"/>
          <w:cs/>
        </w:rPr>
        <w:t>การวิเคราะห์ศักยภาพ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ก่อนสอนครูต้องรู้ว่าศักยภาพหรือความสามารถที่ปราก</w:t>
      </w:r>
      <w:r w:rsidR="00045D42">
        <w:rPr>
          <w:sz w:val="32"/>
          <w:szCs w:val="32"/>
          <w:cs/>
        </w:rPr>
        <w:t>ฏ</w:t>
      </w:r>
      <w:r w:rsidR="0091364E">
        <w:rPr>
          <w:sz w:val="32"/>
          <w:szCs w:val="32"/>
          <w:cs/>
        </w:rPr>
        <w:t>จริงของนักเรียนของตนในปัจจุบันเป็นอย่างไร</w:t>
      </w:r>
      <w:r w:rsidR="0091364E">
        <w:rPr>
          <w:sz w:val="32"/>
          <w:szCs w:val="32"/>
        </w:rPr>
        <w:t xml:space="preserve"> </w:t>
      </w:r>
    </w:p>
    <w:p w:rsidR="0091364E" w:rsidRPr="0019716F" w:rsidRDefault="0019716F" w:rsidP="0019716F">
      <w:pPr>
        <w:pStyle w:val="Default"/>
        <w:numPr>
          <w:ilvl w:val="1"/>
          <w:numId w:val="18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2) </w:t>
      </w:r>
      <w:r w:rsidR="0091364E" w:rsidRPr="0019716F">
        <w:rPr>
          <w:sz w:val="32"/>
          <w:szCs w:val="32"/>
          <w:cs/>
        </w:rPr>
        <w:t>การกำหนดจุดพัฒนา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เมื่อรู้ความสามารถที่ปราก</w:t>
      </w:r>
      <w:r w:rsidR="00045D42">
        <w:rPr>
          <w:sz w:val="32"/>
          <w:szCs w:val="32"/>
          <w:cs/>
        </w:rPr>
        <w:t>ฏ</w:t>
      </w:r>
      <w:r w:rsidR="0091364E" w:rsidRPr="0019716F">
        <w:rPr>
          <w:sz w:val="32"/>
          <w:szCs w:val="32"/>
          <w:cs/>
        </w:rPr>
        <w:t>จริง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ผู้บริหารโรงเรียน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หรือ</w:t>
      </w:r>
      <w:r w:rsidR="0091364E" w:rsidRPr="0019716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ผู้บริหารการศึกษาของจังหวัดจะต้องทราบความสามารถที่คาดหวัง</w:t>
      </w:r>
      <w:r w:rsidR="0091364E" w:rsidRPr="0019716F">
        <w:rPr>
          <w:sz w:val="32"/>
          <w:szCs w:val="32"/>
        </w:rPr>
        <w:t xml:space="preserve"> (Expected Ability Profile) </w:t>
      </w:r>
      <w:r w:rsidR="0091364E" w:rsidRPr="0019716F">
        <w:rPr>
          <w:sz w:val="32"/>
          <w:szCs w:val="32"/>
          <w:cs/>
        </w:rPr>
        <w:t>ที่อยาก</w:t>
      </w:r>
      <w:r w:rsidR="00C5080C">
        <w:rPr>
          <w:rFonts w:hint="cs"/>
          <w:sz w:val="32"/>
          <w:szCs w:val="32"/>
          <w:cs/>
        </w:rPr>
        <w:t xml:space="preserve"> </w:t>
      </w:r>
      <w:r w:rsidR="0091364E" w:rsidRPr="0019716F">
        <w:rPr>
          <w:sz w:val="32"/>
          <w:szCs w:val="32"/>
          <w:cs/>
        </w:rPr>
        <w:t>ให้เกิดกับผู้เรียน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และดูว่าระหว่างศักยภาพหรือความสามารถที่เป็นจริงกับสิ่งที่หวังด้านใดบ้างที่ยังห่างไกล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เลือกสิ่งที่ยังมีความห่างกันอยู่มากมากำหนดเป็นจุดพัฒนา</w:t>
      </w:r>
      <w:r w:rsidR="0091364E" w:rsidRPr="0019716F">
        <w:rPr>
          <w:sz w:val="32"/>
          <w:szCs w:val="32"/>
        </w:rPr>
        <w:t xml:space="preserve"> 2 – 3 </w:t>
      </w:r>
      <w:r w:rsidR="0091364E" w:rsidRPr="0019716F">
        <w:rPr>
          <w:sz w:val="32"/>
          <w:szCs w:val="32"/>
          <w:cs/>
        </w:rPr>
        <w:t>ตัวในแต่ละปี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ทั้งนี้จะต้องพิจารณาควบคู่กับความต้องการของท้องถิ่นที่โรงเรียนจะตอบสนองได้</w:t>
      </w:r>
      <w:r w:rsidR="0091364E" w:rsidRPr="0019716F">
        <w:rPr>
          <w:sz w:val="32"/>
          <w:szCs w:val="32"/>
        </w:rPr>
        <w:t xml:space="preserve"> </w:t>
      </w:r>
    </w:p>
    <w:p w:rsidR="0091364E" w:rsidRPr="0019716F" w:rsidRDefault="0019716F" w:rsidP="0019716F">
      <w:pPr>
        <w:pStyle w:val="Default"/>
        <w:numPr>
          <w:ilvl w:val="1"/>
          <w:numId w:val="19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3) </w:t>
      </w:r>
      <w:r w:rsidR="0091364E" w:rsidRPr="0019716F">
        <w:rPr>
          <w:sz w:val="32"/>
          <w:szCs w:val="32"/>
          <w:cs/>
        </w:rPr>
        <w:t>การแสวงหานวัตกรรม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เมื่อกำหนดจุดพัฒนาแล้วก็หาวิธีการที่คาดว่าจะได้ผลดี</w:t>
      </w:r>
      <w:r w:rsidR="00C5080C">
        <w:rPr>
          <w:rFonts w:hint="cs"/>
          <w:sz w:val="32"/>
          <w:szCs w:val="32"/>
          <w:cs/>
        </w:rPr>
        <w:t xml:space="preserve">   </w:t>
      </w:r>
      <w:r w:rsidR="0091364E" w:rsidRPr="0019716F">
        <w:rPr>
          <w:sz w:val="32"/>
          <w:szCs w:val="32"/>
          <w:cs/>
        </w:rPr>
        <w:t>ที่สุด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ต่อผู้เรียน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ในการแก้ปัญหาที่เป็นจุดพัฒนา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แล้วเลือกวิธีการที่เหมาะกับสถานการณ์ของตน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นำไปลองทำดูในลักษณะทำไปพัฒนาไป</w:t>
      </w:r>
      <w:r w:rsidR="0091364E" w:rsidRPr="0019716F">
        <w:rPr>
          <w:sz w:val="32"/>
          <w:szCs w:val="32"/>
        </w:rPr>
        <w:t xml:space="preserve"> (Developmental Approach) </w:t>
      </w:r>
      <w:r w:rsidR="0091364E" w:rsidRPr="0019716F">
        <w:rPr>
          <w:sz w:val="32"/>
          <w:szCs w:val="32"/>
          <w:cs/>
        </w:rPr>
        <w:t>จนได้ผลดีก็จะได้นวัตกรรมที่ต้องการ</w:t>
      </w:r>
      <w:r w:rsidR="0091364E" w:rsidRPr="0019716F">
        <w:rPr>
          <w:sz w:val="32"/>
          <w:szCs w:val="32"/>
        </w:rPr>
        <w:t xml:space="preserve"> </w:t>
      </w:r>
    </w:p>
    <w:p w:rsidR="0091364E" w:rsidRPr="0019716F" w:rsidRDefault="0019716F" w:rsidP="0019716F">
      <w:pPr>
        <w:pStyle w:val="Default"/>
        <w:numPr>
          <w:ilvl w:val="1"/>
          <w:numId w:val="20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4) </w:t>
      </w:r>
      <w:r w:rsidR="0091364E" w:rsidRPr="0019716F">
        <w:rPr>
          <w:sz w:val="32"/>
          <w:szCs w:val="32"/>
          <w:cs/>
        </w:rPr>
        <w:t>การนำนวัตกรรมไปใช้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จะต้องมีการวางแผนที่คนอื่นก็มีความมั่นใจว่าจะนำไปใช้ได้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และสามารถบอกถึงผลที่เกิดขึ้น</w:t>
      </w:r>
      <w:r w:rsidR="0091364E" w:rsidRPr="0019716F">
        <w:rPr>
          <w:sz w:val="32"/>
          <w:szCs w:val="32"/>
        </w:rPr>
        <w:t xml:space="preserve"> </w:t>
      </w:r>
    </w:p>
    <w:p w:rsidR="0019716F" w:rsidRDefault="0019716F" w:rsidP="0019716F">
      <w:pPr>
        <w:pStyle w:val="Default"/>
        <w:numPr>
          <w:ilvl w:val="1"/>
          <w:numId w:val="21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5) </w:t>
      </w:r>
      <w:r w:rsidR="0091364E" w:rsidRPr="0019716F">
        <w:rPr>
          <w:sz w:val="32"/>
          <w:szCs w:val="32"/>
          <w:cs/>
        </w:rPr>
        <w:t>การรายงาน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เป็นขั้นตอนสุดท้ายที่จะรายงานต่อผู้เกี่ยวข้องทั้งหน่วยบังคับบัญชา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ชุมชน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และผู้ปกครอง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ให้ทราบถึงสาระของการพัฒนาตั้งแต่เริ่มวิเคราะห์ศักยภาพจนกระทั่งลงมือ</w:t>
      </w:r>
      <w:r w:rsidR="00C5080C">
        <w:rPr>
          <w:rFonts w:hint="cs"/>
          <w:sz w:val="32"/>
          <w:szCs w:val="32"/>
          <w:cs/>
        </w:rPr>
        <w:t xml:space="preserve">   </w:t>
      </w:r>
      <w:r w:rsidR="0091364E" w:rsidRPr="0019716F">
        <w:rPr>
          <w:sz w:val="32"/>
          <w:szCs w:val="32"/>
          <w:cs/>
        </w:rPr>
        <w:t>พัฒนาและเกิดผล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ทั้ง</w:t>
      </w:r>
      <w:r w:rsidR="0091364E" w:rsidRPr="0019716F">
        <w:rPr>
          <w:sz w:val="32"/>
          <w:szCs w:val="32"/>
        </w:rPr>
        <w:t xml:space="preserve"> 5 </w:t>
      </w:r>
      <w:r w:rsidR="0091364E" w:rsidRPr="0019716F">
        <w:rPr>
          <w:sz w:val="32"/>
          <w:szCs w:val="32"/>
          <w:cs/>
        </w:rPr>
        <w:t>ขั้นตอนนี้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เป็นวัฒนธรรมการทำงานที่ต้องการสร้างให้เกิดกับครู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ผู้บริหารสถานศึกษา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และบุคลากรทางการศึกษา</w:t>
      </w:r>
      <w:r w:rsidR="0091364E" w:rsidRPr="0019716F">
        <w:rPr>
          <w:sz w:val="32"/>
          <w:szCs w:val="32"/>
        </w:rPr>
        <w:t xml:space="preserve"> </w:t>
      </w:r>
    </w:p>
    <w:p w:rsidR="0019716F" w:rsidRDefault="00A750C0" w:rsidP="0019716F">
      <w:pPr>
        <w:pStyle w:val="Default"/>
        <w:numPr>
          <w:ilvl w:val="1"/>
          <w:numId w:val="21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>2</w:t>
      </w:r>
      <w:r w:rsidR="0091364E" w:rsidRPr="0019716F">
        <w:rPr>
          <w:sz w:val="32"/>
          <w:szCs w:val="32"/>
        </w:rPr>
        <w:t xml:space="preserve">.2 </w:t>
      </w:r>
      <w:r w:rsidR="0091364E" w:rsidRPr="0019716F">
        <w:rPr>
          <w:sz w:val="32"/>
          <w:szCs w:val="32"/>
          <w:cs/>
        </w:rPr>
        <w:t>มาตรฐานคุณภาพของครู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กระบวนการสร้างวัฒนธรรมในการเรียนรู้</w:t>
      </w:r>
      <w:r w:rsidR="0091364E" w:rsidRPr="0019716F">
        <w:rPr>
          <w:sz w:val="32"/>
          <w:szCs w:val="32"/>
        </w:rPr>
        <w:t xml:space="preserve"> </w:t>
      </w:r>
      <w:r w:rsidR="0019716F" w:rsidRPr="0019716F">
        <w:rPr>
          <w:sz w:val="32"/>
          <w:szCs w:val="32"/>
          <w:cs/>
        </w:rPr>
        <w:t>ผู้</w:t>
      </w:r>
      <w:r w:rsidR="0091364E" w:rsidRPr="0019716F">
        <w:rPr>
          <w:sz w:val="32"/>
          <w:szCs w:val="32"/>
          <w:cs/>
        </w:rPr>
        <w:t>เรียนจะต้องเป็น</w:t>
      </w:r>
      <w:r w:rsidR="00C5080C">
        <w:rPr>
          <w:rFonts w:hint="cs"/>
          <w:sz w:val="32"/>
          <w:szCs w:val="32"/>
          <w:cs/>
        </w:rPr>
        <w:t xml:space="preserve">        </w:t>
      </w:r>
      <w:r w:rsidR="0091364E" w:rsidRPr="0019716F">
        <w:rPr>
          <w:sz w:val="32"/>
          <w:szCs w:val="32"/>
          <w:cs/>
        </w:rPr>
        <w:t>ผู้มีบทบาท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ลงมือ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เรียนรู้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ค้นหาแนวคิด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หลักการ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สรุปองค์ความรู้เอง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ดังนั้นกระบวนการสอนของครูจะต้องเป็นไปตามมาตรฐานคุณภาพของครู</w:t>
      </w:r>
      <w:r w:rsidR="0091364E" w:rsidRPr="0019716F">
        <w:rPr>
          <w:sz w:val="32"/>
          <w:szCs w:val="32"/>
        </w:rPr>
        <w:t xml:space="preserve"> (National Teacher Qualification : NTQ) 5 </w:t>
      </w:r>
      <w:r w:rsidR="0091364E" w:rsidRPr="0019716F">
        <w:rPr>
          <w:sz w:val="32"/>
          <w:szCs w:val="32"/>
          <w:cs/>
        </w:rPr>
        <w:t>ระดับ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โดยมีมาตรฐานวิชาชีพครูที่บ่งบอกฝีมือของครู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ดังนี้</w:t>
      </w:r>
      <w:r w:rsidR="0091364E" w:rsidRPr="0019716F">
        <w:rPr>
          <w:sz w:val="32"/>
          <w:szCs w:val="32"/>
        </w:rPr>
        <w:t xml:space="preserve"> </w:t>
      </w:r>
      <w:r w:rsidR="0019716F">
        <w:rPr>
          <w:sz w:val="32"/>
          <w:szCs w:val="32"/>
        </w:rPr>
        <w:t xml:space="preserve"> </w:t>
      </w:r>
      <w:r w:rsidR="00045D42">
        <w:rPr>
          <w:sz w:val="32"/>
          <w:szCs w:val="32"/>
          <w:cs/>
        </w:rPr>
        <w:t>มาตร</w:t>
      </w:r>
      <w:r w:rsidR="0091364E" w:rsidRPr="0019716F">
        <w:rPr>
          <w:sz w:val="32"/>
          <w:szCs w:val="32"/>
          <w:cs/>
        </w:rPr>
        <w:t>ฐานคุณภาพของครู</w:t>
      </w:r>
      <w:r w:rsidR="0091364E" w:rsidRPr="0019716F">
        <w:rPr>
          <w:sz w:val="32"/>
          <w:szCs w:val="32"/>
        </w:rPr>
        <w:t xml:space="preserve"> (NTQ) </w:t>
      </w:r>
    </w:p>
    <w:p w:rsidR="0019716F" w:rsidRDefault="0019716F" w:rsidP="0019716F">
      <w:pPr>
        <w:pStyle w:val="Default"/>
        <w:numPr>
          <w:ilvl w:val="1"/>
          <w:numId w:val="21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  <w:cs/>
        </w:rPr>
        <w:t>ระดับ</w:t>
      </w:r>
      <w:r w:rsidR="0091364E" w:rsidRPr="0019716F">
        <w:rPr>
          <w:sz w:val="32"/>
          <w:szCs w:val="32"/>
        </w:rPr>
        <w:t xml:space="preserve"> 1 </w:t>
      </w:r>
      <w:r w:rsidR="0091364E" w:rsidRPr="0019716F">
        <w:rPr>
          <w:sz w:val="32"/>
          <w:szCs w:val="32"/>
          <w:cs/>
        </w:rPr>
        <w:t>สอนตรง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มุ่งเน้นเนื้อหา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สอนได้ตามแผนที่กำหนด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เกิดผลต่อผู้เรียนในด้านความรู้ความจำเป็นส่วนใหญ่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ผลงานของผู้เรียนเป็นแบบเดียวกัน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รายงานเป็นชั้นเรียน</w:t>
      </w:r>
      <w:r w:rsidR="0091364E" w:rsidRPr="0019716F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</w:t>
      </w:r>
      <w:r w:rsidR="0091364E" w:rsidRPr="0019716F">
        <w:rPr>
          <w:sz w:val="32"/>
          <w:szCs w:val="32"/>
          <w:cs/>
        </w:rPr>
        <w:t>มีอุปกรณ์การเรียนน้อย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จากงานวิจัย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การสอนแบบนี้นักเรียนมีบทบาทในการเรียนรู้น้อยมากเพียง</w:t>
      </w:r>
      <w:r w:rsidR="0091364E" w:rsidRPr="0019716F">
        <w:rPr>
          <w:sz w:val="32"/>
          <w:szCs w:val="32"/>
        </w:rPr>
        <w:t xml:space="preserve"> 0-20% </w:t>
      </w:r>
    </w:p>
    <w:p w:rsidR="0091364E" w:rsidRPr="0019716F" w:rsidRDefault="0019716F" w:rsidP="0019716F">
      <w:pPr>
        <w:pStyle w:val="Default"/>
        <w:numPr>
          <w:ilvl w:val="1"/>
          <w:numId w:val="21"/>
        </w:numPr>
        <w:jc w:val="thaiDistribute"/>
        <w:rPr>
          <w:sz w:val="32"/>
          <w:szCs w:val="32"/>
        </w:rPr>
        <w:sectPr w:rsidR="0091364E" w:rsidRPr="0019716F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 w:rsidRPr="0019716F">
        <w:rPr>
          <w:sz w:val="32"/>
          <w:szCs w:val="32"/>
          <w:cs/>
        </w:rPr>
        <w:t>ระดับ</w:t>
      </w:r>
      <w:r w:rsidR="0091364E" w:rsidRPr="0019716F">
        <w:rPr>
          <w:sz w:val="32"/>
          <w:szCs w:val="32"/>
        </w:rPr>
        <w:t xml:space="preserve"> 2 </w:t>
      </w:r>
      <w:r w:rsidR="0091364E" w:rsidRPr="0019716F">
        <w:rPr>
          <w:sz w:val="32"/>
          <w:szCs w:val="32"/>
          <w:cs/>
        </w:rPr>
        <w:t>สอนอธิบาย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ยังเน้นในด้านเนื้อหา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แต่เพิ่มเติมในด้านความเข้าใจ</w:t>
      </w:r>
      <w:r w:rsidR="0091364E" w:rsidRPr="0019716F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 </w:t>
      </w:r>
      <w:r w:rsidR="0091364E" w:rsidRPr="0019716F">
        <w:rPr>
          <w:sz w:val="32"/>
          <w:szCs w:val="32"/>
          <w:cs/>
        </w:rPr>
        <w:t>มีตัวอย่างมากขึ้น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ดัดแปลงแผนและสื่อการสอนให้เหมาะสมกับสภาพจำกัดต่าง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ๆ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ได้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ผลงานของผู้เรียนเป็น</w:t>
      </w:r>
      <w:r w:rsidR="00C5080C">
        <w:rPr>
          <w:rFonts w:hint="cs"/>
          <w:sz w:val="32"/>
          <w:szCs w:val="32"/>
          <w:cs/>
        </w:rPr>
        <w:t xml:space="preserve">    </w:t>
      </w:r>
      <w:r w:rsidR="0091364E" w:rsidRPr="0019716F">
        <w:rPr>
          <w:sz w:val="32"/>
          <w:szCs w:val="32"/>
          <w:cs/>
        </w:rPr>
        <w:t>เรื่องเดียงกันแต่มีรายละเอียดแตกต่างกัน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การสอนแบบนี้นักเรียนมีบทบาทในการเรียนรู้</w:t>
      </w:r>
      <w:r w:rsidR="0091364E" w:rsidRPr="0019716F">
        <w:rPr>
          <w:sz w:val="32"/>
          <w:szCs w:val="32"/>
        </w:rPr>
        <w:t xml:space="preserve"> 21-40% </w:t>
      </w:r>
    </w:p>
    <w:p w:rsidR="0019716F" w:rsidRDefault="00BC5CC5" w:rsidP="0019716F">
      <w:pPr>
        <w:pStyle w:val="Default"/>
        <w:jc w:val="thaiDistribute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36" type="#_x0000_t202" style="position:absolute;left:0;text-align:left;margin-left:408.65pt;margin-top:-44.55pt;width:57.05pt;height:26.5pt;z-index:251650048" stroked="f">
            <v:textbox>
              <w:txbxContent>
                <w:p w:rsidR="008E6F69" w:rsidRDefault="008E6F69" w:rsidP="00E841EC">
                  <w:r>
                    <w:t>7</w:t>
                  </w:r>
                </w:p>
              </w:txbxContent>
            </v:textbox>
          </v:shape>
        </w:pict>
      </w:r>
      <w:r w:rsidR="0019716F">
        <w:rPr>
          <w:rFonts w:hint="cs"/>
          <w:sz w:val="32"/>
          <w:szCs w:val="32"/>
          <w:cs/>
        </w:rPr>
        <w:t xml:space="preserve"> </w:t>
      </w:r>
      <w:r w:rsidR="0019716F">
        <w:rPr>
          <w:rFonts w:hint="cs"/>
          <w:sz w:val="32"/>
          <w:szCs w:val="32"/>
          <w:cs/>
        </w:rPr>
        <w:tab/>
      </w:r>
      <w:r w:rsidR="0019716F"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ระดับ</w:t>
      </w:r>
      <w:r w:rsidR="0091364E">
        <w:rPr>
          <w:sz w:val="32"/>
          <w:szCs w:val="32"/>
        </w:rPr>
        <w:t xml:space="preserve"> 3 </w:t>
      </w:r>
      <w:r w:rsidR="0091364E">
        <w:rPr>
          <w:sz w:val="32"/>
          <w:szCs w:val="32"/>
          <w:cs/>
        </w:rPr>
        <w:t>สอนคิด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เน้นกระบวนการคิด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ใช้คำถามมากขึ้น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ถามวิธีการมี</w:t>
      </w:r>
      <w:r w:rsidR="0019716F">
        <w:rPr>
          <w:rFonts w:hint="cs"/>
          <w:sz w:val="32"/>
          <w:szCs w:val="32"/>
          <w:cs/>
        </w:rPr>
        <w:t>แผนการ</w:t>
      </w:r>
      <w:r w:rsidR="0091364E">
        <w:rPr>
          <w:sz w:val="32"/>
          <w:szCs w:val="32"/>
          <w:cs/>
        </w:rPr>
        <w:t>สอน</w:t>
      </w:r>
      <w:r w:rsidR="00C5080C">
        <w:rPr>
          <w:rFonts w:hint="cs"/>
          <w:sz w:val="32"/>
          <w:szCs w:val="32"/>
          <w:cs/>
        </w:rPr>
        <w:t xml:space="preserve">       </w:t>
      </w:r>
      <w:r w:rsidR="0091364E">
        <w:rPr>
          <w:sz w:val="32"/>
          <w:szCs w:val="32"/>
          <w:cs/>
        </w:rPr>
        <w:t>ที่พัฒนาขึ้นเอง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จัดทำเองได้เหมาะสมกับผู้เรียนเป็นรายบุคคล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บทบาทของผู้เรียนหลากหลายยิ่งขึ้น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ผู้เรียนได้พัฒนารอบด้านอย่างสมดุล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การสอนแบบนี้นักเรียนมีบทบาทในการเรียนรู้</w:t>
      </w:r>
      <w:r w:rsidR="0091364E">
        <w:rPr>
          <w:sz w:val="32"/>
          <w:szCs w:val="32"/>
        </w:rPr>
        <w:t xml:space="preserve"> 41-60% </w:t>
      </w:r>
    </w:p>
    <w:p w:rsidR="00A750C0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ระดับ</w:t>
      </w:r>
      <w:r w:rsidR="0091364E">
        <w:rPr>
          <w:sz w:val="32"/>
          <w:szCs w:val="32"/>
        </w:rPr>
        <w:t xml:space="preserve"> 4 </w:t>
      </w:r>
      <w:r w:rsidR="0091364E">
        <w:rPr>
          <w:sz w:val="32"/>
          <w:szCs w:val="32"/>
          <w:cs/>
        </w:rPr>
        <w:t>สอนสร้าง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มุ่งเน้นการลงมือทำ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การนำไปใช้ปฏิบัติได้จริง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ผู้เรียนร่วมวาง</w:t>
      </w:r>
      <w:r>
        <w:rPr>
          <w:rFonts w:hint="cs"/>
          <w:sz w:val="32"/>
          <w:szCs w:val="32"/>
          <w:cs/>
        </w:rPr>
        <w:t>แผนก</w:t>
      </w:r>
      <w:r w:rsidR="0091364E">
        <w:rPr>
          <w:sz w:val="32"/>
          <w:szCs w:val="32"/>
          <w:cs/>
        </w:rPr>
        <w:t>ารเรียน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ลงมือพัฒนาร่วมกัน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งานกิจกรรมแตกต่างกันในคาบเดียวกัน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สื่อหลากหลาย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มีวิธี</w:t>
      </w:r>
      <w:r w:rsidR="00C5080C">
        <w:rPr>
          <w:rFonts w:hint="cs"/>
          <w:sz w:val="32"/>
          <w:szCs w:val="32"/>
          <w:cs/>
        </w:rPr>
        <w:t xml:space="preserve">          </w:t>
      </w:r>
      <w:r w:rsidR="0091364E">
        <w:rPr>
          <w:sz w:val="32"/>
          <w:szCs w:val="32"/>
          <w:cs/>
        </w:rPr>
        <w:t>การเรียน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กระบวนการเรียนหลายอย่างในขณะเดียวกัน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และยังสามารถช่วยพัฒนาครูและผู้ร่วมงานได้ด้วย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เป็นครูผู้นำในกลุ่มการสอนแบบนี้นักเรียนมีส่วนร่วม</w:t>
      </w:r>
      <w:r w:rsidR="0091364E">
        <w:rPr>
          <w:sz w:val="32"/>
          <w:szCs w:val="32"/>
        </w:rPr>
        <w:t xml:space="preserve"> 61-80% </w:t>
      </w:r>
    </w:p>
    <w:p w:rsidR="00C5080C" w:rsidRDefault="00A750C0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ระดับ</w:t>
      </w:r>
      <w:r w:rsidR="0091364E">
        <w:rPr>
          <w:sz w:val="32"/>
          <w:szCs w:val="32"/>
        </w:rPr>
        <w:t xml:space="preserve"> 5 </w:t>
      </w:r>
      <w:r w:rsidR="0091364E">
        <w:rPr>
          <w:sz w:val="32"/>
          <w:szCs w:val="32"/>
          <w:cs/>
        </w:rPr>
        <w:t>สอนค้นพบ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มุ่งเน้นการค้นหา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สร้างความรู้ร่วมกันกับผู้เรียน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มีผู้เรียนเป็นผู้วาง</w:t>
      </w:r>
      <w:r w:rsidR="0019716F">
        <w:rPr>
          <w:rFonts w:hint="cs"/>
          <w:sz w:val="32"/>
          <w:szCs w:val="32"/>
          <w:cs/>
        </w:rPr>
        <w:t>แผนก</w:t>
      </w:r>
      <w:r w:rsidR="0091364E">
        <w:rPr>
          <w:sz w:val="32"/>
          <w:szCs w:val="32"/>
          <w:cs/>
        </w:rPr>
        <w:t>ารเรียนเกือบทั้งหมด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ผู้เรียนเป็นผู้กำหนดหลักสูตร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มีสื่อหลายแบบ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ผลงานของผู้เรียนคนละอย่าง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คนละเรื่อง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ตามความสนใจและความถนัดอย่างแท้จริง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เป็นผู้สร้างผู้นำให้ผู้เรียนและเพื่อนครู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เป็นผู้นำ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คิดเอง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พัฒนาเองได้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พัฒนาอย่างรอบด้าน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เป็นผู้ร่วมพัฒนาวิชาชีพอย่างถาวร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มีเกียรติภูมิเป็นตัวอย่างได้ทั้งด้านวิชาชีพและชีวิตส่วนบุคคล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การสอนแบบนี้</w:t>
      </w:r>
      <w:r w:rsidR="0019716F">
        <w:rPr>
          <w:rFonts w:hint="cs"/>
          <w:sz w:val="32"/>
          <w:szCs w:val="32"/>
          <w:cs/>
        </w:rPr>
        <w:t xml:space="preserve">   </w:t>
      </w:r>
      <w:r w:rsidR="0091364E">
        <w:rPr>
          <w:sz w:val="32"/>
          <w:szCs w:val="32"/>
          <w:cs/>
        </w:rPr>
        <w:t>นักเรียนมีส่วนร่วม</w:t>
      </w:r>
      <w:r w:rsidR="0091364E">
        <w:rPr>
          <w:sz w:val="32"/>
          <w:szCs w:val="32"/>
        </w:rPr>
        <w:t xml:space="preserve"> 81-100% </w:t>
      </w:r>
    </w:p>
    <w:p w:rsidR="00C5080C" w:rsidRPr="00C5080C" w:rsidRDefault="00C5080C" w:rsidP="0019716F">
      <w:pPr>
        <w:pStyle w:val="Default"/>
        <w:jc w:val="thaiDistribute"/>
        <w:rPr>
          <w:sz w:val="16"/>
          <w:szCs w:val="16"/>
        </w:rPr>
      </w:pPr>
    </w:p>
    <w:p w:rsidR="0091364E" w:rsidRPr="00460AF8" w:rsidRDefault="0091364E" w:rsidP="0019716F">
      <w:pPr>
        <w:pStyle w:val="Default"/>
        <w:jc w:val="thaiDistribute"/>
        <w:rPr>
          <w:b/>
          <w:bCs/>
          <w:sz w:val="32"/>
          <w:szCs w:val="32"/>
        </w:rPr>
      </w:pPr>
      <w:r w:rsidRPr="00460AF8">
        <w:rPr>
          <w:b/>
          <w:bCs/>
          <w:sz w:val="32"/>
          <w:szCs w:val="32"/>
          <w:cs/>
        </w:rPr>
        <w:t>ระดับการพัฒนาการสอนของครูกับการจัดกิจกรรมการเรียนการสอน</w:t>
      </w:r>
      <w:r w:rsidRPr="00460AF8">
        <w:rPr>
          <w:b/>
          <w:bCs/>
          <w:sz w:val="32"/>
          <w:szCs w:val="32"/>
        </w:rPr>
        <w:t xml:space="preserve"> </w:t>
      </w:r>
    </w:p>
    <w:p w:rsidR="0091364E" w:rsidRDefault="0091364E" w:rsidP="0091364E">
      <w:pPr>
        <w:pStyle w:val="Default"/>
        <w:numPr>
          <w:ilvl w:val="0"/>
          <w:numId w:val="22"/>
        </w:numPr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สอนตรง</w:t>
      </w:r>
      <w:r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เป็นการสอนที่เน้นการให้ความรู้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ให้นักเรียนจดจำคำศัพท์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กฎ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ทฤษฎี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ชื่อคน</w:t>
      </w:r>
      <w:r w:rsidR="0091364E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สถาน</w:t>
      </w:r>
      <w:r w:rsidR="0091364E">
        <w:rPr>
          <w:sz w:val="32"/>
          <w:szCs w:val="32"/>
          <w:cs/>
        </w:rPr>
        <w:t>และข้อมูลที่เป็นข้อเท็จจริงต่าง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ที่กล่าวไว้ในแบบเรียนอย่างตรงไปตรงมา</w:t>
      </w:r>
      <w:r w:rsidR="0091364E">
        <w:rPr>
          <w:sz w:val="32"/>
          <w:szCs w:val="32"/>
        </w:rPr>
        <w:t xml:space="preserve"> </w:t>
      </w:r>
    </w:p>
    <w:p w:rsidR="0091364E" w:rsidRDefault="0091364E" w:rsidP="0091364E">
      <w:pPr>
        <w:pStyle w:val="Default"/>
        <w:numPr>
          <w:ilvl w:val="0"/>
          <w:numId w:val="23"/>
        </w:numPr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สอนอธิบาย</w:t>
      </w:r>
      <w:r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เป็นการสอนที่ครูพัฒนาพฤติกรรมของผู้เรียนระดับการสร้างความเข้าใจ</w:t>
      </w:r>
      <w:r w:rsidR="0091364E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โ</w:t>
      </w:r>
      <w:r>
        <w:rPr>
          <w:sz w:val="32"/>
          <w:szCs w:val="32"/>
          <w:cs/>
        </w:rPr>
        <w:t>ดยการ</w:t>
      </w:r>
      <w:r>
        <w:rPr>
          <w:rFonts w:hint="cs"/>
          <w:sz w:val="32"/>
          <w:szCs w:val="32"/>
          <w:cs/>
        </w:rPr>
        <w:t>อ</w:t>
      </w:r>
      <w:r>
        <w:rPr>
          <w:sz w:val="32"/>
          <w:szCs w:val="32"/>
          <w:cs/>
        </w:rPr>
        <w:t>ธิบายบทเรียนเพิ่ม</w:t>
      </w:r>
      <w:r>
        <w:rPr>
          <w:rFonts w:hint="cs"/>
          <w:sz w:val="32"/>
          <w:szCs w:val="32"/>
          <w:cs/>
        </w:rPr>
        <w:t>เ</w:t>
      </w:r>
      <w:r w:rsidR="0091364E">
        <w:rPr>
          <w:sz w:val="32"/>
          <w:szCs w:val="32"/>
          <w:cs/>
        </w:rPr>
        <w:t>ต</w:t>
      </w:r>
      <w:r>
        <w:rPr>
          <w:rFonts w:hint="cs"/>
          <w:sz w:val="32"/>
          <w:szCs w:val="32"/>
          <w:cs/>
        </w:rPr>
        <w:t>ิ</w:t>
      </w:r>
      <w:r w:rsidR="0091364E">
        <w:rPr>
          <w:sz w:val="32"/>
          <w:szCs w:val="32"/>
          <w:cs/>
        </w:rPr>
        <w:t>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พร้อมทั้งยกตัวอย่างประกอบหลากหลาย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หรือเป็นการเปลี่ยนสัญลักษณ์หนึ่งไปสู่อีกสัญลักษณ์หนึ่ง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โดยอาจใช้แผนภูมิตารางข้อมูล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กราฟ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หรือภาพประกอบคำอธิบาย</w:t>
      </w:r>
      <w:r w:rsidR="0091364E">
        <w:rPr>
          <w:sz w:val="32"/>
          <w:szCs w:val="32"/>
        </w:rPr>
        <w:t xml:space="preserve"> </w:t>
      </w:r>
    </w:p>
    <w:p w:rsidR="0091364E" w:rsidRDefault="0019716F" w:rsidP="0091364E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3. </w:t>
      </w:r>
      <w:r w:rsidR="0091364E">
        <w:rPr>
          <w:sz w:val="32"/>
          <w:szCs w:val="32"/>
          <w:cs/>
        </w:rPr>
        <w:t>สอนคิด</w:t>
      </w:r>
      <w:r w:rsidR="0091364E"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เป็นการเรียนการสอนที่ครูจัดกิจกรรมเพื่อพัฒนาผู้เรียนให้เกิดทักษะ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กระบวนการในการแสวงหาความรู้ขั้นพื้นฐาน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เช่น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การสังเกตการจำแนกประเภท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การจัดหมวดหมู่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การแปลความหมาย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ข้อมูล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แผนภูมิ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หรือกราฟ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การจัดกิจกรรมให้นักเรียนวิเคราะห์ข้อมูล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หรือส่วนประกอบย่อย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พร้อมทั้งบอกหน้าที่หรือความสำคัญของส่วนประกอบย่อยได้ซึ่งนักเรียนได้ฝึกปฏิบัติมากขึ้น</w:t>
      </w:r>
      <w:r w:rsidR="0091364E"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4. </w:t>
      </w:r>
      <w:r w:rsidR="0091364E">
        <w:rPr>
          <w:sz w:val="32"/>
          <w:szCs w:val="32"/>
          <w:cs/>
        </w:rPr>
        <w:t>สอนสร้าง</w:t>
      </w:r>
      <w:r w:rsidR="0091364E">
        <w:rPr>
          <w:sz w:val="32"/>
          <w:szCs w:val="32"/>
        </w:rPr>
        <w:t xml:space="preserve"> </w:t>
      </w:r>
    </w:p>
    <w:p w:rsidR="0091364E" w:rsidRDefault="0019716F" w:rsidP="00C5080C">
      <w:pPr>
        <w:pStyle w:val="Default"/>
        <w:jc w:val="thaiDistribute"/>
        <w:rPr>
          <w:sz w:val="32"/>
          <w:szCs w:val="32"/>
        </w:rPr>
        <w:sectPr w:rsidR="0091364E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  <w:cs/>
        </w:rPr>
        <w:t>เป็นการสอนที่ครูจัดกิจกรรมให้นักเรียนได้ปฏิบัติ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เน้นการพัฒนาด้านทักษะกระบวนการในการแสวงหาความรู้ในระดับที่สูงขึ้น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เช่น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การระบุปัญหา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การตั้งสมมติฐาน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การออกแบบวิธีแก้ปัญหา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ดำเนินการแก้ปัญหา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เก็บรวบรวมข้อมูล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วิเคราะห์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และลงสรุป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พร้อมทั้งอธิบายประโยชน์กิจกรรมหรือข้อผิดพลาดที่เกิดขึ้นได้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นักเรียนมีเวลาในการคิด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และทำกิจกรรมด้วยตนเองมากขึ้น</w:t>
      </w:r>
      <w:r w:rsidR="0091364E">
        <w:rPr>
          <w:sz w:val="32"/>
          <w:szCs w:val="32"/>
        </w:rPr>
        <w:t xml:space="preserve"> </w:t>
      </w:r>
      <w:r w:rsidR="00C306F4">
        <w:rPr>
          <w:sz w:val="32"/>
          <w:szCs w:val="32"/>
          <w:cs/>
        </w:rPr>
        <w:t>มีผลงานที่ปรากฏ</w:t>
      </w:r>
      <w:r w:rsidR="0091364E">
        <w:rPr>
          <w:sz w:val="32"/>
          <w:szCs w:val="32"/>
          <w:cs/>
        </w:rPr>
        <w:t>ชัดเจน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สามารถแสดงออก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โดยการรายงานหน้าชั้นเรียน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แสดงผลงานในรูปจุล</w:t>
      </w:r>
      <w:proofErr w:type="spellStart"/>
      <w:r w:rsidR="0091364E">
        <w:rPr>
          <w:sz w:val="32"/>
          <w:szCs w:val="32"/>
          <w:cs/>
        </w:rPr>
        <w:t>นิทรรศ</w:t>
      </w:r>
      <w:proofErr w:type="spellEnd"/>
      <w:r w:rsidR="0091364E">
        <w:rPr>
          <w:sz w:val="32"/>
          <w:szCs w:val="32"/>
        </w:rPr>
        <w:t xml:space="preserve"> </w:t>
      </w:r>
    </w:p>
    <w:p w:rsidR="0091364E" w:rsidRDefault="00BC5CC5" w:rsidP="0019716F">
      <w:pPr>
        <w:pStyle w:val="Default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37" type="#_x0000_t202" style="position:absolute;margin-left:405.65pt;margin-top:-39.3pt;width:57.05pt;height:26.5pt;z-index:251651072" stroked="f">
            <v:textbox>
              <w:txbxContent>
                <w:p w:rsidR="008E6F69" w:rsidRDefault="008E6F69" w:rsidP="00E841EC">
                  <w:r>
                    <w:t>8</w:t>
                  </w:r>
                </w:p>
              </w:txbxContent>
            </v:textbox>
          </v:shape>
        </w:pict>
      </w:r>
      <w:r w:rsidR="0019716F">
        <w:rPr>
          <w:sz w:val="32"/>
          <w:szCs w:val="32"/>
        </w:rPr>
        <w:t xml:space="preserve"> </w:t>
      </w:r>
      <w:r w:rsidR="0019716F"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5. </w:t>
      </w:r>
      <w:r w:rsidR="0091364E">
        <w:rPr>
          <w:sz w:val="32"/>
          <w:szCs w:val="32"/>
          <w:cs/>
        </w:rPr>
        <w:t>สอนค้นพบ</w:t>
      </w:r>
      <w:r w:rsidR="0091364E">
        <w:rPr>
          <w:sz w:val="32"/>
          <w:szCs w:val="32"/>
        </w:rPr>
        <w:t xml:space="preserve"> </w:t>
      </w:r>
    </w:p>
    <w:p w:rsidR="00A750C0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>เ</w:t>
      </w:r>
      <w:r w:rsidR="0091364E">
        <w:rPr>
          <w:sz w:val="32"/>
          <w:szCs w:val="32"/>
          <w:cs/>
        </w:rPr>
        <w:t>ป็นการเรียนการสอนที่มีลักษณะเป็นการมอบหมายงานให้นักเรียนปฏิบัติหรือกำหนดปัญหาให้นักเรียนแก้ปัญห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ครูมีบทบาทเป็นเพียงครูที่ปรึกษาให้คำแนะนำในการแก้ปัญหาเมื่อนักเรียนมีปัญหา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หรือแนะนำตำรา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แหล่งข้อมูล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แนะนำ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ูแลและติดตามผลงานของนักเรียนจนกว่างานจะเสร็จสมบูรณ์รวมทั้งการตรวจสอบผลงานของนักเรียนจนกว่างานจะเสร็จสมบูรณ์รวมทั้งการตรวจสอบผลง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นักเรียนเรียนรู้ด้วยตนเองหรือเรียนรู้จากกลุ่มมากขึ้น</w:t>
      </w:r>
      <w:r w:rsidR="0091364E">
        <w:rPr>
          <w:sz w:val="32"/>
          <w:szCs w:val="32"/>
        </w:rPr>
        <w:t xml:space="preserve"> (Cooperative Learning) </w:t>
      </w:r>
      <w:r w:rsidR="0091364E">
        <w:rPr>
          <w:sz w:val="32"/>
          <w:szCs w:val="32"/>
          <w:cs/>
        </w:rPr>
        <w:t>จะต้องมีความคิดเป็นของตนเอง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ใช้ความรู้และทักษะหลาย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ด้านมาใช้ในการทำงานให้สำเร็จอย่างสมบูรณ์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และมีคุณภาพ</w:t>
      </w:r>
      <w:r w:rsidR="0091364E">
        <w:rPr>
          <w:sz w:val="32"/>
          <w:szCs w:val="32"/>
        </w:rPr>
        <w:t xml:space="preserve"> </w:t>
      </w:r>
    </w:p>
    <w:p w:rsidR="0091364E" w:rsidRDefault="00A750C0" w:rsidP="0019716F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>2</w:t>
      </w:r>
      <w:r w:rsidR="0091364E">
        <w:rPr>
          <w:sz w:val="32"/>
          <w:szCs w:val="32"/>
        </w:rPr>
        <w:t xml:space="preserve">.3 </w:t>
      </w:r>
      <w:r w:rsidR="0091364E">
        <w:rPr>
          <w:sz w:val="32"/>
          <w:szCs w:val="32"/>
          <w:cs/>
        </w:rPr>
        <w:t>คุณลักษณะของครูไทยที่พึงประสงค์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รายงานผลการสำรวจจากการประชุมสัมมนาเชิงวิชาการ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จากสถาบันราช</w:t>
      </w:r>
      <w:proofErr w:type="spellStart"/>
      <w:r w:rsidR="0091364E">
        <w:rPr>
          <w:sz w:val="32"/>
          <w:szCs w:val="32"/>
          <w:cs/>
        </w:rPr>
        <w:t>ภัฎ</w:t>
      </w:r>
      <w:proofErr w:type="spellEnd"/>
      <w:r w:rsidR="0091364E">
        <w:rPr>
          <w:sz w:val="32"/>
          <w:szCs w:val="32"/>
        </w:rPr>
        <w:t xml:space="preserve"> 8 </w:t>
      </w:r>
      <w:r w:rsidR="0091364E">
        <w:rPr>
          <w:sz w:val="32"/>
          <w:szCs w:val="32"/>
          <w:cs/>
        </w:rPr>
        <w:t>แห่งในส่วนภูมิภาค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เกี่ยวกับคุณลักษณะครูไทยที่พึงประสงค์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สรุปเป็น</w:t>
      </w:r>
      <w:r w:rsidR="0091364E">
        <w:rPr>
          <w:sz w:val="32"/>
          <w:szCs w:val="32"/>
        </w:rPr>
        <w:t xml:space="preserve"> 4 </w:t>
      </w:r>
      <w:r w:rsidR="0091364E">
        <w:rPr>
          <w:sz w:val="32"/>
          <w:szCs w:val="32"/>
          <w:cs/>
        </w:rPr>
        <w:t>มิติ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ดังแสดงในมิติของคนดี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คนเก่ง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ครูเก่ง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ดังนี้</w:t>
      </w:r>
      <w:r w:rsidR="0091364E">
        <w:rPr>
          <w:sz w:val="32"/>
          <w:szCs w:val="32"/>
        </w:rPr>
        <w:t xml:space="preserve"> (</w:t>
      </w:r>
      <w:r w:rsidR="0091364E">
        <w:rPr>
          <w:sz w:val="32"/>
          <w:szCs w:val="32"/>
          <w:cs/>
        </w:rPr>
        <w:t>สำนักงานสภาสถาบันราช</w:t>
      </w:r>
      <w:proofErr w:type="spellStart"/>
      <w:r w:rsidR="0091364E">
        <w:rPr>
          <w:sz w:val="32"/>
          <w:szCs w:val="32"/>
          <w:cs/>
        </w:rPr>
        <w:t>ภัฎ</w:t>
      </w:r>
      <w:proofErr w:type="spellEnd"/>
      <w:r w:rsidR="0091364E">
        <w:rPr>
          <w:sz w:val="32"/>
          <w:szCs w:val="32"/>
        </w:rPr>
        <w:t xml:space="preserve">, 2542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7 – 9) </w:t>
      </w:r>
    </w:p>
    <w:p w:rsidR="0091364E" w:rsidRPr="0019716F" w:rsidRDefault="0019716F" w:rsidP="0091364E">
      <w:pPr>
        <w:pStyle w:val="Default"/>
        <w:numPr>
          <w:ilvl w:val="0"/>
          <w:numId w:val="27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มิติของคนดี</w:t>
      </w:r>
      <w:r w:rsidR="0091364E"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ครูต้องเป็นคนดี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เป็นผู้มีสุขภาพกายที่ดี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มีคุณธรรม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ศีลธรรม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มีจริยธรรม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มีคุณสมบัติผู้ดี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เป็นผู้ธำรงไว้ซึ่งวัฒนธรรมที่ดี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เป็นนักจัดการที่ดี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เป็นนักประชาธิปไตย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มีบุคลิกภาพดี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มีความยุติธรรม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มีเมตตา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มีวินัย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เสียสละ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มีความรับผิดชอบ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มีพฤติกรรมที่เหมาะสมกับฐานะ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เข้ากับชุมชนได้เป็นอย่างดี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สมถะ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เรียบง่าย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สามารถที่จะใช้ชีวิตทั้งในเมืองและชนบทได้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ไม่ยึดติดกับวัตถุมากเกินไป</w:t>
      </w:r>
      <w:r w:rsidR="0091364E">
        <w:rPr>
          <w:sz w:val="32"/>
          <w:szCs w:val="32"/>
        </w:rPr>
        <w:t xml:space="preserve"> </w:t>
      </w:r>
    </w:p>
    <w:p w:rsidR="0091364E" w:rsidRPr="0019716F" w:rsidRDefault="0019716F" w:rsidP="0091364E">
      <w:pPr>
        <w:pStyle w:val="Default"/>
        <w:numPr>
          <w:ilvl w:val="0"/>
          <w:numId w:val="28"/>
        </w:numPr>
        <w:rPr>
          <w:sz w:val="32"/>
          <w:szCs w:val="32"/>
        </w:rPr>
      </w:pPr>
      <w:r w:rsidRPr="0019716F">
        <w:rPr>
          <w:sz w:val="32"/>
          <w:szCs w:val="32"/>
        </w:rPr>
        <w:t xml:space="preserve"> </w:t>
      </w:r>
      <w:r w:rsidRPr="0019716F"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2. </w:t>
      </w:r>
      <w:r w:rsidR="0091364E" w:rsidRPr="0019716F">
        <w:rPr>
          <w:sz w:val="32"/>
          <w:szCs w:val="32"/>
          <w:cs/>
        </w:rPr>
        <w:t>มิติของคนเก่ง</w:t>
      </w:r>
      <w:r w:rsidR="0091364E" w:rsidRPr="0019716F"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ครูต้องเป็นคนเก่ง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ครูต้องพัฒนาตนเองอยู่เสมอ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ต้องเรียนรู้ชุมชนที่ตนเองเกี่ยวข้อง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มีความรู้เชิงวิชาการและทักษะทางวิชาการ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มีทักษะในการดำรงชีวิตและทักษะในการอยู่ร่วมกันในสังคม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เป็นนักประชาธิปไตย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เป็นนักบริหารและนักจัดการ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ตลาดจนการเป็นผู้นำชุมชน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เป็นนักประสานที่มีความยืดหยุ่น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รู้จัก</w:t>
      </w:r>
      <w:proofErr w:type="spellStart"/>
      <w:r w:rsidR="0091364E">
        <w:rPr>
          <w:sz w:val="32"/>
          <w:szCs w:val="32"/>
          <w:cs/>
        </w:rPr>
        <w:t>บูรณา</w:t>
      </w:r>
      <w:proofErr w:type="spellEnd"/>
      <w:r w:rsidR="0091364E">
        <w:rPr>
          <w:sz w:val="32"/>
          <w:szCs w:val="32"/>
          <w:cs/>
        </w:rPr>
        <w:t>การภายในสาระและข้ามสาระ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เป็นนักปฏิวัติ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มีนิสัยใฝ่รู้ใฝ่เรียน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คิดวิเคราะห์และสังเคราะห์เป็น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มีลักษณะภูมิรู้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ภูมิธรรม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ภูมิฐาน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มีความรู้รอบตัว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ทันต่อเหตุการณ์</w:t>
      </w:r>
      <w:r w:rsidR="0091364E">
        <w:rPr>
          <w:sz w:val="32"/>
          <w:szCs w:val="32"/>
        </w:rPr>
        <w:t xml:space="preserve"> </w:t>
      </w:r>
      <w:r w:rsidR="006C2955">
        <w:rPr>
          <w:sz w:val="32"/>
          <w:szCs w:val="32"/>
          <w:cs/>
        </w:rPr>
        <w:t>มีความรอบรู้จนได้รับความศ</w:t>
      </w:r>
      <w:r w:rsidR="006C2955">
        <w:rPr>
          <w:rFonts w:hint="cs"/>
          <w:sz w:val="32"/>
          <w:szCs w:val="32"/>
          <w:cs/>
        </w:rPr>
        <w:t>รั</w:t>
      </w:r>
      <w:r w:rsidR="0091364E">
        <w:rPr>
          <w:sz w:val="32"/>
          <w:szCs w:val="32"/>
          <w:cs/>
        </w:rPr>
        <w:t>ทธา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เป็นผู้ที่ทันสมัยและพัฒนาตนเองเสมอมีทักษะในการจัดการ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มีคุณลักษณะนักประชาธิปไตย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มีโลกทัศน์และวิสัยทัศน์กว้าง</w:t>
      </w:r>
    </w:p>
    <w:p w:rsidR="0019716F" w:rsidRDefault="0019716F" w:rsidP="0019716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</w:rPr>
        <w:t xml:space="preserve">3. </w:t>
      </w:r>
      <w:r w:rsidR="0091364E" w:rsidRPr="0019716F">
        <w:rPr>
          <w:sz w:val="32"/>
          <w:szCs w:val="32"/>
          <w:cs/>
        </w:rPr>
        <w:t>มิติของครูดี</w:t>
      </w:r>
      <w:r w:rsidRPr="0019716F">
        <w:rPr>
          <w:sz w:val="32"/>
          <w:szCs w:val="32"/>
        </w:rPr>
        <w:t xml:space="preserve"> </w:t>
      </w:r>
    </w:p>
    <w:p w:rsidR="0091364E" w:rsidRPr="0019716F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 w:rsidRPr="0019716F">
        <w:rPr>
          <w:sz w:val="32"/>
          <w:szCs w:val="32"/>
          <w:cs/>
        </w:rPr>
        <w:t>ต้องเป็นครูดี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หมายถึง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ครูต้องรักในอาชีพครู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รักเด็กและเข้าใจธรรมชาติของเด็ก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เป็นกัลยาณมิตรและอุทิศตนเพื่องานครู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ตระหนักในบทบาทของครูที่มีต่อสังคม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เป็นแบบอย่างที่ดีแก่ศิษย์</w:t>
      </w:r>
      <w:r w:rsidR="0091364E" w:rsidRPr="0019716F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 </w:t>
      </w:r>
      <w:r w:rsidR="0091364E" w:rsidRPr="0019716F">
        <w:rPr>
          <w:sz w:val="32"/>
          <w:szCs w:val="32"/>
          <w:cs/>
        </w:rPr>
        <w:t>งดเว้นจากอบายมุขทั้งปวง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เรียนรู้ชุมชน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ท้องถิ่น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เข้ากับชุมชนได้เป็นอย่างดี</w:t>
      </w:r>
      <w:r w:rsidR="0091364E" w:rsidRPr="0019716F">
        <w:rPr>
          <w:sz w:val="32"/>
          <w:szCs w:val="32"/>
        </w:rPr>
        <w:t xml:space="preserve"> </w:t>
      </w:r>
      <w:r w:rsidR="00C5080C">
        <w:rPr>
          <w:sz w:val="32"/>
          <w:szCs w:val="32"/>
        </w:rPr>
        <w:t xml:space="preserve">     </w:t>
      </w:r>
      <w:r w:rsidR="0091364E" w:rsidRPr="0019716F">
        <w:rPr>
          <w:sz w:val="32"/>
          <w:szCs w:val="32"/>
          <w:cs/>
        </w:rPr>
        <w:t>มีส่วนร่วมในการเป็นผู้นำชุมชนและพัฒนาคุณภาพสิ่งแวดล้อม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สอนดีและมาตรฐานการทำงาน</w:t>
      </w:r>
      <w:r w:rsidR="0091364E" w:rsidRPr="0019716F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ab/>
      </w:r>
      <w:r w:rsidR="0091364E" w:rsidRPr="0019716F">
        <w:rPr>
          <w:sz w:val="32"/>
          <w:szCs w:val="32"/>
          <w:cs/>
        </w:rPr>
        <w:t>สอนแบบ</w:t>
      </w:r>
      <w:proofErr w:type="spellStart"/>
      <w:r w:rsidR="0091364E" w:rsidRPr="0019716F">
        <w:rPr>
          <w:sz w:val="32"/>
          <w:szCs w:val="32"/>
          <w:cs/>
        </w:rPr>
        <w:t>บูรณา</w:t>
      </w:r>
      <w:proofErr w:type="spellEnd"/>
      <w:r w:rsidR="0091364E" w:rsidRPr="0019716F">
        <w:rPr>
          <w:sz w:val="32"/>
          <w:szCs w:val="32"/>
          <w:cs/>
        </w:rPr>
        <w:t>การ</w:t>
      </w:r>
      <w:r w:rsidR="0091364E" w:rsidRPr="0019716F">
        <w:rPr>
          <w:sz w:val="32"/>
          <w:szCs w:val="32"/>
        </w:rPr>
        <w:t xml:space="preserve"> </w:t>
      </w:r>
      <w:r w:rsidR="00960921">
        <w:rPr>
          <w:sz w:val="32"/>
          <w:szCs w:val="32"/>
        </w:rPr>
        <w:t xml:space="preserve">         </w:t>
      </w:r>
      <w:r w:rsidR="0091364E" w:rsidRPr="0019716F">
        <w:rPr>
          <w:sz w:val="32"/>
          <w:szCs w:val="32"/>
          <w:cs/>
        </w:rPr>
        <w:t>มีเทคนิคการสอน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มีจิตวิทยา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มีความรู้พื้นฐานในความเป็นครู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เป็นแบบอย่างที่ดีสำหรับเด็ก</w:t>
      </w:r>
      <w:r w:rsidR="0091364E" w:rsidRPr="0019716F">
        <w:rPr>
          <w:sz w:val="32"/>
          <w:szCs w:val="32"/>
        </w:rPr>
        <w:t xml:space="preserve"> </w:t>
      </w:r>
      <w:r w:rsidR="00C5080C">
        <w:rPr>
          <w:sz w:val="32"/>
          <w:szCs w:val="32"/>
        </w:rPr>
        <w:t xml:space="preserve">                     </w:t>
      </w:r>
      <w:r w:rsidR="0091364E" w:rsidRPr="0019716F">
        <w:rPr>
          <w:sz w:val="32"/>
          <w:szCs w:val="32"/>
          <w:cs/>
        </w:rPr>
        <w:t>ยึดผู้เรียนเป็นสำคัญ</w:t>
      </w:r>
      <w:r w:rsidR="0091364E" w:rsidRPr="0019716F">
        <w:rPr>
          <w:sz w:val="32"/>
          <w:szCs w:val="32"/>
        </w:rPr>
        <w:t xml:space="preserve"> </w:t>
      </w:r>
      <w:r w:rsidR="00C5080C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รักและศรัทธาในอาชีพครู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สู้งาน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บุคลิกภาพดี</w:t>
      </w:r>
      <w:r w:rsidR="0091364E" w:rsidRPr="0019716F">
        <w:rPr>
          <w:sz w:val="32"/>
          <w:szCs w:val="32"/>
        </w:rPr>
        <w:t xml:space="preserve"> </w:t>
      </w:r>
      <w:r w:rsidR="0091364E" w:rsidRPr="0019716F">
        <w:rPr>
          <w:sz w:val="32"/>
          <w:szCs w:val="32"/>
          <w:cs/>
        </w:rPr>
        <w:t>และรักศิษย์</w:t>
      </w:r>
      <w:r w:rsidR="0091364E" w:rsidRPr="0019716F">
        <w:rPr>
          <w:sz w:val="32"/>
          <w:szCs w:val="32"/>
        </w:rPr>
        <w:t xml:space="preserve"> </w:t>
      </w:r>
    </w:p>
    <w:p w:rsidR="00C5080C" w:rsidRDefault="0019716F" w:rsidP="0019716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9716F" w:rsidRDefault="00BC5CC5" w:rsidP="0019716F">
      <w:pPr>
        <w:pStyle w:val="Default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52" type="#_x0000_t202" style="position:absolute;margin-left:406.4pt;margin-top:-30.25pt;width:57.05pt;height:26.5pt;z-index:251661312" stroked="f">
            <v:textbox>
              <w:txbxContent>
                <w:p w:rsidR="008E6F69" w:rsidRDefault="008E6F69" w:rsidP="00CA245A">
                  <w:r>
                    <w:t>9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8" type="#_x0000_t202" style="position:absolute;margin-left:486.65pt;margin-top:29.75pt;width:57.05pt;height:26.5pt;z-index:251652096" stroked="f">
            <v:textbox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 w:rsidR="00C5080C">
        <w:rPr>
          <w:sz w:val="32"/>
          <w:szCs w:val="32"/>
        </w:rPr>
        <w:t xml:space="preserve"> </w:t>
      </w:r>
      <w:r w:rsidR="00C5080C">
        <w:rPr>
          <w:sz w:val="32"/>
          <w:szCs w:val="32"/>
        </w:rPr>
        <w:tab/>
        <w:t xml:space="preserve"> </w:t>
      </w:r>
      <w:r w:rsidR="00C5080C"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4. </w:t>
      </w:r>
      <w:r w:rsidR="0091364E">
        <w:rPr>
          <w:sz w:val="32"/>
          <w:szCs w:val="32"/>
          <w:cs/>
        </w:rPr>
        <w:t>มิติของครูเก่ง</w:t>
      </w:r>
      <w:r w:rsidR="0091364E">
        <w:rPr>
          <w:sz w:val="32"/>
          <w:szCs w:val="32"/>
        </w:rPr>
        <w:t xml:space="preserve"> </w:t>
      </w:r>
    </w:p>
    <w:p w:rsidR="0019716F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  <w:cs/>
        </w:rPr>
        <w:t>ต้องเป็นครูเก่ง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ครูที่มีทักษะการสอน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รู้จักประยุกต์และ</w:t>
      </w:r>
      <w:proofErr w:type="spellStart"/>
      <w:r w:rsidR="0091364E">
        <w:rPr>
          <w:sz w:val="32"/>
          <w:szCs w:val="32"/>
          <w:cs/>
        </w:rPr>
        <w:t>บูรณา</w:t>
      </w:r>
      <w:proofErr w:type="spellEnd"/>
      <w:r w:rsidR="0091364E">
        <w:rPr>
          <w:sz w:val="32"/>
          <w:szCs w:val="32"/>
          <w:cs/>
        </w:rPr>
        <w:t>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มีคุณสมบัติเชิงวิชาการ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สร้างสรรค์ความรู้ได้ด้วยวิธีการที่หลากหลาย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เช่น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การวิจัย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การใช้นวัตกรรม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และรู้จักประยุกต์ใช้ความรู้อย่างเหมาะสม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มีความรู้ในวิชาเอกและความรู้รอบตัวดี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</w:t>
      </w:r>
      <w:r w:rsidR="006C2955">
        <w:rPr>
          <w:rFonts w:hint="cs"/>
          <w:sz w:val="32"/>
          <w:szCs w:val="32"/>
          <w:cs/>
        </w:rPr>
        <w:t>ส</w:t>
      </w:r>
      <w:r w:rsidR="0091364E">
        <w:rPr>
          <w:sz w:val="32"/>
          <w:szCs w:val="32"/>
          <w:cs/>
        </w:rPr>
        <w:t>ามารถ</w:t>
      </w:r>
      <w:r w:rsidR="00C5080C">
        <w:rPr>
          <w:rFonts w:hint="cs"/>
          <w:sz w:val="32"/>
          <w:szCs w:val="32"/>
          <w:cs/>
        </w:rPr>
        <w:t xml:space="preserve">       </w:t>
      </w:r>
      <w:r w:rsidR="0091364E">
        <w:rPr>
          <w:sz w:val="32"/>
          <w:szCs w:val="32"/>
          <w:cs/>
        </w:rPr>
        <w:t>ในการจัดการเรียนการสอน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มีวุฒิทางการศึกษาสูง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มีความรู้สาขาที่เกี่ยวข้อง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รู้ทฤษฎีทางการสอน</w:t>
      </w:r>
      <w:r w:rsidR="0091364E">
        <w:rPr>
          <w:sz w:val="32"/>
          <w:szCs w:val="32"/>
        </w:rPr>
        <w:t xml:space="preserve"> </w:t>
      </w:r>
      <w:r w:rsidR="00C5080C">
        <w:rPr>
          <w:sz w:val="32"/>
          <w:szCs w:val="32"/>
        </w:rPr>
        <w:t xml:space="preserve">           </w:t>
      </w:r>
      <w:r w:rsidR="0091364E">
        <w:rPr>
          <w:sz w:val="32"/>
          <w:szCs w:val="32"/>
          <w:cs/>
        </w:rPr>
        <w:t>รู้เทคโนโลยี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สามารถสอนคนพิการได้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สามารถพูดภาษาอังกฤษและใช้</w:t>
      </w:r>
      <w:r w:rsidR="000806EB">
        <w:rPr>
          <w:sz w:val="32"/>
          <w:szCs w:val="32"/>
          <w:cs/>
        </w:rPr>
        <w:t>คอมพิวเตอร์ธุรกิจ</w:t>
      </w:r>
      <w:r w:rsidR="0091364E">
        <w:rPr>
          <w:sz w:val="32"/>
          <w:szCs w:val="32"/>
          <w:cs/>
        </w:rPr>
        <w:t>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จัดระบบกระบวนการเรียนรู้ที่ดี</w:t>
      </w:r>
      <w:r w:rsidR="0091364E">
        <w:rPr>
          <w:sz w:val="32"/>
          <w:szCs w:val="32"/>
        </w:rPr>
        <w:t xml:space="preserve"> </w:t>
      </w:r>
    </w:p>
    <w:p w:rsidR="0091364E" w:rsidRDefault="0019716F" w:rsidP="0019716F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A750C0">
        <w:rPr>
          <w:sz w:val="32"/>
          <w:szCs w:val="32"/>
        </w:rPr>
        <w:t>2</w:t>
      </w:r>
      <w:r w:rsidR="0091364E">
        <w:rPr>
          <w:sz w:val="32"/>
          <w:szCs w:val="32"/>
        </w:rPr>
        <w:t xml:space="preserve">.4 </w:t>
      </w:r>
      <w:r w:rsidR="0091364E">
        <w:rPr>
          <w:sz w:val="32"/>
          <w:szCs w:val="32"/>
          <w:cs/>
        </w:rPr>
        <w:t>เกณฑ์มาตรฐานคุณลักษณะครูแห่งชาติ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สำนักงาน</w:t>
      </w:r>
      <w:r w:rsidR="000B76BF">
        <w:rPr>
          <w:sz w:val="32"/>
          <w:szCs w:val="32"/>
          <w:cs/>
        </w:rPr>
        <w:t>สาขางาน</w:t>
      </w:r>
      <w:r w:rsidR="0091364E">
        <w:rPr>
          <w:sz w:val="32"/>
          <w:szCs w:val="32"/>
          <w:cs/>
        </w:rPr>
        <w:t>กรรมการการศึกษาแห่งชาติ</w:t>
      </w:r>
      <w:r w:rsidR="0091364E">
        <w:rPr>
          <w:sz w:val="32"/>
          <w:szCs w:val="32"/>
        </w:rPr>
        <w:t xml:space="preserve"> (2544,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14-17) </w:t>
      </w:r>
      <w:r w:rsidR="0091364E">
        <w:rPr>
          <w:sz w:val="32"/>
          <w:szCs w:val="32"/>
          <w:cs/>
        </w:rPr>
        <w:t>ได้กำหนดเกณฑ์มาตรฐาน</w:t>
      </w:r>
      <w:r w:rsidR="0091364E">
        <w:rPr>
          <w:sz w:val="32"/>
          <w:szCs w:val="32"/>
        </w:rPr>
        <w:t xml:space="preserve"> “</w:t>
      </w:r>
      <w:r w:rsidR="0091364E">
        <w:rPr>
          <w:sz w:val="32"/>
          <w:szCs w:val="32"/>
          <w:cs/>
        </w:rPr>
        <w:t>ครูแห่งชาติ</w:t>
      </w:r>
      <w:r w:rsidR="0091364E">
        <w:rPr>
          <w:sz w:val="32"/>
          <w:szCs w:val="32"/>
        </w:rPr>
        <w:t xml:space="preserve">” </w:t>
      </w:r>
      <w:r w:rsidR="0091364E">
        <w:rPr>
          <w:sz w:val="32"/>
          <w:szCs w:val="32"/>
          <w:cs/>
        </w:rPr>
        <w:t>โดยให้คัดส่งเอกสารผลงานเข้ารับการพิจารณาคัดเลือกให้เป็นครูแห่งชาติ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ดังนี้</w:t>
      </w:r>
      <w:r w:rsidR="0091364E">
        <w:rPr>
          <w:sz w:val="32"/>
          <w:szCs w:val="32"/>
        </w:rPr>
        <w:t xml:space="preserve"> </w:t>
      </w:r>
    </w:p>
    <w:p w:rsidR="00A750C0" w:rsidRDefault="0019716F" w:rsidP="0091364E">
      <w:pPr>
        <w:pStyle w:val="Default"/>
        <w:numPr>
          <w:ilvl w:val="1"/>
          <w:numId w:val="3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ด้านการจัดการเรียนการสอน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เกณฑ์มาตรฐานคุณลักษณะครูแห่งชาติ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มีดังนี้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มีการจัดการเรียนการสอนที่เน้นผู้เรียนเป็นสำคัญ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มีความคิดริเริ่มสร้างสรรค์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คิดค้นโครงงานใหม่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คิดค้นนวัตกรรมทางการศึกษา</w:t>
      </w:r>
      <w:r w:rsidR="0091364E">
        <w:rPr>
          <w:sz w:val="32"/>
          <w:szCs w:val="32"/>
        </w:rPr>
        <w:t xml:space="preserve"> </w:t>
      </w:r>
      <w:proofErr w:type="gramStart"/>
      <w:r w:rsidR="0091364E">
        <w:rPr>
          <w:sz w:val="32"/>
          <w:szCs w:val="32"/>
          <w:cs/>
        </w:rPr>
        <w:t>สื่อและเทคโนโลยีที่ส่งเสริมการเรียนรู้ของผู้เรียนที่จะพัฒนาผู้เรียนให้เต็มตามศักยภาพ</w:t>
      </w:r>
      <w:r w:rsidR="0091364E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ใช้ภูมิปัญญาท้องถิ่นและสร้างผลงานวิจัย</w:t>
      </w:r>
      <w:proofErr w:type="gramEnd"/>
      <w:r w:rsidR="0091364E">
        <w:rPr>
          <w:sz w:val="32"/>
          <w:szCs w:val="32"/>
        </w:rPr>
        <w:t xml:space="preserve"> </w:t>
      </w:r>
    </w:p>
    <w:p w:rsidR="0091364E" w:rsidRDefault="00A750C0" w:rsidP="0091364E">
      <w:pPr>
        <w:pStyle w:val="Default"/>
        <w:numPr>
          <w:ilvl w:val="1"/>
          <w:numId w:val="3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มีความสามารถทางวิชาการ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หมายถึง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มีความรู้ความเข้าใจในเนื้อหาวิชาที่สอน</w:t>
      </w:r>
    </w:p>
    <w:p w:rsidR="0091364E" w:rsidRDefault="0091364E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ติดตามความก้าวหน้าทางวิชาการ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จัดกิจกรรมนิเทศ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การแสดง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การสาธิตและติดตามประเมินผลการเรียนรู้อย่างสม่ำเสมอ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มีผลงานวิจัยที่ดำเนินเพื่อพัฒนาการจัดกระบวนการเรียนรู้ของตนเอง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มีความเข้าใจในการปฏิรูปการเรียนรู้</w:t>
      </w:r>
      <w:r>
        <w:rPr>
          <w:sz w:val="32"/>
          <w:szCs w:val="32"/>
        </w:rPr>
        <w:t xml:space="preserve"> </w:t>
      </w:r>
    </w:p>
    <w:p w:rsidR="00A750C0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 w:rsidRPr="00A750C0">
        <w:rPr>
          <w:sz w:val="32"/>
          <w:szCs w:val="32"/>
        </w:rPr>
        <w:t xml:space="preserve">2. </w:t>
      </w:r>
      <w:proofErr w:type="gramStart"/>
      <w:r w:rsidR="0091364E" w:rsidRPr="00A750C0">
        <w:rPr>
          <w:sz w:val="32"/>
          <w:szCs w:val="32"/>
          <w:cs/>
        </w:rPr>
        <w:t>ด้านการครองตนของครู</w:t>
      </w:r>
      <w:r w:rsidR="0091364E" w:rsidRPr="00A750C0">
        <w:rPr>
          <w:sz w:val="32"/>
          <w:szCs w:val="32"/>
        </w:rPr>
        <w:t xml:space="preserve"> </w:t>
      </w:r>
      <w:r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การครองตนของครู</w:t>
      </w:r>
      <w:proofErr w:type="gramEnd"/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หมายถึง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การประพฤติเป็นแบบอย่างที่ดีทั้งด้านส่วนตัวและครอบครัว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มีคุณธรรม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จริยธรรม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มี</w:t>
      </w:r>
      <w:proofErr w:type="spellStart"/>
      <w:r w:rsidR="0091364E" w:rsidRPr="00A750C0">
        <w:rPr>
          <w:sz w:val="32"/>
          <w:szCs w:val="32"/>
          <w:cs/>
        </w:rPr>
        <w:t>มนุษย</w:t>
      </w:r>
      <w:proofErr w:type="spellEnd"/>
      <w:r w:rsidR="0091364E" w:rsidRPr="00A750C0">
        <w:rPr>
          <w:sz w:val="32"/>
          <w:szCs w:val="32"/>
          <w:cs/>
        </w:rPr>
        <w:t>สัมพันธ์ที่ดี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จรรโลง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จารีตประเพณี</w:t>
      </w:r>
      <w:r w:rsidR="0091364E" w:rsidRPr="00A750C0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       </w:t>
      </w:r>
      <w:r w:rsidR="006C2955">
        <w:rPr>
          <w:sz w:val="32"/>
          <w:szCs w:val="32"/>
          <w:cs/>
        </w:rPr>
        <w:t>อนุ</w:t>
      </w:r>
      <w:r w:rsidR="006C2955">
        <w:rPr>
          <w:rFonts w:hint="cs"/>
          <w:sz w:val="32"/>
          <w:szCs w:val="32"/>
          <w:cs/>
        </w:rPr>
        <w:t>ลั</w:t>
      </w:r>
      <w:r w:rsidR="0091364E" w:rsidRPr="00A750C0">
        <w:rPr>
          <w:sz w:val="32"/>
          <w:szCs w:val="32"/>
          <w:cs/>
        </w:rPr>
        <w:t>กษณ์ศิลปะและวัฒนธรรมของชาติ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มีจรรยาบรรณวิชาชีพครู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มีจิตวิญญาณของความเป็นครู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เป็นที่ยอมรับของผู้บริหาร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ครู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นักเรียน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ผู้ปกครอง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และชุมชน</w:t>
      </w:r>
    </w:p>
    <w:p w:rsidR="00C5080C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 w:rsidRPr="00A750C0">
        <w:rPr>
          <w:sz w:val="32"/>
          <w:szCs w:val="32"/>
        </w:rPr>
        <w:t xml:space="preserve">3. </w:t>
      </w:r>
      <w:r w:rsidR="0091364E" w:rsidRPr="00A750C0">
        <w:rPr>
          <w:sz w:val="32"/>
          <w:szCs w:val="32"/>
          <w:cs/>
        </w:rPr>
        <w:t>ด้านการประสานงานกับชุมชน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การประสานงานกับชุมชน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หมายถึง</w:t>
      </w:r>
      <w:r w:rsidR="0091364E" w:rsidRPr="00A750C0">
        <w:rPr>
          <w:sz w:val="32"/>
          <w:szCs w:val="32"/>
        </w:rPr>
        <w:t xml:space="preserve"> </w:t>
      </w:r>
      <w:proofErr w:type="gramStart"/>
      <w:r w:rsidR="0091364E" w:rsidRPr="00A750C0">
        <w:rPr>
          <w:sz w:val="32"/>
          <w:szCs w:val="32"/>
          <w:cs/>
        </w:rPr>
        <w:t>การเป็นบุคคล</w:t>
      </w:r>
      <w:r w:rsidR="00C5080C">
        <w:rPr>
          <w:rFonts w:hint="cs"/>
          <w:sz w:val="32"/>
          <w:szCs w:val="32"/>
          <w:cs/>
        </w:rPr>
        <w:t xml:space="preserve">  </w:t>
      </w:r>
      <w:r w:rsidR="0091364E" w:rsidRPr="00A750C0">
        <w:rPr>
          <w:sz w:val="32"/>
          <w:szCs w:val="32"/>
          <w:cs/>
        </w:rPr>
        <w:t>ที่ได้รับการยอมรับและศรัทธาจากชุมชนในความสามารถ</w:t>
      </w:r>
      <w:proofErr w:type="gramEnd"/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บุคลิกภาพ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และคุณงามความดี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เป็นผู้นำชุมชนทางวิชาการเป็นสมาชิและสนับสนุนองค์กรวิชาชีพครู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รู้จักองค์ประกอบของชุมชมอันเป็นที่ตั้งของโรงเรียนเป็นอย่างดี</w:t>
      </w:r>
      <w:r w:rsidR="0091364E" w:rsidRPr="00A750C0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ความสัมพัน</w:t>
      </w:r>
      <w:r>
        <w:rPr>
          <w:rFonts w:hint="cs"/>
          <w:sz w:val="32"/>
          <w:szCs w:val="32"/>
          <w:cs/>
        </w:rPr>
        <w:t>ธ์</w:t>
      </w:r>
      <w:r w:rsidR="0091364E" w:rsidRPr="00A750C0">
        <w:rPr>
          <w:sz w:val="32"/>
          <w:szCs w:val="32"/>
          <w:cs/>
        </w:rPr>
        <w:t>และความร่วมมืออันดีระหว่างสถานศึกษากับชุมชนในการร่วมกันจัดและพัฒนาการศึกษา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สามารถนำชุมชนเข้ามามีส่วนร่วมในการสนับสนุนการเรียนรู้ของผู้เรียน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และสามารถนำโรงเรียนช่วยเหลือชุมชนในการอนุรักษ์สิ่งแวดล้อม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เกณฑ์มาตรฐานดังกล่าว</w:t>
      </w:r>
      <w:r w:rsidR="0091364E" w:rsidRPr="00A750C0">
        <w:rPr>
          <w:sz w:val="32"/>
          <w:szCs w:val="32"/>
        </w:rPr>
        <w:t xml:space="preserve"> </w:t>
      </w:r>
    </w:p>
    <w:p w:rsidR="00A750C0" w:rsidRDefault="00C5080C" w:rsidP="00C5080C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91364E" w:rsidRPr="00A750C0">
        <w:rPr>
          <w:sz w:val="32"/>
          <w:szCs w:val="32"/>
          <w:cs/>
        </w:rPr>
        <w:t>หากครูทุกคนประพฤติปฏิบัติได้ครบถ้วนทุกมาตรฐานและผ่านเกณฑ์มาตรฐานในระดับที่ดีมาก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ย่อมส่งผลต่อการปฏิรูปการศึกษาของไทยให้บรรลุผลสำเร็จไปได้ในระดับหนึ่ง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ในส่วน</w:t>
      </w:r>
      <w:r w:rsidR="00BC5CC5">
        <w:rPr>
          <w:noProof/>
          <w:sz w:val="32"/>
          <w:szCs w:val="32"/>
        </w:rPr>
        <w:lastRenderedPageBreak/>
        <w:pict>
          <v:shape id="_x0000_s1039" type="#_x0000_t202" style="position:absolute;left:0;text-align:left;margin-left:498.65pt;margin-top:41.75pt;width:57.05pt;height:26.5pt;z-index:251653120;mso-position-horizontal-relative:text;mso-position-vertical-relative:text" stroked="f">
            <v:textbox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 w:rsidR="00C306F4">
        <w:rPr>
          <w:sz w:val="32"/>
          <w:szCs w:val="32"/>
          <w:cs/>
        </w:rPr>
        <w:t>ของครูนั้นย่อมเป็นที่ปรากฏ</w:t>
      </w:r>
      <w:r w:rsidR="0091364E" w:rsidRPr="00A750C0">
        <w:rPr>
          <w:sz w:val="32"/>
          <w:szCs w:val="32"/>
          <w:cs/>
        </w:rPr>
        <w:t>ชัดถึงคุณลักษณะของครูดีที่สังคมคาดหวังและรอคอย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สมควรได้รับรางวัลเกียรติยศของความเป็นครูต้นแบบ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และสมควรได้รับการยกย่องให้เป็นปู</w:t>
      </w:r>
      <w:proofErr w:type="spellStart"/>
      <w:r w:rsidR="0091364E" w:rsidRPr="00A750C0">
        <w:rPr>
          <w:sz w:val="32"/>
          <w:szCs w:val="32"/>
          <w:cs/>
        </w:rPr>
        <w:t>ชนีย</w:t>
      </w:r>
      <w:proofErr w:type="spellEnd"/>
      <w:r w:rsidR="0091364E" w:rsidRPr="00A750C0">
        <w:rPr>
          <w:sz w:val="32"/>
          <w:szCs w:val="32"/>
          <w:cs/>
        </w:rPr>
        <w:t>บุคคลในยุคที่สังคมเปลี่ยนแปลงรวดเร็วบนโลกไร้พรมแดน</w:t>
      </w:r>
      <w:r w:rsidR="0091364E" w:rsidRPr="00A750C0">
        <w:rPr>
          <w:sz w:val="32"/>
          <w:szCs w:val="32"/>
        </w:rPr>
        <w:t xml:space="preserve"> </w:t>
      </w:r>
      <w:r w:rsidR="00A750C0">
        <w:rPr>
          <w:sz w:val="32"/>
          <w:szCs w:val="32"/>
        </w:rPr>
        <w:t xml:space="preserve">  </w:t>
      </w:r>
    </w:p>
    <w:p w:rsidR="0091364E" w:rsidRPr="00A750C0" w:rsidRDefault="00BC5CC5" w:rsidP="00A750C0">
      <w:pPr>
        <w:pStyle w:val="Default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53" type="#_x0000_t202" style="position:absolute;left:0;text-align:left;margin-left:402.65pt;margin-top:-95.1pt;width:57.05pt;height:26.5pt;z-index:251662336" stroked="f">
            <v:textbox>
              <w:txbxContent>
                <w:p w:rsidR="008E6F69" w:rsidRDefault="008E6F69" w:rsidP="00CA245A">
                  <w:r>
                    <w:t>10</w:t>
                  </w:r>
                </w:p>
              </w:txbxContent>
            </v:textbox>
          </v:shape>
        </w:pict>
      </w:r>
      <w:r w:rsidR="00A750C0">
        <w:rPr>
          <w:sz w:val="32"/>
          <w:szCs w:val="32"/>
        </w:rPr>
        <w:t xml:space="preserve"> </w:t>
      </w:r>
      <w:r w:rsidR="00A750C0">
        <w:rPr>
          <w:sz w:val="32"/>
          <w:szCs w:val="32"/>
        </w:rPr>
        <w:tab/>
        <w:t>2</w:t>
      </w:r>
      <w:r w:rsidR="0091364E" w:rsidRPr="00A750C0">
        <w:rPr>
          <w:sz w:val="32"/>
          <w:szCs w:val="32"/>
        </w:rPr>
        <w:t xml:space="preserve">.5 </w:t>
      </w:r>
      <w:r w:rsidR="0091364E" w:rsidRPr="00A750C0">
        <w:rPr>
          <w:sz w:val="32"/>
          <w:szCs w:val="32"/>
          <w:cs/>
        </w:rPr>
        <w:t>คุณภาพการสอนของครู</w:t>
      </w:r>
      <w:r w:rsidR="0091364E" w:rsidRPr="00A750C0">
        <w:rPr>
          <w:sz w:val="32"/>
          <w:szCs w:val="32"/>
        </w:rPr>
        <w:t xml:space="preserve"> (Quality of Teaching) </w:t>
      </w:r>
      <w:r w:rsidR="0091364E" w:rsidRPr="00A750C0">
        <w:rPr>
          <w:sz w:val="32"/>
          <w:szCs w:val="32"/>
          <w:cs/>
        </w:rPr>
        <w:t>จากเอกสารประกอบการสอนวิชาภาวะผู้นำ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ระดับปริญญาเอก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ของมหาวิทยาลัยแคน</w:t>
      </w:r>
      <w:proofErr w:type="spellStart"/>
      <w:r w:rsidR="0091364E" w:rsidRPr="00A750C0">
        <w:rPr>
          <w:sz w:val="32"/>
          <w:szCs w:val="32"/>
          <w:cs/>
        </w:rPr>
        <w:t>เตอร์</w:t>
      </w:r>
      <w:proofErr w:type="spellEnd"/>
      <w:r w:rsidR="0091364E" w:rsidRPr="00A750C0">
        <w:rPr>
          <w:sz w:val="32"/>
          <w:szCs w:val="32"/>
          <w:cs/>
        </w:rPr>
        <w:t>บูรี</w:t>
      </w:r>
      <w:r w:rsidR="0091364E" w:rsidRPr="00A750C0">
        <w:rPr>
          <w:sz w:val="32"/>
          <w:szCs w:val="32"/>
        </w:rPr>
        <w:t xml:space="preserve"> </w:t>
      </w:r>
      <w:r w:rsidR="0091364E" w:rsidRPr="00A750C0">
        <w:rPr>
          <w:sz w:val="32"/>
          <w:szCs w:val="32"/>
          <w:cs/>
        </w:rPr>
        <w:t>นิวซีแลนด์</w:t>
      </w:r>
      <w:r w:rsidR="0091364E" w:rsidRPr="00A750C0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มีความรู้ในเรื่องที่สอน</w:t>
      </w:r>
      <w:r w:rsidR="0091364E">
        <w:rPr>
          <w:sz w:val="32"/>
          <w:szCs w:val="32"/>
        </w:rPr>
        <w:t xml:space="preserve"> (Subject and pedagogical knowledge of teachers) </w:t>
      </w:r>
    </w:p>
    <w:p w:rsidR="0091364E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2. </w:t>
      </w:r>
      <w:r w:rsidR="0091364E">
        <w:rPr>
          <w:sz w:val="32"/>
          <w:szCs w:val="32"/>
          <w:cs/>
        </w:rPr>
        <w:t>เป็นไปตามมาตรฐานขั้นสูงและความคาดหวัง</w:t>
      </w:r>
      <w:r w:rsidR="0091364E">
        <w:rPr>
          <w:sz w:val="32"/>
          <w:szCs w:val="32"/>
        </w:rPr>
        <w:t xml:space="preserve"> (High Standards and Expectations) </w:t>
      </w:r>
    </w:p>
    <w:p w:rsidR="0091364E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3. </w:t>
      </w:r>
      <w:r w:rsidR="0091364E">
        <w:rPr>
          <w:sz w:val="32"/>
          <w:szCs w:val="32"/>
          <w:cs/>
        </w:rPr>
        <w:t>การสอนซึ่งส่งเสริมผู้เรียนให้มีความเข้าใจในการเรียนรู้</w:t>
      </w:r>
      <w:r w:rsidR="0091364E">
        <w:rPr>
          <w:sz w:val="32"/>
          <w:szCs w:val="32"/>
        </w:rPr>
        <w:t xml:space="preserve"> (Meta-cognition strategies) </w:t>
      </w:r>
    </w:p>
    <w:p w:rsidR="0091364E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4. </w:t>
      </w:r>
      <w:r w:rsidR="0091364E">
        <w:rPr>
          <w:sz w:val="32"/>
          <w:szCs w:val="32"/>
          <w:cs/>
        </w:rPr>
        <w:t>มีวิธีการสอนที่หลากหลาย</w:t>
      </w:r>
      <w:r w:rsidR="0091364E">
        <w:rPr>
          <w:sz w:val="32"/>
          <w:szCs w:val="32"/>
        </w:rPr>
        <w:t xml:space="preserve"> (Wide range of teaching meted) </w:t>
      </w:r>
    </w:p>
    <w:p w:rsidR="0091364E" w:rsidRDefault="00A750C0" w:rsidP="00A750C0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5. </w:t>
      </w:r>
      <w:r w:rsidR="0091364E">
        <w:rPr>
          <w:sz w:val="32"/>
          <w:szCs w:val="32"/>
          <w:cs/>
        </w:rPr>
        <w:t>มีการวางแผนโปรแกรมการเรียนอย่างดีและมีประสิทธิภาพ</w:t>
      </w:r>
      <w:r w:rsidR="0091364E">
        <w:rPr>
          <w:sz w:val="32"/>
          <w:szCs w:val="32"/>
        </w:rPr>
        <w:t xml:space="preserve"> (Effective </w:t>
      </w:r>
      <w:proofErr w:type="spellStart"/>
      <w:r w:rsidR="0091364E">
        <w:rPr>
          <w:sz w:val="32"/>
          <w:szCs w:val="32"/>
        </w:rPr>
        <w:t>programme</w:t>
      </w:r>
      <w:proofErr w:type="spellEnd"/>
      <w:r w:rsidR="0091364E">
        <w:rPr>
          <w:sz w:val="32"/>
          <w:szCs w:val="32"/>
        </w:rPr>
        <w:t xml:space="preserve"> planning) </w:t>
      </w:r>
    </w:p>
    <w:p w:rsidR="0091364E" w:rsidRPr="00C5080C" w:rsidRDefault="0091364E" w:rsidP="0091364E">
      <w:pPr>
        <w:pStyle w:val="Default"/>
        <w:rPr>
          <w:sz w:val="16"/>
          <w:szCs w:val="16"/>
        </w:rPr>
      </w:pPr>
    </w:p>
    <w:p w:rsidR="00A750C0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b/>
          <w:bCs/>
          <w:sz w:val="32"/>
          <w:szCs w:val="32"/>
        </w:rPr>
        <w:t>3</w:t>
      </w:r>
      <w:r w:rsidR="0091364E">
        <w:rPr>
          <w:b/>
          <w:bCs/>
          <w:sz w:val="32"/>
          <w:szCs w:val="32"/>
        </w:rPr>
        <w:t xml:space="preserve">. </w:t>
      </w:r>
      <w:r w:rsidR="0091364E">
        <w:rPr>
          <w:b/>
          <w:bCs/>
          <w:sz w:val="32"/>
          <w:szCs w:val="32"/>
          <w:cs/>
        </w:rPr>
        <w:t>งานวิจัยเกี่ยวกับคุณลักษณะของครูดี</w:t>
      </w:r>
      <w:r w:rsidR="0091364E">
        <w:rPr>
          <w:b/>
          <w:bCs/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อำไพ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สุจริตกุล</w:t>
      </w:r>
      <w:r w:rsidR="0091364E">
        <w:rPr>
          <w:sz w:val="32"/>
          <w:szCs w:val="32"/>
        </w:rPr>
        <w:t xml:space="preserve"> (2533,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23-26) </w:t>
      </w:r>
      <w:r w:rsidR="0091364E">
        <w:rPr>
          <w:sz w:val="32"/>
          <w:szCs w:val="32"/>
          <w:cs/>
        </w:rPr>
        <w:t>ได้วิจัยคุณลักษณะของครูดีที่พึงประสงค์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ควรจะถึงพร้องด้วยคุณสมบัติที่สำคัญและจำเป็น</w:t>
      </w:r>
      <w:r w:rsidR="0091364E">
        <w:rPr>
          <w:sz w:val="32"/>
          <w:szCs w:val="32"/>
        </w:rPr>
        <w:t xml:space="preserve"> 3 </w:t>
      </w:r>
      <w:r w:rsidR="0091364E">
        <w:rPr>
          <w:sz w:val="32"/>
          <w:szCs w:val="32"/>
          <w:cs/>
        </w:rPr>
        <w:t>ด้านใหญ่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</w:p>
    <w:p w:rsidR="0091364E" w:rsidRDefault="0091364E" w:rsidP="00A750C0">
      <w:pPr>
        <w:pStyle w:val="Default"/>
        <w:numPr>
          <w:ilvl w:val="0"/>
          <w:numId w:val="36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มีความรู้ดี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ประกอบด้วย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รู้ในวิชาการทั่วไป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รู้ในเนื้อหาวิชาที่จะสอน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รู้ในวิชาครูและรู้ในหน้าที่และงานครูทุกประการ</w:t>
      </w:r>
      <w:r>
        <w:rPr>
          <w:sz w:val="32"/>
          <w:szCs w:val="32"/>
        </w:rPr>
        <w:t xml:space="preserve"> </w:t>
      </w:r>
    </w:p>
    <w:p w:rsidR="0091364E" w:rsidRDefault="0091364E" w:rsidP="00A750C0">
      <w:pPr>
        <w:pStyle w:val="Default"/>
        <w:numPr>
          <w:ilvl w:val="0"/>
          <w:numId w:val="36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C306F4">
        <w:rPr>
          <w:sz w:val="32"/>
          <w:szCs w:val="32"/>
          <w:cs/>
        </w:rPr>
        <w:t>มีทักษะในการสอนและการปฏิ</w:t>
      </w:r>
      <w:r>
        <w:rPr>
          <w:sz w:val="32"/>
          <w:szCs w:val="32"/>
          <w:cs/>
        </w:rPr>
        <w:t>บัติงานครู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ประกอบด้วย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อธิบายเก่ง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สอนสนุก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ใช้สื่อหรืออุปกรณ์เสมอ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จัดกิจกรรม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สร้างบรรยากาศให้น่าเรียน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ชี้แนะแนวทางในการศึกษา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จนนำไปสู่การดำเนินชีวิตที่ถูกต้อง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โดยใช้นวัตกรรมหรือเทคโนโลยีที่ทันสมัย</w:t>
      </w:r>
      <w:r>
        <w:rPr>
          <w:sz w:val="32"/>
          <w:szCs w:val="32"/>
        </w:rPr>
        <w:t xml:space="preserve"> </w:t>
      </w:r>
    </w:p>
    <w:p w:rsidR="0091364E" w:rsidRDefault="0091364E" w:rsidP="00A750C0">
      <w:pPr>
        <w:pStyle w:val="Default"/>
        <w:numPr>
          <w:ilvl w:val="0"/>
          <w:numId w:val="36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มีคุณธรรมนิยม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ประกอบด้วย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คุณธรรมของครู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จริยธรรม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คตินิยมในความเป็นครู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ประกอบด้วย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ความภาคภูมิใจที่ได้เป็นครู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มีทัศนคติที่ดีต่ออาชีพครู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รักการสอน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ช่วยพัฒนาคนและ</w:t>
      </w:r>
      <w:r w:rsidR="00C5080C">
        <w:rPr>
          <w:rFonts w:hint="cs"/>
          <w:sz w:val="32"/>
          <w:szCs w:val="32"/>
          <w:cs/>
        </w:rPr>
        <w:t xml:space="preserve">  </w:t>
      </w:r>
      <w:r>
        <w:rPr>
          <w:sz w:val="32"/>
          <w:szCs w:val="32"/>
          <w:cs/>
        </w:rPr>
        <w:t>สังคม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ตลอดจนมีวิญญาณความเป็นครู</w:t>
      </w:r>
      <w:r>
        <w:rPr>
          <w:sz w:val="32"/>
          <w:szCs w:val="32"/>
        </w:rPr>
        <w:t xml:space="preserve"> </w:t>
      </w:r>
    </w:p>
    <w:p w:rsidR="00A750C0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จำเนียร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น้อยท่าช้าง</w:t>
      </w:r>
      <w:r w:rsidR="0091364E">
        <w:rPr>
          <w:sz w:val="32"/>
          <w:szCs w:val="32"/>
        </w:rPr>
        <w:t xml:space="preserve"> (3 </w:t>
      </w:r>
      <w:r w:rsidR="0091364E">
        <w:rPr>
          <w:sz w:val="32"/>
          <w:szCs w:val="32"/>
          <w:cs/>
        </w:rPr>
        <w:t>มีนาคม</w:t>
      </w:r>
      <w:r w:rsidR="0091364E">
        <w:rPr>
          <w:sz w:val="32"/>
          <w:szCs w:val="32"/>
        </w:rPr>
        <w:t xml:space="preserve"> 2549) </w:t>
      </w:r>
      <w:r w:rsidR="0091364E">
        <w:rPr>
          <w:sz w:val="32"/>
          <w:szCs w:val="32"/>
          <w:cs/>
        </w:rPr>
        <w:t>ได้วิจัยเรื่องทัศนะของเด็กที่มีต่อครู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จำแนกออกเป็นคุณลักษณะทั่วไป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ด้านบุคลิกลักษณะ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ด้านวิชาการของครู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ด้านการสอนและการปกครอง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ด้านความประพฤติ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และด้าน</w:t>
      </w:r>
      <w:proofErr w:type="spellStart"/>
      <w:r w:rsidR="0091364E">
        <w:rPr>
          <w:sz w:val="32"/>
          <w:szCs w:val="32"/>
          <w:cs/>
        </w:rPr>
        <w:t>มนุษย</w:t>
      </w:r>
      <w:proofErr w:type="spellEnd"/>
      <w:r w:rsidR="0091364E">
        <w:rPr>
          <w:sz w:val="32"/>
          <w:szCs w:val="32"/>
          <w:cs/>
        </w:rPr>
        <w:t>สัมพันธ์</w:t>
      </w:r>
      <w:r w:rsidR="0091364E">
        <w:rPr>
          <w:sz w:val="32"/>
          <w:szCs w:val="32"/>
        </w:rPr>
        <w:t xml:space="preserve"> </w:t>
      </w:r>
    </w:p>
    <w:p w:rsidR="00A750C0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  <w:cs/>
        </w:rPr>
        <w:t>สาคร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พุทธพล</w:t>
      </w:r>
      <w:r w:rsidR="0091364E">
        <w:rPr>
          <w:sz w:val="32"/>
          <w:szCs w:val="32"/>
        </w:rPr>
        <w:t xml:space="preserve"> (2545,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54) </w:t>
      </w:r>
      <w:r w:rsidR="0091364E">
        <w:rPr>
          <w:sz w:val="32"/>
          <w:szCs w:val="32"/>
          <w:cs/>
        </w:rPr>
        <w:t>กล่าวไว้ว่าครูควรมีคุณสมบัติส่วนตัวที่น่าชื่นชม</w:t>
      </w:r>
      <w:r w:rsidR="0091364E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มีความรักในตัวผู้เรียน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รักและศรัทธาในงานและวิชาชีพของตนเอง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คุณสมบัติแบบนี้จะทำให้ผู้เรียนอยากเรียน</w:t>
      </w:r>
      <w:r w:rsidR="0091364E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    </w:t>
      </w:r>
      <w:r w:rsidR="0091364E">
        <w:rPr>
          <w:sz w:val="32"/>
          <w:szCs w:val="32"/>
          <w:cs/>
        </w:rPr>
        <w:t>อยากเข้าใกล้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เชื่อถือ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และศรัทธา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ครูต้องสนับสนุนให้กำลังใจ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และมีความอดทนในการพัฒนาศักยภาพของผู้เรียน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มีความเชื่อว่าเด็กทุกคนสามารถพัฒนาได้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ดังนั้นครูควรชมและให้กำลังใจ</w:t>
      </w:r>
      <w:r w:rsidR="00C5080C">
        <w:rPr>
          <w:rFonts w:hint="cs"/>
          <w:sz w:val="32"/>
          <w:szCs w:val="32"/>
          <w:cs/>
        </w:rPr>
        <w:t xml:space="preserve">    </w:t>
      </w:r>
      <w:r w:rsidR="0091364E">
        <w:rPr>
          <w:sz w:val="32"/>
          <w:szCs w:val="32"/>
          <w:cs/>
        </w:rPr>
        <w:t>โดยวิธีการพูด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ครูต้องสอดแทรกอารมณ์ขันและกระตุ้นผู้เรียนให้คิด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มีความยุติธรรมและให้ความเสมอภาคกับผู้เรียน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ครูควรให้ผู้เรียนทุกคนมีส่วนร่วมในการทำกิจกรรม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ครูควรมีเทคนิคให้ผู้เรียนมีส่วนร่วมและ</w:t>
      </w:r>
      <w:r w:rsidR="0091364E">
        <w:rPr>
          <w:sz w:val="32"/>
          <w:szCs w:val="32"/>
          <w:cs/>
        </w:rPr>
        <w:lastRenderedPageBreak/>
        <w:t>กระตือรือร้นในการทำกิจกรรม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ครูต้องสบตาผู้เรียนเพื่อให้ผู้เรียนรู้สึกว่าสนใจ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ครูต้องมีความรู้ความสามารถในเชิงวิชาการ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มีความรอบรู้และมีความสามารถ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รู้เนื้อหาดี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รู้กลวิธีสอน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สอดคล้องกับวิจัยของ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เฉลียว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บุรีภักดี</w:t>
      </w:r>
      <w:r w:rsidR="0091364E">
        <w:rPr>
          <w:sz w:val="32"/>
          <w:szCs w:val="32"/>
        </w:rPr>
        <w:t xml:space="preserve"> (8 </w:t>
      </w:r>
      <w:r w:rsidR="0091364E">
        <w:rPr>
          <w:sz w:val="32"/>
          <w:szCs w:val="32"/>
          <w:cs/>
        </w:rPr>
        <w:t>มีนาคม</w:t>
      </w:r>
      <w:r w:rsidR="0091364E">
        <w:rPr>
          <w:sz w:val="32"/>
          <w:szCs w:val="32"/>
        </w:rPr>
        <w:t xml:space="preserve"> 2549) </w:t>
      </w:r>
      <w:r w:rsidR="0091364E">
        <w:rPr>
          <w:sz w:val="32"/>
          <w:szCs w:val="32"/>
          <w:cs/>
        </w:rPr>
        <w:t>ได้วิจัยเกี่ยวกับคุณลักษณะของครูที่ดีโดยการรวบรวมข้อมูลจากนักเรียน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ผู้ปกครอง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ครูครู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ผู้บริหาร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พระ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และผู้ทรงคุณวุฒิจำนวน</w:t>
      </w:r>
      <w:r w:rsidR="0091364E">
        <w:rPr>
          <w:sz w:val="32"/>
          <w:szCs w:val="32"/>
        </w:rPr>
        <w:t xml:space="preserve"> 7,762 </w:t>
      </w:r>
      <w:r w:rsidR="0091364E">
        <w:rPr>
          <w:sz w:val="32"/>
          <w:szCs w:val="32"/>
          <w:cs/>
        </w:rPr>
        <w:t>คน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พบว่า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ลักษณะครูดี</w:t>
      </w:r>
      <w:r w:rsidR="0091364E">
        <w:rPr>
          <w:sz w:val="32"/>
          <w:szCs w:val="32"/>
        </w:rPr>
        <w:t xml:space="preserve"> </w:t>
      </w:r>
      <w:r w:rsidR="00C5080C">
        <w:rPr>
          <w:rFonts w:hint="cs"/>
          <w:sz w:val="32"/>
          <w:szCs w:val="32"/>
          <w:cs/>
        </w:rPr>
        <w:t xml:space="preserve">         </w:t>
      </w:r>
      <w:r w:rsidR="0091364E">
        <w:rPr>
          <w:sz w:val="32"/>
          <w:szCs w:val="32"/>
          <w:cs/>
        </w:rPr>
        <w:t>เรียงตามลำดับ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ความประพฤติเรียบร้อย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ความรู้ดี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บุคลิกการแต่งกายดี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สอนดี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ตรงเวลา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มีความยุติธรรม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หาความรู้อยู่เสมอ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ร่าเริงแจ่มใส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ซื่อสัตย์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เสียสละ</w:t>
      </w:r>
      <w:r w:rsidR="0091364E">
        <w:rPr>
          <w:sz w:val="32"/>
          <w:szCs w:val="32"/>
        </w:rPr>
        <w:t xml:space="preserve"> </w:t>
      </w:r>
    </w:p>
    <w:p w:rsidR="0091364E" w:rsidRDefault="00BC5CC5" w:rsidP="00A750C0">
      <w:pPr>
        <w:pStyle w:val="Default"/>
        <w:jc w:val="thaiDistribute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54" type="#_x0000_t202" style="position:absolute;left:0;text-align:left;margin-left:405.65pt;margin-top:-169pt;width:57.05pt;height:26.5pt;z-index:251663360" stroked="f">
            <v:textbox>
              <w:txbxContent>
                <w:p w:rsidR="008E6F69" w:rsidRDefault="008E6F69" w:rsidP="00CA245A">
                  <w:r>
                    <w:t>11</w:t>
                  </w:r>
                </w:p>
              </w:txbxContent>
            </v:textbox>
          </v:shape>
        </w:pict>
      </w:r>
      <w:r w:rsidR="00A750C0">
        <w:rPr>
          <w:rFonts w:hint="cs"/>
          <w:sz w:val="32"/>
          <w:szCs w:val="32"/>
          <w:cs/>
        </w:rPr>
        <w:t xml:space="preserve"> </w:t>
      </w:r>
      <w:r w:rsidR="00A750C0"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ประไพ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สิทธิเลิศ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</w:t>
      </w:r>
      <w:r w:rsidR="000B76BF">
        <w:rPr>
          <w:sz w:val="32"/>
          <w:szCs w:val="32"/>
          <w:cs/>
        </w:rPr>
        <w:t>สาขางาน</w:t>
      </w:r>
      <w:r w:rsidR="0091364E">
        <w:rPr>
          <w:sz w:val="32"/>
          <w:szCs w:val="32"/>
        </w:rPr>
        <w:t xml:space="preserve"> (2548,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155) </w:t>
      </w:r>
      <w:r w:rsidR="0091364E">
        <w:rPr>
          <w:sz w:val="32"/>
          <w:szCs w:val="32"/>
          <w:cs/>
        </w:rPr>
        <w:t>ได้วิจัยการพัฒนารูปแบบการจัดการเรียนรู้</w:t>
      </w:r>
      <w:r w:rsidR="00C5080C">
        <w:rPr>
          <w:rFonts w:hint="cs"/>
          <w:sz w:val="32"/>
          <w:szCs w:val="32"/>
          <w:cs/>
        </w:rPr>
        <w:t xml:space="preserve">   </w:t>
      </w:r>
      <w:r w:rsidR="0091364E">
        <w:rPr>
          <w:sz w:val="32"/>
          <w:szCs w:val="32"/>
          <w:cs/>
        </w:rPr>
        <w:t>ชุดวิชา</w:t>
      </w:r>
      <w:r w:rsidR="0091364E">
        <w:rPr>
          <w:sz w:val="32"/>
          <w:szCs w:val="32"/>
        </w:rPr>
        <w:t xml:space="preserve"> EDUC101 </w:t>
      </w:r>
      <w:r w:rsidR="0091364E">
        <w:rPr>
          <w:sz w:val="32"/>
          <w:szCs w:val="32"/>
          <w:cs/>
        </w:rPr>
        <w:t>พื้นฐานทางการศึกษาและการศึกษาแบบเรียนรวม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พบว่า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นักศึกษามีความพึงพอใจครูผู้สอนอยู่ในระดับมาก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เพราะครูเป็นแบบอย่างที่ดีในการสอนเป็นทีม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ครูคอยเติมเต็มความรู้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ครูคอยกระตุ้นความสนใจ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ครูเปิดโอกาสให้นักศึกษาได้ศึกษาค้นคว้าและลงมือทำงานอย่างอิสระ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ครูให้คำปรึกษาอย่างใกล้ชิดและเป็นกันเอง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ดวงกมล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สินเพ็ง</w:t>
      </w:r>
      <w:r w:rsidR="0091364E">
        <w:rPr>
          <w:sz w:val="32"/>
          <w:szCs w:val="32"/>
        </w:rPr>
        <w:t xml:space="preserve"> (2549, </w:t>
      </w:r>
      <w:r w:rsidR="0091364E">
        <w:rPr>
          <w:sz w:val="32"/>
          <w:szCs w:val="32"/>
          <w:cs/>
        </w:rPr>
        <w:t>หน้า</w:t>
      </w:r>
      <w:r w:rsidR="0091364E">
        <w:rPr>
          <w:sz w:val="32"/>
          <w:szCs w:val="32"/>
        </w:rPr>
        <w:t xml:space="preserve"> 19-20) </w:t>
      </w:r>
      <w:r w:rsidR="0091364E">
        <w:rPr>
          <w:sz w:val="32"/>
          <w:szCs w:val="32"/>
          <w:cs/>
        </w:rPr>
        <w:t>ได้สำรวจความคิดเห็นของนิสิต</w:t>
      </w:r>
      <w:r w:rsidR="000B76BF">
        <w:rPr>
          <w:sz w:val="32"/>
          <w:szCs w:val="32"/>
          <w:cs/>
        </w:rPr>
        <w:t>สาขางาน</w:t>
      </w:r>
      <w:r w:rsidR="0091364E">
        <w:rPr>
          <w:sz w:val="32"/>
          <w:szCs w:val="32"/>
          <w:cs/>
        </w:rPr>
        <w:t>ครุศาสตร์ต่อวิชาชีพครูและลักษณะของครูที่นิสิตชอบ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พบว่า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numPr>
          <w:ilvl w:val="0"/>
          <w:numId w:val="37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สอนสนุก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ไม่เครียด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อารมณ์ดี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ใจดี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มีเมตตา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numPr>
          <w:ilvl w:val="0"/>
          <w:numId w:val="37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สอนให้นักเรียนเข้าใจ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numPr>
          <w:ilvl w:val="0"/>
          <w:numId w:val="37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ครูมีความรู้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ทันสมัย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ทันเหตุการณ์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numPr>
          <w:ilvl w:val="0"/>
          <w:numId w:val="37"/>
        </w:numPr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มีสื่อการสอนที่ทันสมัย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แปลกใหม่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จัดบรรยากาศในการเรียนได้ดี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ประเมินผลด้วยวิธีหลากหลาย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มีกิจกรรมเก็บคะแนนเป็นช่วง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ๆ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ไม่เน้นการสอบมากเกินไป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- </w:t>
      </w:r>
      <w:r w:rsidR="0091364E">
        <w:rPr>
          <w:sz w:val="32"/>
          <w:szCs w:val="32"/>
          <w:cs/>
        </w:rPr>
        <w:t>ตรวจการบ้านและแบบฝึกหัดเป็นรายบุคคลและให้ผลย้อนกลับ</w:t>
      </w:r>
      <w:r w:rsidR="0091364E">
        <w:rPr>
          <w:sz w:val="32"/>
          <w:szCs w:val="32"/>
        </w:rPr>
        <w:t xml:space="preserve"> (feedback) </w:t>
      </w:r>
      <w:r w:rsidR="0091364E">
        <w:rPr>
          <w:sz w:val="32"/>
          <w:szCs w:val="32"/>
          <w:cs/>
        </w:rPr>
        <w:t>กับนักเรียน</w:t>
      </w:r>
      <w:r w:rsidR="0091364E">
        <w:rPr>
          <w:sz w:val="32"/>
          <w:szCs w:val="32"/>
        </w:rPr>
        <w:t xml:space="preserve"> </w:t>
      </w:r>
    </w:p>
    <w:p w:rsidR="0091364E" w:rsidRDefault="00A750C0" w:rsidP="00A750C0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proofErr w:type="spellStart"/>
      <w:r w:rsidR="0091364E">
        <w:rPr>
          <w:sz w:val="32"/>
          <w:szCs w:val="32"/>
          <w:cs/>
        </w:rPr>
        <w:t>ทักศนี</w:t>
      </w:r>
      <w:proofErr w:type="spellEnd"/>
      <w:r w:rsidR="0091364E">
        <w:rPr>
          <w:sz w:val="32"/>
          <w:szCs w:val="32"/>
          <w:cs/>
        </w:rPr>
        <w:t>ยา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เชิดสูงเนิน</w:t>
      </w:r>
      <w:r w:rsidR="0091364E">
        <w:rPr>
          <w:sz w:val="32"/>
          <w:szCs w:val="32"/>
        </w:rPr>
        <w:t xml:space="preserve"> (2543) </w:t>
      </w:r>
      <w:r w:rsidR="0091364E">
        <w:rPr>
          <w:sz w:val="32"/>
          <w:szCs w:val="32"/>
          <w:cs/>
        </w:rPr>
        <w:t>ศึกษาความพึงพอใจในการใช้บริการฐานข้อมูลซีดีรอม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พบว่า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ผู้</w:t>
      </w:r>
      <w:r w:rsidR="006C2955">
        <w:rPr>
          <w:sz w:val="32"/>
          <w:szCs w:val="32"/>
          <w:cs/>
        </w:rPr>
        <w:t>ใช้บริการจำนวนมากที่สุดเป็นนัก</w:t>
      </w:r>
      <w:r w:rsidR="006C2955">
        <w:rPr>
          <w:rFonts w:hint="cs"/>
          <w:sz w:val="32"/>
          <w:szCs w:val="32"/>
          <w:cs/>
        </w:rPr>
        <w:t>ศึ</w:t>
      </w:r>
      <w:r w:rsidR="0091364E">
        <w:rPr>
          <w:sz w:val="32"/>
          <w:szCs w:val="32"/>
          <w:cs/>
        </w:rPr>
        <w:t>กษาระดับปริ</w:t>
      </w:r>
      <w:r w:rsidR="00DF6963">
        <w:rPr>
          <w:sz w:val="32"/>
          <w:szCs w:val="32"/>
          <w:cs/>
        </w:rPr>
        <w:t>ญ</w:t>
      </w:r>
      <w:r w:rsidR="0091364E">
        <w:rPr>
          <w:sz w:val="32"/>
          <w:szCs w:val="32"/>
          <w:cs/>
        </w:rPr>
        <w:t>ญาตรี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สังกัดสาขาการตลาด</w:t>
      </w:r>
      <w:r w:rsidR="0091364E">
        <w:rPr>
          <w:sz w:val="32"/>
          <w:szCs w:val="32"/>
        </w:rPr>
        <w:t xml:space="preserve"> </w:t>
      </w:r>
      <w:r w:rsidR="000B76BF">
        <w:rPr>
          <w:sz w:val="32"/>
          <w:szCs w:val="32"/>
          <w:cs/>
        </w:rPr>
        <w:t>สาขางาน</w:t>
      </w:r>
      <w:r w:rsidR="0091364E">
        <w:rPr>
          <w:sz w:val="32"/>
          <w:szCs w:val="32"/>
          <w:cs/>
        </w:rPr>
        <w:t>บริหารธุรกิจ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มีวัตถุประสงค์เพื่อทำรายงานประกอบวิชาเรียนใช้ฐานข้อมูลวิทยานิพนธ์ไทยมาก</w:t>
      </w:r>
      <w:r w:rsidR="0091364E">
        <w:rPr>
          <w:sz w:val="32"/>
          <w:szCs w:val="32"/>
        </w:rPr>
        <w:t xml:space="preserve"> </w:t>
      </w:r>
    </w:p>
    <w:p w:rsidR="006C2955" w:rsidRDefault="006C2955" w:rsidP="00A750C0">
      <w:pPr>
        <w:pStyle w:val="Default"/>
        <w:jc w:val="thaiDistribute"/>
        <w:rPr>
          <w:sz w:val="32"/>
          <w:szCs w:val="32"/>
        </w:rPr>
        <w:sectPr w:rsidR="006C2955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</w:p>
    <w:p w:rsidR="0091364E" w:rsidRPr="00A750C0" w:rsidRDefault="0091364E" w:rsidP="0091364E">
      <w:pPr>
        <w:pStyle w:val="Default"/>
        <w:jc w:val="center"/>
        <w:rPr>
          <w:sz w:val="40"/>
          <w:szCs w:val="40"/>
        </w:rPr>
      </w:pPr>
      <w:r w:rsidRPr="00A750C0">
        <w:rPr>
          <w:b/>
          <w:bCs/>
          <w:sz w:val="40"/>
          <w:szCs w:val="40"/>
          <w:cs/>
        </w:rPr>
        <w:lastRenderedPageBreak/>
        <w:t>บทที่</w:t>
      </w:r>
      <w:r w:rsidRPr="00A750C0">
        <w:rPr>
          <w:b/>
          <w:bCs/>
          <w:sz w:val="40"/>
          <w:szCs w:val="40"/>
        </w:rPr>
        <w:t xml:space="preserve"> 3 </w:t>
      </w:r>
    </w:p>
    <w:p w:rsidR="0091364E" w:rsidRPr="00A750C0" w:rsidRDefault="0091364E" w:rsidP="0091364E">
      <w:pPr>
        <w:pStyle w:val="Default"/>
        <w:jc w:val="center"/>
        <w:rPr>
          <w:sz w:val="36"/>
          <w:szCs w:val="36"/>
        </w:rPr>
      </w:pPr>
      <w:r w:rsidRPr="00A750C0">
        <w:rPr>
          <w:b/>
          <w:bCs/>
          <w:sz w:val="36"/>
          <w:szCs w:val="36"/>
          <w:cs/>
        </w:rPr>
        <w:t>วิธีการดำเนินการวิจัย</w:t>
      </w:r>
      <w:r w:rsidRPr="00A750C0">
        <w:rPr>
          <w:b/>
          <w:bCs/>
          <w:sz w:val="36"/>
          <w:szCs w:val="36"/>
        </w:rPr>
        <w:t xml:space="preserve"> </w:t>
      </w:r>
    </w:p>
    <w:p w:rsidR="00A750C0" w:rsidRDefault="00A750C0" w:rsidP="0091364E">
      <w:pPr>
        <w:pStyle w:val="Default"/>
        <w:rPr>
          <w:sz w:val="32"/>
          <w:szCs w:val="32"/>
        </w:rPr>
      </w:pPr>
    </w:p>
    <w:p w:rsidR="0091364E" w:rsidRDefault="00A750C0" w:rsidP="00A65170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การศึกษาความพึงพอใจของนักศึกษา</w:t>
      </w:r>
      <w:r w:rsidR="006C2955">
        <w:rPr>
          <w:rFonts w:hint="cs"/>
          <w:sz w:val="32"/>
          <w:szCs w:val="32"/>
          <w:cs/>
        </w:rPr>
        <w:t>ระดับ</w:t>
      </w:r>
      <w:r w:rsidR="004E4867">
        <w:rPr>
          <w:sz w:val="32"/>
          <w:szCs w:val="32"/>
          <w:cs/>
        </w:rPr>
        <w:t xml:space="preserve">ชั้น </w:t>
      </w:r>
      <w:proofErr w:type="spellStart"/>
      <w:r w:rsidR="004E4867">
        <w:rPr>
          <w:sz w:val="32"/>
          <w:szCs w:val="32"/>
          <w:cs/>
        </w:rPr>
        <w:t>ปวช</w:t>
      </w:r>
      <w:proofErr w:type="spellEnd"/>
      <w:r w:rsidR="004E4867">
        <w:rPr>
          <w:sz w:val="32"/>
          <w:szCs w:val="32"/>
        </w:rPr>
        <w:t>.</w:t>
      </w:r>
      <w:r w:rsidR="002E11E2">
        <w:rPr>
          <w:sz w:val="32"/>
          <w:szCs w:val="32"/>
        </w:rPr>
        <w:t>1</w:t>
      </w:r>
      <w:r w:rsidR="0041233A">
        <w:rPr>
          <w:sz w:val="32"/>
          <w:szCs w:val="32"/>
        </w:rPr>
        <w:t xml:space="preserve">  </w:t>
      </w:r>
      <w:r w:rsidR="0041233A">
        <w:rPr>
          <w:sz w:val="32"/>
          <w:szCs w:val="32"/>
          <w:cs/>
        </w:rPr>
        <w:t>สาขางานอิเล็กทรอนิกส์</w:t>
      </w:r>
      <w:r>
        <w:rPr>
          <w:rFonts w:hint="cs"/>
          <w:sz w:val="32"/>
          <w:szCs w:val="32"/>
          <w:cs/>
        </w:rPr>
        <w:t>ต่อครูผู้สอน</w:t>
      </w:r>
      <w:r w:rsidR="0041233A"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cs/>
        </w:rPr>
        <w:t xml:space="preserve"> </w:t>
      </w:r>
      <w:r w:rsidR="00B628A4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4E4867">
        <w:rPr>
          <w:sz w:val="32"/>
          <w:szCs w:val="32"/>
        </w:rPr>
        <w:t xml:space="preserve"> </w:t>
      </w:r>
      <w:r w:rsidR="00B628A4">
        <w:rPr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 w:rsidR="0091364E">
        <w:rPr>
          <w:sz w:val="32"/>
          <w:szCs w:val="32"/>
        </w:rPr>
        <w:t xml:space="preserve"> </w:t>
      </w:r>
      <w:r w:rsidR="0041233A">
        <w:rPr>
          <w:sz w:val="32"/>
          <w:szCs w:val="32"/>
        </w:rPr>
        <w:t xml:space="preserve">    </w:t>
      </w:r>
      <w:r w:rsidR="00F47CA6">
        <w:rPr>
          <w:rFonts w:hint="cs"/>
          <w:sz w:val="32"/>
          <w:szCs w:val="32"/>
          <w:cs/>
        </w:rPr>
        <w:t>ภาค</w:t>
      </w:r>
      <w:r>
        <w:rPr>
          <w:rFonts w:hint="cs"/>
          <w:sz w:val="32"/>
          <w:szCs w:val="32"/>
          <w:cs/>
        </w:rPr>
        <w:t xml:space="preserve">เรียนที่  </w:t>
      </w:r>
      <w:r w:rsidR="00193E8E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 </w:t>
      </w:r>
      <w:r w:rsidR="0041233A">
        <w:rPr>
          <w:sz w:val="32"/>
          <w:szCs w:val="32"/>
        </w:rPr>
        <w:t xml:space="preserve">      </w:t>
      </w:r>
      <w:r>
        <w:rPr>
          <w:rFonts w:hint="cs"/>
          <w:sz w:val="32"/>
          <w:szCs w:val="32"/>
          <w:cs/>
        </w:rPr>
        <w:t xml:space="preserve">ปีการศึกษา  </w:t>
      </w:r>
      <w:r w:rsidR="00655541">
        <w:rPr>
          <w:rFonts w:hint="cs"/>
          <w:sz w:val="32"/>
          <w:szCs w:val="32"/>
          <w:cs/>
        </w:rPr>
        <w:t>2554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โดยมีการดำเนินการวิจัยดังนี้</w:t>
      </w:r>
      <w:r w:rsidR="0091364E">
        <w:rPr>
          <w:sz w:val="32"/>
          <w:szCs w:val="32"/>
        </w:rPr>
        <w:t xml:space="preserve"> </w:t>
      </w:r>
    </w:p>
    <w:p w:rsidR="0091364E" w:rsidRPr="00296DB6" w:rsidRDefault="0091364E" w:rsidP="00A65170">
      <w:pPr>
        <w:pStyle w:val="Default"/>
        <w:jc w:val="thaiDistribute"/>
        <w:rPr>
          <w:b/>
          <w:bCs/>
          <w:sz w:val="32"/>
          <w:szCs w:val="32"/>
        </w:rPr>
      </w:pPr>
      <w:r w:rsidRPr="00296DB6">
        <w:rPr>
          <w:b/>
          <w:bCs/>
          <w:sz w:val="32"/>
          <w:szCs w:val="32"/>
        </w:rPr>
        <w:t xml:space="preserve">1. </w:t>
      </w:r>
      <w:r w:rsidRPr="00296DB6">
        <w:rPr>
          <w:b/>
          <w:bCs/>
          <w:sz w:val="32"/>
          <w:szCs w:val="32"/>
          <w:cs/>
        </w:rPr>
        <w:t>ประชากรกลุ่มตัวอย่าง</w:t>
      </w:r>
      <w:r w:rsidRPr="00296DB6">
        <w:rPr>
          <w:b/>
          <w:bCs/>
          <w:sz w:val="32"/>
          <w:szCs w:val="32"/>
        </w:rPr>
        <w:t xml:space="preserve"> </w:t>
      </w:r>
    </w:p>
    <w:p w:rsidR="0091364E" w:rsidRDefault="007B56B9" w:rsidP="00A65170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ประชากร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ได้แก่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นักศึกษา</w:t>
      </w:r>
      <w:r w:rsidR="00F47CA6">
        <w:rPr>
          <w:rFonts w:hint="cs"/>
          <w:sz w:val="32"/>
          <w:szCs w:val="32"/>
          <w:cs/>
        </w:rPr>
        <w:t>ระดับประกาศนียบัตรวิชาชีพ</w:t>
      </w:r>
      <w:r w:rsidR="00D32FB2">
        <w:rPr>
          <w:sz w:val="32"/>
          <w:szCs w:val="32"/>
        </w:rPr>
        <w:t xml:space="preserve"> </w:t>
      </w:r>
      <w:proofErr w:type="spellStart"/>
      <w:r w:rsidR="00D32FB2">
        <w:rPr>
          <w:sz w:val="32"/>
          <w:szCs w:val="32"/>
          <w:cs/>
        </w:rPr>
        <w:t>ปวช</w:t>
      </w:r>
      <w:proofErr w:type="spellEnd"/>
      <w:r w:rsidR="009742DD">
        <w:rPr>
          <w:sz w:val="32"/>
          <w:szCs w:val="32"/>
        </w:rPr>
        <w:t>.</w:t>
      </w:r>
      <w:r w:rsidR="002E11E2">
        <w:rPr>
          <w:sz w:val="32"/>
          <w:szCs w:val="32"/>
        </w:rPr>
        <w:t>1</w:t>
      </w:r>
      <w:r w:rsidR="00D32FB2">
        <w:rPr>
          <w:sz w:val="32"/>
          <w:szCs w:val="32"/>
        </w:rPr>
        <w:t xml:space="preserve"> </w:t>
      </w:r>
      <w:r w:rsidR="00D32FB2">
        <w:rPr>
          <w:sz w:val="32"/>
          <w:szCs w:val="32"/>
          <w:cs/>
        </w:rPr>
        <w:t>สาขางานอิเล็กทรอนิกส์</w:t>
      </w:r>
      <w:r w:rsidR="00F47CA6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วิทยาลัยสาร</w:t>
      </w:r>
      <w:r>
        <w:rPr>
          <w:sz w:val="32"/>
          <w:szCs w:val="32"/>
          <w:cs/>
        </w:rPr>
        <w:t>พัดช่างปราจีนบุรี</w:t>
      </w:r>
      <w:r w:rsidR="00F47CA6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ที่กำลังศึกษา</w:t>
      </w:r>
      <w:r w:rsidR="00EF01F3">
        <w:rPr>
          <w:sz w:val="32"/>
          <w:szCs w:val="32"/>
        </w:rPr>
        <w:t xml:space="preserve">   </w:t>
      </w:r>
      <w:r>
        <w:rPr>
          <w:rFonts w:hint="cs"/>
          <w:sz w:val="32"/>
          <w:szCs w:val="32"/>
          <w:cs/>
        </w:rPr>
        <w:t xml:space="preserve"> ในภาคเรียนที่ </w:t>
      </w:r>
      <w:r w:rsidR="00AB0D40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ปีการศึกษา</w:t>
      </w:r>
      <w:r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 w:rsidR="0091364E">
        <w:rPr>
          <w:sz w:val="32"/>
          <w:szCs w:val="32"/>
        </w:rPr>
        <w:t xml:space="preserve"> </w:t>
      </w:r>
      <w:r w:rsidR="00EF01F3">
        <w:rPr>
          <w:sz w:val="32"/>
          <w:szCs w:val="32"/>
        </w:rPr>
        <w:t xml:space="preserve">  </w:t>
      </w:r>
      <w:r w:rsidR="00D32FB2">
        <w:rPr>
          <w:sz w:val="32"/>
          <w:szCs w:val="32"/>
          <w:cs/>
        </w:rPr>
        <w:t>รวม</w:t>
      </w:r>
      <w:r w:rsidR="004A6F93">
        <w:rPr>
          <w:rFonts w:hint="cs"/>
          <w:sz w:val="32"/>
          <w:szCs w:val="32"/>
          <w:cs/>
        </w:rPr>
        <w:t xml:space="preserve">นักศึกษาทั้งหมด </w:t>
      </w:r>
      <w:r w:rsidR="0091364E">
        <w:rPr>
          <w:sz w:val="32"/>
          <w:szCs w:val="32"/>
        </w:rPr>
        <w:t xml:space="preserve"> </w:t>
      </w:r>
      <w:r w:rsidR="002D7675">
        <w:rPr>
          <w:sz w:val="32"/>
          <w:szCs w:val="32"/>
        </w:rPr>
        <w:t xml:space="preserve"> </w:t>
      </w:r>
      <w:r w:rsidR="005D342C">
        <w:rPr>
          <w:sz w:val="32"/>
          <w:szCs w:val="32"/>
        </w:rPr>
        <w:t>24</w:t>
      </w:r>
      <w:r w:rsidR="002D7675">
        <w:rPr>
          <w:sz w:val="32"/>
          <w:szCs w:val="32"/>
        </w:rPr>
        <w:t xml:space="preserve">  </w:t>
      </w:r>
      <w:r w:rsidR="00EF01F3">
        <w:rPr>
          <w:sz w:val="32"/>
          <w:szCs w:val="32"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คน</w:t>
      </w:r>
      <w:r w:rsidR="0091364E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ดังตารางที่</w:t>
      </w:r>
      <w:r w:rsidR="0091364E">
        <w:rPr>
          <w:sz w:val="32"/>
          <w:szCs w:val="32"/>
        </w:rPr>
        <w:t xml:space="preserve"> 1 </w:t>
      </w:r>
    </w:p>
    <w:p w:rsidR="0046476F" w:rsidRPr="0038758F" w:rsidRDefault="00F47CA6" w:rsidP="00A65170">
      <w:pPr>
        <w:pStyle w:val="Default"/>
        <w:jc w:val="thaiDistribute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91364E">
        <w:rPr>
          <w:sz w:val="32"/>
          <w:szCs w:val="32"/>
          <w:cs/>
        </w:rPr>
        <w:t>ตารางที่</w:t>
      </w:r>
      <w:r w:rsidR="0091364E">
        <w:rPr>
          <w:sz w:val="32"/>
          <w:szCs w:val="32"/>
        </w:rPr>
        <w:t xml:space="preserve"> 1 </w:t>
      </w:r>
      <w:r w:rsidR="0091364E">
        <w:rPr>
          <w:sz w:val="32"/>
          <w:szCs w:val="32"/>
          <w:cs/>
        </w:rPr>
        <w:t>จำนวนนักศึกษา</w:t>
      </w:r>
      <w:r>
        <w:rPr>
          <w:rFonts w:hint="cs"/>
          <w:sz w:val="32"/>
          <w:szCs w:val="32"/>
          <w:cs/>
        </w:rPr>
        <w:t>ระดับ</w:t>
      </w:r>
      <w:r w:rsidR="009742DD">
        <w:rPr>
          <w:sz w:val="32"/>
          <w:szCs w:val="32"/>
          <w:cs/>
        </w:rPr>
        <w:t xml:space="preserve">ชั้น </w:t>
      </w:r>
      <w:proofErr w:type="spellStart"/>
      <w:r w:rsidR="009742DD">
        <w:rPr>
          <w:sz w:val="32"/>
          <w:szCs w:val="32"/>
          <w:cs/>
        </w:rPr>
        <w:t>ปวช</w:t>
      </w:r>
      <w:proofErr w:type="spellEnd"/>
      <w:r w:rsidR="009742DD">
        <w:rPr>
          <w:sz w:val="32"/>
          <w:szCs w:val="32"/>
        </w:rPr>
        <w:t>.</w:t>
      </w:r>
      <w:r w:rsidR="002E11E2">
        <w:rPr>
          <w:sz w:val="32"/>
          <w:szCs w:val="32"/>
        </w:rPr>
        <w:t xml:space="preserve">1 </w:t>
      </w:r>
      <w:r w:rsidR="0038758F">
        <w:rPr>
          <w:sz w:val="32"/>
          <w:szCs w:val="32"/>
          <w:cs/>
        </w:rPr>
        <w:t>สาขางานอิเล็กทรอนิกส์</w:t>
      </w:r>
      <w:r w:rsidR="009742DD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วิทยาลัยสารพัดช่างปราจีนบุรี</w:t>
      </w:r>
      <w:r>
        <w:rPr>
          <w:rFonts w:hint="cs"/>
          <w:sz w:val="32"/>
          <w:szCs w:val="32"/>
          <w:cs/>
        </w:rPr>
        <w:t xml:space="preserve">    </w:t>
      </w:r>
      <w:r w:rsidR="0091364E">
        <w:rPr>
          <w:sz w:val="32"/>
          <w:szCs w:val="32"/>
          <w:cs/>
        </w:rPr>
        <w:t>ใน</w:t>
      </w:r>
      <w:r w:rsidR="0046476F">
        <w:rPr>
          <w:rFonts w:hint="cs"/>
          <w:sz w:val="32"/>
          <w:szCs w:val="32"/>
          <w:cs/>
        </w:rPr>
        <w:t xml:space="preserve">ภาคเรียนที่  </w:t>
      </w:r>
      <w:r w:rsidR="00AB0D40">
        <w:rPr>
          <w:sz w:val="32"/>
          <w:szCs w:val="32"/>
        </w:rPr>
        <w:t>2</w:t>
      </w:r>
      <w:r w:rsidR="0046476F">
        <w:rPr>
          <w:rFonts w:hint="cs"/>
          <w:sz w:val="32"/>
          <w:szCs w:val="32"/>
          <w:cs/>
        </w:rPr>
        <w:t xml:space="preserve">  </w:t>
      </w:r>
      <w:r w:rsidR="0091364E">
        <w:rPr>
          <w:sz w:val="32"/>
          <w:szCs w:val="32"/>
          <w:cs/>
        </w:rPr>
        <w:t>ปีการศึกษา</w:t>
      </w:r>
      <w:r w:rsidR="0091364E"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</w:p>
    <w:p w:rsidR="0046476F" w:rsidRDefault="0046476F" w:rsidP="0091364E">
      <w:pPr>
        <w:pStyle w:val="Default"/>
        <w:rPr>
          <w:sz w:val="32"/>
          <w:szCs w:val="32"/>
        </w:rPr>
      </w:pPr>
    </w:p>
    <w:tbl>
      <w:tblPr>
        <w:tblW w:w="0" w:type="auto"/>
        <w:jc w:val="center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6"/>
        <w:gridCol w:w="4762"/>
      </w:tblGrid>
      <w:tr w:rsidR="00944B8B" w:rsidRPr="0023793C" w:rsidTr="000500E7">
        <w:trPr>
          <w:jc w:val="center"/>
        </w:trPr>
        <w:tc>
          <w:tcPr>
            <w:tcW w:w="1796" w:type="dxa"/>
            <w:vMerge w:val="restart"/>
            <w:vAlign w:val="center"/>
          </w:tcPr>
          <w:p w:rsidR="00944B8B" w:rsidRPr="0023793C" w:rsidRDefault="00944B8B" w:rsidP="0023793C">
            <w:pPr>
              <w:pStyle w:val="Default"/>
              <w:jc w:val="center"/>
              <w:rPr>
                <w:sz w:val="32"/>
                <w:szCs w:val="32"/>
                <w:cs/>
              </w:rPr>
            </w:pPr>
            <w:r w:rsidRPr="0023793C">
              <w:rPr>
                <w:rFonts w:hint="cs"/>
                <w:sz w:val="32"/>
                <w:szCs w:val="32"/>
                <w:cs/>
              </w:rPr>
              <w:t>ระดับชั้น (</w:t>
            </w:r>
            <w:proofErr w:type="spellStart"/>
            <w:r w:rsidRPr="0023793C">
              <w:rPr>
                <w:rFonts w:hint="cs"/>
                <w:sz w:val="32"/>
                <w:szCs w:val="32"/>
                <w:cs/>
              </w:rPr>
              <w:t>ปวช</w:t>
            </w:r>
            <w:proofErr w:type="spellEnd"/>
            <w:r w:rsidRPr="0023793C">
              <w:rPr>
                <w:rFonts w:hint="cs"/>
                <w:sz w:val="32"/>
                <w:szCs w:val="32"/>
                <w:cs/>
              </w:rPr>
              <w:t>.)</w:t>
            </w:r>
          </w:p>
        </w:tc>
        <w:tc>
          <w:tcPr>
            <w:tcW w:w="4762" w:type="dxa"/>
          </w:tcPr>
          <w:p w:rsidR="00944B8B" w:rsidRPr="0023793C" w:rsidRDefault="00944B8B" w:rsidP="0023793C">
            <w:pPr>
              <w:pStyle w:val="Default"/>
              <w:jc w:val="center"/>
              <w:rPr>
                <w:sz w:val="32"/>
                <w:szCs w:val="32"/>
                <w:cs/>
              </w:rPr>
            </w:pPr>
            <w:r w:rsidRPr="0023793C">
              <w:rPr>
                <w:rFonts w:hint="cs"/>
                <w:sz w:val="32"/>
                <w:szCs w:val="32"/>
                <w:cs/>
              </w:rPr>
              <w:t>สาขางาน</w:t>
            </w:r>
            <w:r w:rsidRPr="0023793C">
              <w:rPr>
                <w:sz w:val="32"/>
                <w:szCs w:val="32"/>
              </w:rPr>
              <w:t xml:space="preserve">  </w:t>
            </w:r>
            <w:r w:rsidRPr="0023793C">
              <w:rPr>
                <w:rFonts w:hint="cs"/>
                <w:sz w:val="32"/>
                <w:szCs w:val="32"/>
                <w:cs/>
              </w:rPr>
              <w:t>(คน)</w:t>
            </w:r>
          </w:p>
        </w:tc>
      </w:tr>
      <w:tr w:rsidR="001705AD" w:rsidRPr="0023793C" w:rsidTr="000500E7">
        <w:trPr>
          <w:jc w:val="center"/>
        </w:trPr>
        <w:tc>
          <w:tcPr>
            <w:tcW w:w="1796" w:type="dxa"/>
            <w:vMerge/>
          </w:tcPr>
          <w:p w:rsidR="001705AD" w:rsidRPr="0023793C" w:rsidRDefault="001705AD" w:rsidP="0023793C">
            <w:pPr>
              <w:pStyle w:val="Default"/>
              <w:tabs>
                <w:tab w:val="center" w:pos="790"/>
              </w:tabs>
              <w:rPr>
                <w:sz w:val="32"/>
                <w:szCs w:val="32"/>
              </w:rPr>
            </w:pPr>
          </w:p>
        </w:tc>
        <w:tc>
          <w:tcPr>
            <w:tcW w:w="4762" w:type="dxa"/>
          </w:tcPr>
          <w:p w:rsidR="001705AD" w:rsidRPr="0023793C" w:rsidRDefault="001705AD" w:rsidP="0023793C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อิเล็กทรอนิกส์</w:t>
            </w:r>
          </w:p>
        </w:tc>
      </w:tr>
      <w:tr w:rsidR="001705AD" w:rsidRPr="0023793C" w:rsidTr="000500E7">
        <w:trPr>
          <w:trHeight w:val="1317"/>
          <w:jc w:val="center"/>
        </w:trPr>
        <w:tc>
          <w:tcPr>
            <w:tcW w:w="1796" w:type="dxa"/>
          </w:tcPr>
          <w:p w:rsidR="001705AD" w:rsidRPr="0023793C" w:rsidRDefault="001705AD" w:rsidP="002E11E2">
            <w:pPr>
              <w:pStyle w:val="Default"/>
              <w:rPr>
                <w:sz w:val="32"/>
                <w:szCs w:val="32"/>
              </w:rPr>
            </w:pPr>
            <w:proofErr w:type="spellStart"/>
            <w:r w:rsidRPr="0023793C">
              <w:rPr>
                <w:rFonts w:hint="cs"/>
                <w:sz w:val="32"/>
                <w:szCs w:val="32"/>
                <w:cs/>
              </w:rPr>
              <w:t>ปวช</w:t>
            </w:r>
            <w:proofErr w:type="spellEnd"/>
            <w:r w:rsidRPr="0023793C">
              <w:rPr>
                <w:rFonts w:hint="cs"/>
                <w:sz w:val="32"/>
                <w:szCs w:val="32"/>
                <w:cs/>
              </w:rPr>
              <w:t>.</w:t>
            </w:r>
            <w:r w:rsidR="002E11E2">
              <w:rPr>
                <w:sz w:val="32"/>
                <w:szCs w:val="32"/>
              </w:rPr>
              <w:t>1</w:t>
            </w:r>
          </w:p>
        </w:tc>
        <w:tc>
          <w:tcPr>
            <w:tcW w:w="4762" w:type="dxa"/>
          </w:tcPr>
          <w:p w:rsidR="001705AD" w:rsidRPr="0023793C" w:rsidRDefault="00E962ED" w:rsidP="0023793C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  <w:tr w:rsidR="001705AD" w:rsidRPr="0023793C" w:rsidTr="000500E7">
        <w:trPr>
          <w:jc w:val="center"/>
        </w:trPr>
        <w:tc>
          <w:tcPr>
            <w:tcW w:w="1796" w:type="dxa"/>
          </w:tcPr>
          <w:p w:rsidR="001705AD" w:rsidRPr="0023793C" w:rsidRDefault="001705AD" w:rsidP="0023793C">
            <w:pPr>
              <w:pStyle w:val="Default"/>
              <w:jc w:val="center"/>
              <w:rPr>
                <w:sz w:val="32"/>
                <w:szCs w:val="32"/>
                <w:cs/>
              </w:rPr>
            </w:pPr>
            <w:r w:rsidRPr="0023793C">
              <w:rPr>
                <w:rFonts w:hint="cs"/>
                <w:sz w:val="32"/>
                <w:szCs w:val="32"/>
                <w:cs/>
              </w:rPr>
              <w:t>รวม</w:t>
            </w:r>
          </w:p>
        </w:tc>
        <w:tc>
          <w:tcPr>
            <w:tcW w:w="4762" w:type="dxa"/>
          </w:tcPr>
          <w:p w:rsidR="001705AD" w:rsidRPr="0023793C" w:rsidRDefault="00E962ED" w:rsidP="0023793C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  <w:tr w:rsidR="00944B8B" w:rsidRPr="0023793C" w:rsidTr="000500E7">
        <w:trPr>
          <w:jc w:val="center"/>
        </w:trPr>
        <w:tc>
          <w:tcPr>
            <w:tcW w:w="6558" w:type="dxa"/>
            <w:gridSpan w:val="2"/>
          </w:tcPr>
          <w:p w:rsidR="00944B8B" w:rsidRPr="0023793C" w:rsidRDefault="00944B8B" w:rsidP="00E50946">
            <w:pPr>
              <w:pStyle w:val="Default"/>
              <w:jc w:val="center"/>
              <w:rPr>
                <w:sz w:val="32"/>
                <w:szCs w:val="32"/>
              </w:rPr>
            </w:pPr>
            <w:r w:rsidRPr="0023793C">
              <w:rPr>
                <w:rFonts w:hint="cs"/>
                <w:sz w:val="32"/>
                <w:szCs w:val="32"/>
                <w:cs/>
              </w:rPr>
              <w:t>รวมทั้งหมด</w:t>
            </w:r>
            <w:r w:rsidR="001705AD">
              <w:rPr>
                <w:sz w:val="32"/>
                <w:szCs w:val="32"/>
              </w:rPr>
              <w:t xml:space="preserve">                </w:t>
            </w:r>
          </w:p>
        </w:tc>
      </w:tr>
    </w:tbl>
    <w:p w:rsidR="0091364E" w:rsidRDefault="0091364E" w:rsidP="0091364E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F47CA6" w:rsidRDefault="0091364E" w:rsidP="00B030EC">
      <w:pPr>
        <w:pStyle w:val="Default"/>
        <w:ind w:firstLine="720"/>
        <w:jc w:val="thaiDistribute"/>
        <w:rPr>
          <w:color w:val="auto"/>
          <w:sz w:val="32"/>
          <w:szCs w:val="32"/>
        </w:rPr>
      </w:pPr>
      <w:r>
        <w:rPr>
          <w:color w:val="auto"/>
          <w:sz w:val="32"/>
          <w:szCs w:val="32"/>
          <w:cs/>
        </w:rPr>
        <w:t>กลุ่มตัวอย่าง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ได้แก่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นักศึกษา</w:t>
      </w:r>
      <w:r w:rsidR="00B030EC">
        <w:rPr>
          <w:rFonts w:hint="cs"/>
          <w:color w:val="auto"/>
          <w:sz w:val="32"/>
          <w:szCs w:val="32"/>
          <w:cs/>
        </w:rPr>
        <w:t>ระดับ</w:t>
      </w:r>
      <w:r w:rsidR="007678C0">
        <w:rPr>
          <w:color w:val="auto"/>
          <w:sz w:val="32"/>
          <w:szCs w:val="32"/>
          <w:cs/>
        </w:rPr>
        <w:t xml:space="preserve">ชั้น </w:t>
      </w:r>
      <w:proofErr w:type="spellStart"/>
      <w:r w:rsidR="003312FF">
        <w:rPr>
          <w:color w:val="auto"/>
          <w:sz w:val="32"/>
          <w:szCs w:val="32"/>
          <w:cs/>
        </w:rPr>
        <w:t>ปวช</w:t>
      </w:r>
      <w:proofErr w:type="spellEnd"/>
      <w:r w:rsidR="00C10EAE">
        <w:rPr>
          <w:color w:val="auto"/>
          <w:sz w:val="32"/>
          <w:szCs w:val="32"/>
        </w:rPr>
        <w:t>.</w:t>
      </w:r>
      <w:r w:rsidR="002E11E2">
        <w:rPr>
          <w:color w:val="auto"/>
          <w:sz w:val="32"/>
          <w:szCs w:val="32"/>
        </w:rPr>
        <w:t>1</w:t>
      </w:r>
      <w:r w:rsidR="003312FF">
        <w:rPr>
          <w:color w:val="auto"/>
          <w:sz w:val="32"/>
          <w:szCs w:val="32"/>
        </w:rPr>
        <w:t xml:space="preserve"> </w:t>
      </w:r>
      <w:r w:rsidR="003312FF">
        <w:rPr>
          <w:color w:val="auto"/>
          <w:sz w:val="32"/>
          <w:szCs w:val="32"/>
          <w:cs/>
        </w:rPr>
        <w:t>สาขางานอิเล็กทรอนิกส์</w:t>
      </w:r>
      <w:r w:rsidR="00C10EAE">
        <w:rPr>
          <w:color w:val="auto"/>
          <w:sz w:val="32"/>
          <w:szCs w:val="32"/>
        </w:rPr>
        <w:t xml:space="preserve">  </w:t>
      </w:r>
      <w:r>
        <w:rPr>
          <w:color w:val="auto"/>
          <w:sz w:val="32"/>
          <w:szCs w:val="32"/>
          <w:cs/>
        </w:rPr>
        <w:t>วิทยาลัยสาร</w:t>
      </w:r>
      <w:r w:rsidR="00B030EC">
        <w:rPr>
          <w:color w:val="auto"/>
          <w:sz w:val="32"/>
          <w:szCs w:val="32"/>
          <w:cs/>
        </w:rPr>
        <w:t>พัดช่างปราจีนบุรี</w:t>
      </w:r>
      <w:r w:rsidR="00B030EC">
        <w:rPr>
          <w:rFonts w:hint="cs"/>
          <w:color w:val="auto"/>
          <w:sz w:val="32"/>
          <w:szCs w:val="32"/>
          <w:cs/>
        </w:rPr>
        <w:t xml:space="preserve"> </w:t>
      </w:r>
      <w:r w:rsidR="00B030EC">
        <w:rPr>
          <w:color w:val="auto"/>
          <w:sz w:val="32"/>
          <w:szCs w:val="32"/>
          <w:cs/>
        </w:rPr>
        <w:t>ที่กำลังศึกษา</w:t>
      </w:r>
      <w:r w:rsidR="00B030EC">
        <w:rPr>
          <w:rFonts w:hint="cs"/>
          <w:color w:val="auto"/>
          <w:sz w:val="32"/>
          <w:szCs w:val="32"/>
          <w:cs/>
        </w:rPr>
        <w:t xml:space="preserve"> </w:t>
      </w:r>
      <w:r>
        <w:rPr>
          <w:color w:val="auto"/>
          <w:sz w:val="32"/>
          <w:szCs w:val="32"/>
          <w:cs/>
        </w:rPr>
        <w:t>ในภาคการศึกษาที่</w:t>
      </w:r>
      <w:r>
        <w:rPr>
          <w:color w:val="auto"/>
          <w:sz w:val="32"/>
          <w:szCs w:val="32"/>
        </w:rPr>
        <w:t xml:space="preserve"> </w:t>
      </w:r>
      <w:r w:rsidR="00AB0D40">
        <w:rPr>
          <w:color w:val="auto"/>
          <w:sz w:val="32"/>
          <w:szCs w:val="32"/>
        </w:rPr>
        <w:t>2</w:t>
      </w:r>
      <w:r>
        <w:rPr>
          <w:color w:val="auto"/>
          <w:sz w:val="32"/>
          <w:szCs w:val="32"/>
        </w:rPr>
        <w:t xml:space="preserve"> / </w:t>
      </w:r>
      <w:r w:rsidR="00655541">
        <w:rPr>
          <w:color w:val="auto"/>
          <w:sz w:val="32"/>
          <w:szCs w:val="32"/>
        </w:rPr>
        <w:t>2554</w:t>
      </w:r>
    </w:p>
    <w:p w:rsidR="00F47CA6" w:rsidRDefault="0091364E" w:rsidP="00B030EC">
      <w:pPr>
        <w:pStyle w:val="Default"/>
        <w:ind w:firstLine="720"/>
        <w:jc w:val="thaiDistribute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2. </w:t>
      </w:r>
      <w:r>
        <w:rPr>
          <w:color w:val="auto"/>
          <w:sz w:val="32"/>
          <w:szCs w:val="32"/>
          <w:cs/>
        </w:rPr>
        <w:t>เครื่องมือที่ใช้ในการวิจัยและการหาคุณภาพของเครื่องมือ</w:t>
      </w:r>
      <w:r>
        <w:rPr>
          <w:color w:val="auto"/>
          <w:sz w:val="32"/>
          <w:szCs w:val="32"/>
        </w:rPr>
        <w:t xml:space="preserve"> </w:t>
      </w:r>
    </w:p>
    <w:p w:rsidR="0091364E" w:rsidRDefault="0091364E" w:rsidP="00B030EC">
      <w:pPr>
        <w:pStyle w:val="Default"/>
        <w:ind w:firstLine="720"/>
        <w:jc w:val="thaiDistribute"/>
        <w:rPr>
          <w:color w:val="auto"/>
          <w:sz w:val="32"/>
          <w:szCs w:val="32"/>
        </w:rPr>
      </w:pPr>
      <w:r>
        <w:rPr>
          <w:color w:val="auto"/>
          <w:sz w:val="32"/>
          <w:szCs w:val="32"/>
          <w:cs/>
        </w:rPr>
        <w:t>เครื่องมือที่ใช</w:t>
      </w:r>
      <w:r w:rsidR="00B030EC">
        <w:rPr>
          <w:rFonts w:hint="cs"/>
          <w:color w:val="auto"/>
          <w:sz w:val="32"/>
          <w:szCs w:val="32"/>
          <w:cs/>
        </w:rPr>
        <w:t>้</w:t>
      </w:r>
      <w:r>
        <w:rPr>
          <w:color w:val="auto"/>
          <w:sz w:val="32"/>
          <w:szCs w:val="32"/>
          <w:cs/>
        </w:rPr>
        <w:t>ในการทำวิจัยครั้งนี้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เป็นแบบประเมิน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ความพึงพอใจของนักศึกษา</w:t>
      </w:r>
      <w:r w:rsidR="00BF41CD">
        <w:rPr>
          <w:rFonts w:hint="cs"/>
          <w:color w:val="auto"/>
          <w:sz w:val="32"/>
          <w:szCs w:val="32"/>
          <w:cs/>
        </w:rPr>
        <w:t xml:space="preserve">  </w:t>
      </w:r>
      <w:r>
        <w:rPr>
          <w:color w:val="auto"/>
          <w:sz w:val="32"/>
          <w:szCs w:val="32"/>
          <w:cs/>
        </w:rPr>
        <w:t>วิทยาลัยสารพัดช่างปราจีนบุรี</w:t>
      </w:r>
      <w:r>
        <w:rPr>
          <w:color w:val="auto"/>
          <w:sz w:val="32"/>
          <w:szCs w:val="32"/>
        </w:rPr>
        <w:t xml:space="preserve"> </w:t>
      </w:r>
      <w:r w:rsidR="00B030EC">
        <w:rPr>
          <w:color w:val="auto"/>
          <w:sz w:val="32"/>
          <w:szCs w:val="32"/>
          <w:cs/>
        </w:rPr>
        <w:t>ที่กำลังศึกษา</w:t>
      </w:r>
      <w:r>
        <w:rPr>
          <w:color w:val="auto"/>
          <w:sz w:val="32"/>
          <w:szCs w:val="32"/>
          <w:cs/>
        </w:rPr>
        <w:t>ในภาคการศึกษาที่</w:t>
      </w:r>
      <w:r>
        <w:rPr>
          <w:color w:val="auto"/>
          <w:sz w:val="32"/>
          <w:szCs w:val="32"/>
        </w:rPr>
        <w:t xml:space="preserve"> </w:t>
      </w:r>
      <w:r w:rsidR="00AB0D40">
        <w:rPr>
          <w:color w:val="auto"/>
          <w:sz w:val="32"/>
          <w:szCs w:val="32"/>
        </w:rPr>
        <w:t>2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ปีการศึกษา</w:t>
      </w:r>
      <w:r w:rsidR="00B030EC">
        <w:rPr>
          <w:color w:val="auto"/>
          <w:sz w:val="32"/>
          <w:szCs w:val="32"/>
        </w:rPr>
        <w:t xml:space="preserve"> </w:t>
      </w:r>
      <w:r w:rsidR="00655541">
        <w:rPr>
          <w:color w:val="auto"/>
          <w:sz w:val="32"/>
          <w:szCs w:val="32"/>
        </w:rPr>
        <w:t>2554</w:t>
      </w:r>
      <w:r w:rsidR="00B030EC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กับครู</w:t>
      </w:r>
      <w:r w:rsidR="005A5833">
        <w:rPr>
          <w:color w:val="auto"/>
          <w:sz w:val="32"/>
          <w:szCs w:val="32"/>
          <w:cs/>
        </w:rPr>
        <w:t>ที่ทำการสอน</w:t>
      </w:r>
      <w:r>
        <w:rPr>
          <w:color w:val="auto"/>
          <w:sz w:val="32"/>
          <w:szCs w:val="32"/>
          <w:cs/>
        </w:rPr>
        <w:t>ใน</w:t>
      </w:r>
      <w:r w:rsidR="005A5833">
        <w:rPr>
          <w:color w:val="auto"/>
          <w:sz w:val="32"/>
          <w:szCs w:val="32"/>
          <w:cs/>
        </w:rPr>
        <w:t>รายวิชา</w:t>
      </w:r>
      <w:r w:rsidR="008B0E9B">
        <w:rPr>
          <w:color w:val="auto"/>
          <w:sz w:val="32"/>
          <w:szCs w:val="32"/>
          <w:cs/>
        </w:rPr>
        <w:t>คณิตศาสตร์ช่างอิเล็กทรอนิกส์</w:t>
      </w:r>
      <w:r w:rsidR="005A5833">
        <w:rPr>
          <w:color w:val="auto"/>
          <w:sz w:val="32"/>
          <w:szCs w:val="32"/>
          <w:cs/>
        </w:rPr>
        <w:t xml:space="preserve">  </w:t>
      </w:r>
      <w:r w:rsidR="000B76BF">
        <w:rPr>
          <w:color w:val="auto"/>
          <w:sz w:val="32"/>
          <w:szCs w:val="32"/>
          <w:cs/>
        </w:rPr>
        <w:t>สาขางาน</w:t>
      </w:r>
      <w:r w:rsidR="005A5833">
        <w:rPr>
          <w:color w:val="auto"/>
          <w:sz w:val="32"/>
          <w:szCs w:val="32"/>
          <w:cs/>
        </w:rPr>
        <w:t>อิเล็กทรอนิกส์</w:t>
      </w:r>
      <w:r w:rsidR="00B030EC">
        <w:rPr>
          <w:rFonts w:hint="cs"/>
          <w:color w:val="auto"/>
          <w:sz w:val="32"/>
          <w:szCs w:val="32"/>
          <w:cs/>
        </w:rPr>
        <w:t xml:space="preserve"> </w:t>
      </w:r>
      <w:r>
        <w:rPr>
          <w:color w:val="auto"/>
          <w:sz w:val="32"/>
          <w:szCs w:val="32"/>
        </w:rPr>
        <w:t xml:space="preserve"> </w:t>
      </w:r>
      <w:r w:rsidR="00F47CA6"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>จำนวน</w:t>
      </w:r>
      <w:r>
        <w:rPr>
          <w:color w:val="auto"/>
          <w:sz w:val="32"/>
          <w:szCs w:val="32"/>
        </w:rPr>
        <w:t xml:space="preserve"> 1 </w:t>
      </w:r>
      <w:r>
        <w:rPr>
          <w:color w:val="auto"/>
          <w:sz w:val="32"/>
          <w:szCs w:val="32"/>
          <w:cs/>
        </w:rPr>
        <w:t>ฉบับ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โดยแบ่งเป็น</w:t>
      </w:r>
      <w:r>
        <w:rPr>
          <w:color w:val="auto"/>
          <w:sz w:val="32"/>
          <w:szCs w:val="32"/>
        </w:rPr>
        <w:t xml:space="preserve"> 2 </w:t>
      </w:r>
      <w:r>
        <w:rPr>
          <w:color w:val="auto"/>
          <w:sz w:val="32"/>
          <w:szCs w:val="32"/>
          <w:cs/>
        </w:rPr>
        <w:t>ตอนดังนี้</w:t>
      </w:r>
      <w:r>
        <w:rPr>
          <w:color w:val="auto"/>
          <w:sz w:val="32"/>
          <w:szCs w:val="32"/>
        </w:rPr>
        <w:t xml:space="preserve"> </w:t>
      </w:r>
    </w:p>
    <w:p w:rsidR="00B030EC" w:rsidRDefault="00B030EC" w:rsidP="00B030EC">
      <w:pPr>
        <w:pStyle w:val="Default"/>
        <w:ind w:firstLine="720"/>
        <w:jc w:val="thaiDistribute"/>
        <w:rPr>
          <w:color w:val="auto"/>
          <w:sz w:val="32"/>
          <w:szCs w:val="32"/>
        </w:rPr>
        <w:sectPr w:rsidR="00B030EC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</w:p>
    <w:p w:rsidR="00B030EC" w:rsidRDefault="00BC5CC5" w:rsidP="00BF41CD">
      <w:pPr>
        <w:pStyle w:val="Default"/>
        <w:jc w:val="thaiDistribute"/>
        <w:rPr>
          <w:color w:val="auto"/>
          <w:sz w:val="32"/>
          <w:szCs w:val="32"/>
        </w:rPr>
      </w:pPr>
      <w:r>
        <w:rPr>
          <w:noProof/>
          <w:color w:val="auto"/>
          <w:sz w:val="32"/>
          <w:szCs w:val="32"/>
        </w:rPr>
        <w:lastRenderedPageBreak/>
        <w:pict>
          <v:shape id="_x0000_s1041" type="#_x0000_t202" style="position:absolute;left:0;text-align:left;margin-left:401.35pt;margin-top:-46.8pt;width:136.35pt;height:26.5pt;z-index:251654144" stroked="f">
            <v:textbox>
              <w:txbxContent>
                <w:p w:rsidR="008E6F69" w:rsidRDefault="008E6F69" w:rsidP="00E841EC">
                  <w:r>
                    <w:t>13</w:t>
                  </w:r>
                </w:p>
              </w:txbxContent>
            </v:textbox>
          </v:shape>
        </w:pict>
      </w:r>
      <w:r w:rsidR="00B030EC">
        <w:rPr>
          <w:rFonts w:hint="cs"/>
          <w:color w:val="auto"/>
          <w:sz w:val="32"/>
          <w:szCs w:val="32"/>
          <w:cs/>
        </w:rPr>
        <w:t xml:space="preserve"> </w:t>
      </w:r>
      <w:r w:rsidR="00B030EC">
        <w:rPr>
          <w:rFonts w:hint="cs"/>
          <w:color w:val="auto"/>
          <w:sz w:val="32"/>
          <w:szCs w:val="32"/>
          <w:cs/>
        </w:rPr>
        <w:tab/>
      </w:r>
      <w:r w:rsidR="00B1443C">
        <w:rPr>
          <w:rFonts w:hint="cs"/>
          <w:color w:val="auto"/>
          <w:sz w:val="32"/>
          <w:szCs w:val="32"/>
          <w:cs/>
        </w:rPr>
        <w:t xml:space="preserve"> </w:t>
      </w:r>
      <w:r w:rsidR="00B1443C">
        <w:rPr>
          <w:rFonts w:hint="cs"/>
          <w:color w:val="auto"/>
          <w:sz w:val="32"/>
          <w:szCs w:val="32"/>
          <w:cs/>
        </w:rPr>
        <w:tab/>
      </w:r>
      <w:r w:rsidR="0091364E">
        <w:rPr>
          <w:color w:val="auto"/>
          <w:sz w:val="32"/>
          <w:szCs w:val="32"/>
          <w:cs/>
        </w:rPr>
        <w:t>ตอนที่</w:t>
      </w:r>
      <w:r w:rsidR="0091364E">
        <w:rPr>
          <w:color w:val="auto"/>
          <w:sz w:val="32"/>
          <w:szCs w:val="32"/>
        </w:rPr>
        <w:t xml:space="preserve"> 1 </w:t>
      </w:r>
      <w:r w:rsidR="0091364E">
        <w:rPr>
          <w:color w:val="auto"/>
          <w:sz w:val="32"/>
          <w:szCs w:val="32"/>
          <w:cs/>
        </w:rPr>
        <w:t>ข้อมูลสถานภาพส่วนตัวของผู้ตอบแบบสอบถาม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มีลักษณะเป็นแบบเติมข้อความให้สมบูรณ์</w:t>
      </w:r>
      <w:r w:rsidR="0091364E">
        <w:rPr>
          <w:color w:val="auto"/>
          <w:sz w:val="32"/>
          <w:szCs w:val="32"/>
        </w:rPr>
        <w:t xml:space="preserve"> </w:t>
      </w:r>
    </w:p>
    <w:p w:rsidR="00B1443C" w:rsidRDefault="00B030EC" w:rsidP="00BF41CD">
      <w:pPr>
        <w:pStyle w:val="Default"/>
        <w:jc w:val="thaiDistribute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 w:rsidR="00B1443C">
        <w:rPr>
          <w:rFonts w:hint="cs"/>
          <w:color w:val="auto"/>
          <w:sz w:val="32"/>
          <w:szCs w:val="32"/>
          <w:cs/>
        </w:rPr>
        <w:t xml:space="preserve"> </w:t>
      </w:r>
      <w:r w:rsidR="00B1443C">
        <w:rPr>
          <w:rFonts w:hint="cs"/>
          <w:color w:val="auto"/>
          <w:sz w:val="32"/>
          <w:szCs w:val="32"/>
          <w:cs/>
        </w:rPr>
        <w:tab/>
      </w:r>
      <w:r w:rsidR="0091364E">
        <w:rPr>
          <w:color w:val="auto"/>
          <w:sz w:val="32"/>
          <w:szCs w:val="32"/>
          <w:cs/>
        </w:rPr>
        <w:t>ตอนที่</w:t>
      </w:r>
      <w:r w:rsidR="0091364E">
        <w:rPr>
          <w:color w:val="auto"/>
          <w:sz w:val="32"/>
          <w:szCs w:val="32"/>
        </w:rPr>
        <w:t xml:space="preserve"> 2 </w:t>
      </w:r>
      <w:r w:rsidR="0091364E">
        <w:rPr>
          <w:color w:val="auto"/>
          <w:sz w:val="32"/>
          <w:szCs w:val="32"/>
          <w:cs/>
        </w:rPr>
        <w:t>ความพึงพอใจในการจัดการเรียนการสอน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คุณลักษณะของครูผู้สอนและผลสัมฤทธิ์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มีลักษณะเป็นแบบมาตรส่วนประมาณค่า</w:t>
      </w:r>
      <w:r w:rsidR="0091364E">
        <w:rPr>
          <w:color w:val="auto"/>
          <w:sz w:val="32"/>
          <w:szCs w:val="32"/>
        </w:rPr>
        <w:t xml:space="preserve"> </w:t>
      </w:r>
      <w:r w:rsidR="009708F5">
        <w:rPr>
          <w:color w:val="auto"/>
          <w:sz w:val="32"/>
          <w:szCs w:val="32"/>
        </w:rPr>
        <w:t>5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ระดับ</w:t>
      </w:r>
      <w:r w:rsidR="0091364E">
        <w:rPr>
          <w:color w:val="auto"/>
          <w:sz w:val="32"/>
          <w:szCs w:val="32"/>
        </w:rPr>
        <w:t xml:space="preserve"> </w:t>
      </w:r>
      <w:r w:rsidR="00D559B7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คือ</w:t>
      </w:r>
      <w:r w:rsidR="0091364E">
        <w:rPr>
          <w:color w:val="auto"/>
          <w:sz w:val="32"/>
          <w:szCs w:val="32"/>
        </w:rPr>
        <w:t xml:space="preserve"> </w:t>
      </w:r>
      <w:r w:rsidR="00D559B7">
        <w:rPr>
          <w:color w:val="auto"/>
          <w:sz w:val="32"/>
          <w:szCs w:val="32"/>
        </w:rPr>
        <w:t xml:space="preserve">  </w:t>
      </w:r>
      <w:r w:rsidR="0091364E">
        <w:rPr>
          <w:color w:val="auto"/>
          <w:sz w:val="32"/>
          <w:szCs w:val="32"/>
          <w:cs/>
        </w:rPr>
        <w:t>คือความพึงพอใจมากที่สุด</w:t>
      </w:r>
      <w:r w:rsidR="0091364E">
        <w:rPr>
          <w:color w:val="auto"/>
          <w:sz w:val="32"/>
          <w:szCs w:val="32"/>
        </w:rPr>
        <w:t xml:space="preserve"> </w:t>
      </w:r>
      <w:r w:rsidR="00D559B7">
        <w:rPr>
          <w:color w:val="auto"/>
          <w:sz w:val="32"/>
          <w:szCs w:val="32"/>
        </w:rPr>
        <w:t xml:space="preserve">  </w:t>
      </w:r>
      <w:r w:rsidR="0091364E">
        <w:rPr>
          <w:color w:val="auto"/>
          <w:sz w:val="32"/>
          <w:szCs w:val="32"/>
          <w:cs/>
        </w:rPr>
        <w:t>มาก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ปานกลาง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น้อย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และน้อยที่สุด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จำนวน</w:t>
      </w:r>
      <w:r w:rsidR="0091364E">
        <w:rPr>
          <w:color w:val="auto"/>
          <w:sz w:val="32"/>
          <w:szCs w:val="32"/>
        </w:rPr>
        <w:t xml:space="preserve"> 20 </w:t>
      </w:r>
      <w:r w:rsidR="0091364E">
        <w:rPr>
          <w:color w:val="auto"/>
          <w:sz w:val="32"/>
          <w:szCs w:val="32"/>
          <w:cs/>
        </w:rPr>
        <w:t>ข้อ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และข้อเสนอแนะซึ่งเป็นคำถามปลายเปิด</w:t>
      </w:r>
      <w:r w:rsidR="0091364E">
        <w:rPr>
          <w:color w:val="auto"/>
          <w:sz w:val="32"/>
          <w:szCs w:val="32"/>
        </w:rPr>
        <w:t xml:space="preserve"> </w:t>
      </w:r>
    </w:p>
    <w:p w:rsidR="00B1443C" w:rsidRDefault="00BF41CD" w:rsidP="00B030EC">
      <w:pPr>
        <w:pStyle w:val="Default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  <w:t xml:space="preserve"> </w:t>
      </w:r>
      <w:r w:rsidR="0091364E">
        <w:rPr>
          <w:color w:val="auto"/>
          <w:sz w:val="32"/>
          <w:szCs w:val="32"/>
          <w:cs/>
        </w:rPr>
        <w:t>การหาคุณภาพของเครื่องมือ</w:t>
      </w:r>
      <w:r w:rsidR="0091364E">
        <w:rPr>
          <w:color w:val="auto"/>
          <w:sz w:val="32"/>
          <w:szCs w:val="32"/>
        </w:rPr>
        <w:t xml:space="preserve"> </w:t>
      </w:r>
    </w:p>
    <w:p w:rsidR="00B1443C" w:rsidRDefault="00B1443C" w:rsidP="00BF41CD">
      <w:pPr>
        <w:pStyle w:val="Default"/>
        <w:jc w:val="thaiDistribute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ab/>
        <w:t xml:space="preserve"> </w:t>
      </w:r>
      <w:r>
        <w:rPr>
          <w:color w:val="auto"/>
          <w:sz w:val="32"/>
          <w:szCs w:val="32"/>
        </w:rPr>
        <w:tab/>
      </w:r>
      <w:r w:rsidR="0091364E">
        <w:rPr>
          <w:color w:val="auto"/>
          <w:sz w:val="32"/>
          <w:szCs w:val="32"/>
        </w:rPr>
        <w:t xml:space="preserve">1. </w:t>
      </w:r>
      <w:r w:rsidR="00BF41CD">
        <w:rPr>
          <w:rFonts w:hint="cs"/>
          <w:color w:val="auto"/>
          <w:sz w:val="32"/>
          <w:szCs w:val="32"/>
          <w:cs/>
        </w:rPr>
        <w:t xml:space="preserve"> </w:t>
      </w:r>
      <w:r w:rsidR="0091364E">
        <w:rPr>
          <w:color w:val="auto"/>
          <w:sz w:val="32"/>
          <w:szCs w:val="32"/>
          <w:cs/>
        </w:rPr>
        <w:t>ผู้วิจัยสร้างข้อคำถามโดยศึกษาเอกสาร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งานวิจัยที่เกี่ยวข้อง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แล้วนำมาประมวลสร้างแบบสอบถาม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โดยให้สอดคล้องกับวัตถุประสงค์ของการวิจัย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ซึ่งประกอบด้วยเนื้อหาสาระดังนี้</w:t>
      </w:r>
      <w:r w:rsidR="0091364E">
        <w:rPr>
          <w:color w:val="auto"/>
          <w:sz w:val="32"/>
          <w:szCs w:val="32"/>
        </w:rPr>
        <w:t xml:space="preserve"> </w:t>
      </w:r>
    </w:p>
    <w:p w:rsidR="00B1443C" w:rsidRDefault="00B1443C" w:rsidP="00BF41CD">
      <w:pPr>
        <w:pStyle w:val="Default"/>
        <w:jc w:val="thaiDistribute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ab/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 w:rsidR="0091364E">
        <w:rPr>
          <w:color w:val="auto"/>
          <w:sz w:val="32"/>
          <w:szCs w:val="32"/>
          <w:cs/>
        </w:rPr>
        <w:t>ตอนที่</w:t>
      </w:r>
      <w:r w:rsidR="0091364E">
        <w:rPr>
          <w:color w:val="auto"/>
          <w:sz w:val="32"/>
          <w:szCs w:val="32"/>
        </w:rPr>
        <w:t xml:space="preserve"> 1 </w:t>
      </w:r>
      <w:r w:rsidR="0091364E">
        <w:rPr>
          <w:color w:val="auto"/>
          <w:sz w:val="32"/>
          <w:szCs w:val="32"/>
          <w:cs/>
        </w:rPr>
        <w:t>ข้อมูลสถานภาพส่วนตัวของผู้ตอบ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รายชื่อผู้สอน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และรายวิชา</w:t>
      </w:r>
      <w:r w:rsidR="0091364E">
        <w:rPr>
          <w:color w:val="auto"/>
          <w:sz w:val="32"/>
          <w:szCs w:val="32"/>
        </w:rPr>
        <w:t xml:space="preserve"> </w:t>
      </w:r>
    </w:p>
    <w:p w:rsidR="00B1443C" w:rsidRDefault="00B1443C" w:rsidP="00BF41CD">
      <w:pPr>
        <w:pStyle w:val="Default"/>
        <w:jc w:val="thaiDistribute"/>
        <w:rPr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ab/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 w:rsidR="0091364E">
        <w:rPr>
          <w:color w:val="auto"/>
          <w:sz w:val="32"/>
          <w:szCs w:val="32"/>
          <w:cs/>
        </w:rPr>
        <w:t>ตอนที่</w:t>
      </w:r>
      <w:r w:rsidR="0091364E">
        <w:rPr>
          <w:color w:val="auto"/>
          <w:sz w:val="32"/>
          <w:szCs w:val="32"/>
        </w:rPr>
        <w:t xml:space="preserve"> 2 </w:t>
      </w:r>
      <w:r w:rsidR="0091364E">
        <w:rPr>
          <w:color w:val="auto"/>
          <w:sz w:val="32"/>
          <w:szCs w:val="32"/>
          <w:cs/>
        </w:rPr>
        <w:t>ความพึงพอใจในการจัดการเรียนการสอน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ได้แก่ด้านการ</w:t>
      </w:r>
      <w:r w:rsidR="00DA03EA">
        <w:rPr>
          <w:color w:val="auto"/>
          <w:sz w:val="32"/>
          <w:szCs w:val="32"/>
          <w:cs/>
        </w:rPr>
        <w:t>เ</w:t>
      </w:r>
      <w:r w:rsidR="009708F5">
        <w:rPr>
          <w:color w:val="auto"/>
          <w:sz w:val="32"/>
          <w:szCs w:val="32"/>
          <w:cs/>
        </w:rPr>
        <w:t>รียน</w:t>
      </w:r>
      <w:r w:rsidR="00DA03EA">
        <w:rPr>
          <w:color w:val="auto"/>
          <w:sz w:val="32"/>
          <w:szCs w:val="32"/>
          <w:cs/>
        </w:rPr>
        <w:t>การ</w:t>
      </w:r>
      <w:r w:rsidR="0091364E">
        <w:rPr>
          <w:color w:val="auto"/>
          <w:sz w:val="32"/>
          <w:szCs w:val="32"/>
          <w:cs/>
        </w:rPr>
        <w:t>สอน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ด้าน</w:t>
      </w:r>
      <w:r w:rsidR="009708F5">
        <w:rPr>
          <w:color w:val="auto"/>
          <w:sz w:val="32"/>
          <w:szCs w:val="32"/>
          <w:cs/>
        </w:rPr>
        <w:t>สื่อการเรียนการสอน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ด้าน</w:t>
      </w:r>
      <w:r w:rsidR="009708F5">
        <w:rPr>
          <w:color w:val="auto"/>
          <w:sz w:val="32"/>
          <w:szCs w:val="32"/>
          <w:cs/>
        </w:rPr>
        <w:t>คุณธรรม จริยธรรม และผลที่ได้รับจากการเรียนการสอน</w:t>
      </w:r>
      <w:r>
        <w:rPr>
          <w:color w:val="auto"/>
          <w:sz w:val="32"/>
          <w:szCs w:val="32"/>
        </w:rPr>
        <w:tab/>
        <w:t xml:space="preserve"> </w:t>
      </w:r>
      <w:r>
        <w:rPr>
          <w:color w:val="auto"/>
          <w:sz w:val="32"/>
          <w:szCs w:val="32"/>
        </w:rPr>
        <w:tab/>
      </w:r>
      <w:r w:rsidR="0091364E">
        <w:rPr>
          <w:color w:val="auto"/>
          <w:sz w:val="32"/>
          <w:szCs w:val="32"/>
        </w:rPr>
        <w:t xml:space="preserve">2. </w:t>
      </w:r>
      <w:r w:rsidR="0091364E">
        <w:rPr>
          <w:color w:val="auto"/>
          <w:sz w:val="32"/>
          <w:szCs w:val="32"/>
          <w:cs/>
        </w:rPr>
        <w:t>นำแบบสอบถามที่ได้ไปให้ผู้ทรงคุณวุฒิ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ทางด้านการจัดการเรียนการสอน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และการวิจัยตรวจสอบความถูกต้องด้านการใช้ภาษาและความตรงตามเนื้อหา</w:t>
      </w:r>
      <w:r w:rsidR="0091364E">
        <w:rPr>
          <w:color w:val="auto"/>
          <w:sz w:val="32"/>
          <w:szCs w:val="32"/>
        </w:rPr>
        <w:t xml:space="preserve"> </w:t>
      </w:r>
      <w:r w:rsidR="0091364E">
        <w:rPr>
          <w:color w:val="auto"/>
          <w:sz w:val="32"/>
          <w:szCs w:val="32"/>
          <w:cs/>
        </w:rPr>
        <w:t>แล้วจะนำมาปรับปรุงแก้ไขและจัดพิมพ์เป็นแบบสอบถามฉบับสมบูรณ์</w:t>
      </w:r>
      <w:r w:rsidR="0091364E">
        <w:rPr>
          <w:color w:val="auto"/>
          <w:sz w:val="32"/>
          <w:szCs w:val="32"/>
        </w:rPr>
        <w:t xml:space="preserve"> </w:t>
      </w:r>
    </w:p>
    <w:p w:rsidR="00B1443C" w:rsidRDefault="00B1443C" w:rsidP="00BF41CD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  <w:r w:rsidR="00BF41CD">
        <w:rPr>
          <w:sz w:val="32"/>
          <w:szCs w:val="32"/>
        </w:rPr>
        <w:t>3</w:t>
      </w:r>
      <w:r w:rsidR="0091364E">
        <w:rPr>
          <w:sz w:val="32"/>
          <w:szCs w:val="32"/>
        </w:rPr>
        <w:t xml:space="preserve">. </w:t>
      </w:r>
      <w:r w:rsidR="0091364E">
        <w:rPr>
          <w:sz w:val="32"/>
          <w:szCs w:val="32"/>
          <w:cs/>
        </w:rPr>
        <w:t>วิเคราะห์คุณภาพของแบบสอบถาม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โดยการ</w:t>
      </w:r>
      <w:r>
        <w:rPr>
          <w:sz w:val="32"/>
          <w:szCs w:val="32"/>
          <w:cs/>
        </w:rPr>
        <w:t>คำนว</w:t>
      </w:r>
      <w:r>
        <w:rPr>
          <w:rFonts w:hint="cs"/>
          <w:sz w:val="32"/>
          <w:szCs w:val="32"/>
          <w:cs/>
        </w:rPr>
        <w:t>ณ</w:t>
      </w:r>
      <w:r w:rsidR="0091364E">
        <w:rPr>
          <w:sz w:val="32"/>
          <w:szCs w:val="32"/>
          <w:cs/>
        </w:rPr>
        <w:t>ค่าความเที่ยงโดยใช้สูตรสัมประสิทธิ์</w:t>
      </w:r>
      <w:r w:rsidR="0091364E">
        <w:rPr>
          <w:sz w:val="32"/>
          <w:szCs w:val="32"/>
        </w:rPr>
        <w:t xml:space="preserve"> </w:t>
      </w:r>
      <w:proofErr w:type="spellStart"/>
      <w:r w:rsidR="0091364E">
        <w:rPr>
          <w:sz w:val="32"/>
          <w:szCs w:val="32"/>
          <w:cs/>
        </w:rPr>
        <w:t>แอลฟ่า</w:t>
      </w:r>
      <w:proofErr w:type="spellEnd"/>
      <w:r w:rsidR="0091364E">
        <w:rPr>
          <w:sz w:val="32"/>
          <w:szCs w:val="32"/>
          <w:cs/>
        </w:rPr>
        <w:t>ของ</w:t>
      </w:r>
      <w:r w:rsidR="0091364E">
        <w:rPr>
          <w:sz w:val="32"/>
          <w:szCs w:val="32"/>
        </w:rPr>
        <w:t xml:space="preserve"> </w:t>
      </w:r>
      <w:proofErr w:type="spellStart"/>
      <w:r w:rsidR="0091364E">
        <w:rPr>
          <w:sz w:val="32"/>
          <w:szCs w:val="32"/>
          <w:cs/>
        </w:rPr>
        <w:t>ครอนบาค</w:t>
      </w:r>
      <w:proofErr w:type="spellEnd"/>
      <w:r w:rsidR="0091364E">
        <w:rPr>
          <w:sz w:val="32"/>
          <w:szCs w:val="32"/>
        </w:rPr>
        <w:t xml:space="preserve"> (</w:t>
      </w:r>
      <w:proofErr w:type="spellStart"/>
      <w:r w:rsidR="0091364E">
        <w:rPr>
          <w:rFonts w:ascii="Times New Roman" w:hAnsi="Times New Roman" w:cs="Times New Roman"/>
        </w:rPr>
        <w:t>Cronbach’s</w:t>
      </w:r>
      <w:proofErr w:type="spellEnd"/>
      <w:r w:rsidR="0091364E">
        <w:rPr>
          <w:rFonts w:ascii="Times New Roman" w:hAnsi="Times New Roman" w:cs="Times New Roman"/>
        </w:rPr>
        <w:t xml:space="preserve"> Alpha Coefficient</w:t>
      </w:r>
      <w:r w:rsidR="0091364E">
        <w:t xml:space="preserve">) </w:t>
      </w:r>
    </w:p>
    <w:p w:rsidR="00B1443C" w:rsidRDefault="00B1443C" w:rsidP="00BF41CD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  <w:r w:rsidR="00BF41CD">
        <w:rPr>
          <w:sz w:val="32"/>
          <w:szCs w:val="32"/>
        </w:rPr>
        <w:t>4</w:t>
      </w:r>
      <w:r w:rsidR="0091364E">
        <w:rPr>
          <w:sz w:val="32"/>
          <w:szCs w:val="32"/>
        </w:rPr>
        <w:t xml:space="preserve">. </w:t>
      </w:r>
      <w:r w:rsidR="0091364E">
        <w:rPr>
          <w:sz w:val="32"/>
          <w:szCs w:val="32"/>
          <w:cs/>
        </w:rPr>
        <w:t>สรุปแบบสอบถามที่สมบูรณ์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พร้อมนำไปเก็บข้อมูลกลุ่มตัวอย่าง</w:t>
      </w:r>
      <w:r w:rsidR="0091364E">
        <w:rPr>
          <w:sz w:val="32"/>
          <w:szCs w:val="32"/>
        </w:rPr>
        <w:t xml:space="preserve"> </w:t>
      </w:r>
    </w:p>
    <w:p w:rsidR="0091364E" w:rsidRDefault="00B1443C" w:rsidP="00BF41CD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3. </w:t>
      </w:r>
      <w:proofErr w:type="gramStart"/>
      <w:r w:rsidR="0091364E">
        <w:rPr>
          <w:sz w:val="32"/>
          <w:szCs w:val="32"/>
          <w:cs/>
        </w:rPr>
        <w:t>การเก็บรวบรวมข้อมูล</w:t>
      </w:r>
      <w:r w:rsidR="0091364E">
        <w:rPr>
          <w:sz w:val="32"/>
          <w:szCs w:val="32"/>
        </w:rPr>
        <w:t xml:space="preserve"> </w:t>
      </w:r>
      <w:r w:rsidR="00BF41CD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ผู้วิจัยแจกแบบสอบถามให้นักศึกษาวิทยาลัยสารพัดช่างปราจีนบุรี</w:t>
      </w:r>
      <w:proofErr w:type="gramEnd"/>
      <w:r w:rsidR="0091364E">
        <w:rPr>
          <w:sz w:val="32"/>
          <w:szCs w:val="32"/>
        </w:rPr>
        <w:t xml:space="preserve"> </w:t>
      </w:r>
      <w:r w:rsidR="00BF41CD">
        <w:rPr>
          <w:sz w:val="32"/>
          <w:szCs w:val="32"/>
        </w:rPr>
        <w:t xml:space="preserve"> </w:t>
      </w:r>
      <w:r w:rsidR="000B76BF">
        <w:rPr>
          <w:sz w:val="32"/>
          <w:szCs w:val="32"/>
          <w:cs/>
        </w:rPr>
        <w:t>สาขางาน</w:t>
      </w:r>
      <w:r w:rsidR="00D10639">
        <w:rPr>
          <w:sz w:val="32"/>
          <w:szCs w:val="32"/>
          <w:cs/>
        </w:rPr>
        <w:t xml:space="preserve">อิเล็กทรอนิกส์ ในระดับชั้น </w:t>
      </w:r>
      <w:proofErr w:type="spellStart"/>
      <w:r w:rsidR="00D10639">
        <w:rPr>
          <w:sz w:val="32"/>
          <w:szCs w:val="32"/>
          <w:cs/>
        </w:rPr>
        <w:t>ปวช</w:t>
      </w:r>
      <w:proofErr w:type="spellEnd"/>
      <w:r w:rsidR="00D559B7">
        <w:rPr>
          <w:sz w:val="32"/>
          <w:szCs w:val="32"/>
        </w:rPr>
        <w:t>.</w:t>
      </w:r>
      <w:r w:rsidR="00322944">
        <w:rPr>
          <w:sz w:val="32"/>
          <w:szCs w:val="32"/>
        </w:rPr>
        <w:t>1</w:t>
      </w:r>
      <w:r w:rsidR="0091364E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ใน</w:t>
      </w:r>
      <w:r>
        <w:rPr>
          <w:rFonts w:hint="cs"/>
          <w:sz w:val="32"/>
          <w:szCs w:val="32"/>
          <w:cs/>
        </w:rPr>
        <w:t xml:space="preserve">ภาคเรียนที่  </w:t>
      </w:r>
      <w:r w:rsidR="00471201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ปีการศึกษา</w:t>
      </w:r>
      <w:r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หลังจากที่เรียนจบรายวิชา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ตอนสิ้นสุดชั่วโมง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และส่งแบบสอบถามคืนทันทีพร้อมตรวจสอบความถูกต้องสมบูรณ์</w:t>
      </w:r>
    </w:p>
    <w:p w:rsidR="00B1443C" w:rsidRDefault="00B1443C" w:rsidP="00BF41CD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4. </w:t>
      </w:r>
      <w:proofErr w:type="gramStart"/>
      <w:r w:rsidR="0091364E">
        <w:rPr>
          <w:sz w:val="32"/>
          <w:szCs w:val="32"/>
          <w:cs/>
        </w:rPr>
        <w:t>การวิเคร</w:t>
      </w:r>
      <w:r>
        <w:rPr>
          <w:rFonts w:hint="cs"/>
          <w:sz w:val="32"/>
          <w:szCs w:val="32"/>
          <w:cs/>
        </w:rPr>
        <w:t>า</w:t>
      </w:r>
      <w:r w:rsidR="0091364E">
        <w:rPr>
          <w:sz w:val="32"/>
          <w:szCs w:val="32"/>
          <w:cs/>
        </w:rPr>
        <w:t>ะห์ข้อมูล</w:t>
      </w:r>
      <w:r w:rsidR="0091364E">
        <w:rPr>
          <w:sz w:val="32"/>
          <w:szCs w:val="32"/>
        </w:rPr>
        <w:t xml:space="preserve"> </w:t>
      </w:r>
      <w:r w:rsidR="00BF41CD">
        <w:rPr>
          <w:rFonts w:hint="cs"/>
          <w:sz w:val="32"/>
          <w:szCs w:val="32"/>
          <w:cs/>
        </w:rPr>
        <w:t xml:space="preserve"> </w:t>
      </w:r>
      <w:r w:rsidR="0091364E">
        <w:rPr>
          <w:sz w:val="32"/>
          <w:szCs w:val="32"/>
          <w:cs/>
        </w:rPr>
        <w:t>ผู้วิจัยนำข้อมูลที่เก็บรวบรวมมาได้มาตรวจ</w:t>
      </w:r>
      <w:proofErr w:type="gramEnd"/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จัดทำคู่มือการลงรหัสและบันทึกข้อมูลลง</w:t>
      </w:r>
      <w:r w:rsidR="000806EB">
        <w:rPr>
          <w:sz w:val="32"/>
          <w:szCs w:val="32"/>
          <w:cs/>
        </w:rPr>
        <w:t>คอมพิวเตอร์ธุรกิจ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วิเคราะห์และประมวลผลข้อมูลด้วย</w:t>
      </w:r>
      <w:r w:rsidR="000806EB">
        <w:rPr>
          <w:sz w:val="32"/>
          <w:szCs w:val="32"/>
          <w:cs/>
        </w:rPr>
        <w:t>คอมพิวเตอร์ธุรกิจ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โดยใช้โปรแกรมสำเร็จรูป</w:t>
      </w:r>
      <w:r w:rsidR="0091364E">
        <w:rPr>
          <w:sz w:val="32"/>
          <w:szCs w:val="32"/>
        </w:rPr>
        <w:t xml:space="preserve"> </w:t>
      </w:r>
    </w:p>
    <w:p w:rsidR="005558C1" w:rsidRDefault="00B1443C" w:rsidP="006B7066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364E">
        <w:rPr>
          <w:sz w:val="32"/>
          <w:szCs w:val="32"/>
        </w:rPr>
        <w:t xml:space="preserve">1. </w:t>
      </w:r>
      <w:r w:rsidR="0091364E">
        <w:rPr>
          <w:sz w:val="32"/>
          <w:szCs w:val="32"/>
          <w:cs/>
        </w:rPr>
        <w:t>วิเคร</w:t>
      </w:r>
      <w:r>
        <w:rPr>
          <w:rFonts w:hint="cs"/>
          <w:sz w:val="32"/>
          <w:szCs w:val="32"/>
          <w:cs/>
        </w:rPr>
        <w:t>า</w:t>
      </w:r>
      <w:r w:rsidR="0091364E">
        <w:rPr>
          <w:sz w:val="32"/>
          <w:szCs w:val="32"/>
          <w:cs/>
        </w:rPr>
        <w:t>ะห์ข้อมูลเกี่ยวกับความพึงพอใจของนักศึกษาต่อครู</w:t>
      </w:r>
      <w:r w:rsidR="006B7066">
        <w:rPr>
          <w:sz w:val="32"/>
          <w:szCs w:val="32"/>
        </w:rPr>
        <w:t xml:space="preserve">     </w:t>
      </w:r>
      <w:r>
        <w:rPr>
          <w:rFonts w:hint="cs"/>
          <w:sz w:val="32"/>
          <w:szCs w:val="32"/>
          <w:cs/>
        </w:rPr>
        <w:t xml:space="preserve"> </w:t>
      </w:r>
      <w:r w:rsidR="005558C1">
        <w:rPr>
          <w:sz w:val="32"/>
          <w:szCs w:val="32"/>
          <w:cs/>
        </w:rPr>
        <w:t>ที่ทำการสอนในรายวิชา</w:t>
      </w:r>
    </w:p>
    <w:p w:rsidR="003F51AF" w:rsidRDefault="008B0E9B" w:rsidP="006B7066">
      <w:pPr>
        <w:pStyle w:val="Default"/>
        <w:jc w:val="both"/>
        <w:rPr>
          <w:color w:val="auto"/>
          <w:sz w:val="32"/>
          <w:szCs w:val="32"/>
        </w:rPr>
      </w:pPr>
      <w:r>
        <w:rPr>
          <w:sz w:val="32"/>
          <w:szCs w:val="32"/>
          <w:cs/>
        </w:rPr>
        <w:t>คณิตศาสตร์ช่างอิเล็กทรอนิกส์</w:t>
      </w:r>
      <w:r w:rsidR="005558C1">
        <w:rPr>
          <w:sz w:val="32"/>
          <w:szCs w:val="32"/>
          <w:cs/>
        </w:rPr>
        <w:t xml:space="preserve">  </w:t>
      </w:r>
      <w:r w:rsidR="00B1443C">
        <w:rPr>
          <w:rFonts w:hint="cs"/>
          <w:sz w:val="32"/>
          <w:szCs w:val="32"/>
          <w:cs/>
        </w:rPr>
        <w:t>สาขางาน</w:t>
      </w:r>
      <w:r w:rsidR="005558C1">
        <w:rPr>
          <w:sz w:val="32"/>
          <w:szCs w:val="32"/>
          <w:cs/>
        </w:rPr>
        <w:t>อิเล็กทรอนิกส์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ทั้ง</w:t>
      </w:r>
      <w:r w:rsidR="0091364E">
        <w:rPr>
          <w:sz w:val="32"/>
          <w:szCs w:val="32"/>
        </w:rPr>
        <w:t xml:space="preserve"> </w:t>
      </w:r>
      <w:r w:rsidR="00A741F6">
        <w:rPr>
          <w:sz w:val="32"/>
          <w:szCs w:val="32"/>
        </w:rPr>
        <w:t>4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คือ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ด้านการ</w:t>
      </w:r>
      <w:r w:rsidR="00A3299C">
        <w:rPr>
          <w:sz w:val="32"/>
          <w:szCs w:val="32"/>
          <w:cs/>
        </w:rPr>
        <w:t>เ</w:t>
      </w:r>
      <w:r w:rsidR="00A741F6">
        <w:rPr>
          <w:sz w:val="32"/>
          <w:szCs w:val="32"/>
          <w:cs/>
        </w:rPr>
        <w:t>รียน</w:t>
      </w:r>
      <w:r w:rsidR="00A3299C">
        <w:rPr>
          <w:sz w:val="32"/>
          <w:szCs w:val="32"/>
          <w:cs/>
        </w:rPr>
        <w:t>การ</w:t>
      </w:r>
      <w:r w:rsidR="0091364E">
        <w:rPr>
          <w:sz w:val="32"/>
          <w:szCs w:val="32"/>
          <w:cs/>
        </w:rPr>
        <w:t>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</w:t>
      </w:r>
      <w:r w:rsidR="00A741F6">
        <w:rPr>
          <w:sz w:val="32"/>
          <w:szCs w:val="32"/>
          <w:cs/>
        </w:rPr>
        <w:t>สื่อการเรียนการสอน</w:t>
      </w:r>
      <w:r w:rsidR="0091364E">
        <w:rPr>
          <w:sz w:val="32"/>
          <w:szCs w:val="32"/>
        </w:rPr>
        <w:t xml:space="preserve"> </w:t>
      </w:r>
      <w:r w:rsidR="0091364E">
        <w:rPr>
          <w:sz w:val="32"/>
          <w:szCs w:val="32"/>
          <w:cs/>
        </w:rPr>
        <w:t>ด้าน</w:t>
      </w:r>
      <w:r w:rsidR="00A741F6">
        <w:rPr>
          <w:sz w:val="32"/>
          <w:szCs w:val="32"/>
          <w:cs/>
        </w:rPr>
        <w:t>คุณธรรม จริยธรรม และผลที่ได้รับจากการเรียนการสอน</w:t>
      </w:r>
      <w:r w:rsidR="0091364E" w:rsidRPr="003F51AF">
        <w:rPr>
          <w:color w:val="auto"/>
          <w:sz w:val="32"/>
          <w:szCs w:val="32"/>
          <w:cs/>
        </w:rPr>
        <w:t>ที่นักศึกษาได้รับในการเรียนวิชานี้</w:t>
      </w:r>
      <w:r w:rsidR="0091364E" w:rsidRPr="003F51AF">
        <w:rPr>
          <w:color w:val="auto"/>
          <w:sz w:val="32"/>
          <w:szCs w:val="32"/>
        </w:rPr>
        <w:t xml:space="preserve">  </w:t>
      </w:r>
      <w:r w:rsidR="0091364E" w:rsidRPr="003F51AF">
        <w:rPr>
          <w:color w:val="auto"/>
          <w:sz w:val="32"/>
          <w:szCs w:val="32"/>
          <w:cs/>
        </w:rPr>
        <w:t>โดยใช้ค่าเฉลี่ย</w:t>
      </w:r>
      <w:r w:rsidR="0091364E" w:rsidRPr="003F51AF">
        <w:rPr>
          <w:color w:val="auto"/>
          <w:sz w:val="32"/>
          <w:szCs w:val="32"/>
        </w:rPr>
        <w:t xml:space="preserve"> </w:t>
      </w:r>
      <w:r w:rsidR="0091364E" w:rsidRPr="003F51AF">
        <w:rPr>
          <w:color w:val="auto"/>
          <w:sz w:val="32"/>
          <w:szCs w:val="32"/>
          <w:cs/>
        </w:rPr>
        <w:t>จากนั้นนำค่าเฉลี่ยมาแปลระดับความพึงพอใจตามเกณฑ์การประเมิน</w:t>
      </w:r>
      <w:r w:rsidR="0091364E" w:rsidRPr="003F51AF">
        <w:rPr>
          <w:color w:val="auto"/>
          <w:sz w:val="32"/>
          <w:szCs w:val="32"/>
        </w:rPr>
        <w:t xml:space="preserve"> </w:t>
      </w:r>
      <w:r w:rsidR="0091364E" w:rsidRPr="003F51AF">
        <w:rPr>
          <w:color w:val="auto"/>
          <w:sz w:val="32"/>
          <w:szCs w:val="32"/>
          <w:cs/>
        </w:rPr>
        <w:t>ดังต่อไปนี้</w:t>
      </w:r>
      <w:r w:rsidR="0091364E" w:rsidRPr="003F51AF">
        <w:rPr>
          <w:color w:val="auto"/>
          <w:sz w:val="32"/>
          <w:szCs w:val="32"/>
        </w:rPr>
        <w:t xml:space="preserve"> </w:t>
      </w:r>
    </w:p>
    <w:p w:rsidR="006B7066" w:rsidRPr="003F51AF" w:rsidRDefault="006B7066" w:rsidP="006B7066">
      <w:pPr>
        <w:pStyle w:val="Default"/>
        <w:jc w:val="both"/>
        <w:rPr>
          <w:color w:val="auto"/>
          <w:sz w:val="32"/>
          <w:szCs w:val="32"/>
        </w:rPr>
      </w:pPr>
    </w:p>
    <w:p w:rsidR="00BF41CD" w:rsidRDefault="003F51AF" w:rsidP="0091364E">
      <w:pPr>
        <w:pStyle w:val="Default"/>
        <w:rPr>
          <w:color w:val="auto"/>
          <w:sz w:val="32"/>
          <w:szCs w:val="32"/>
        </w:rPr>
      </w:pPr>
      <w:r w:rsidRPr="003F51AF">
        <w:rPr>
          <w:color w:val="auto"/>
          <w:sz w:val="32"/>
          <w:szCs w:val="32"/>
        </w:rPr>
        <w:t xml:space="preserve"> </w:t>
      </w:r>
      <w:r w:rsidRPr="003F51AF">
        <w:rPr>
          <w:color w:val="auto"/>
          <w:sz w:val="32"/>
          <w:szCs w:val="32"/>
        </w:rPr>
        <w:tab/>
      </w:r>
      <w:r w:rsidR="00BF41CD">
        <w:rPr>
          <w:color w:val="auto"/>
          <w:sz w:val="32"/>
          <w:szCs w:val="32"/>
        </w:rPr>
        <w:t xml:space="preserve"> </w:t>
      </w:r>
      <w:r w:rsidR="00BF41CD">
        <w:rPr>
          <w:color w:val="auto"/>
          <w:sz w:val="32"/>
          <w:szCs w:val="32"/>
        </w:rPr>
        <w:tab/>
      </w:r>
    </w:p>
    <w:p w:rsidR="008E6F69" w:rsidRDefault="008E6F69" w:rsidP="0091364E">
      <w:pPr>
        <w:pStyle w:val="Default"/>
        <w:rPr>
          <w:color w:val="auto"/>
          <w:sz w:val="32"/>
          <w:szCs w:val="32"/>
        </w:rPr>
      </w:pPr>
    </w:p>
    <w:p w:rsidR="00A741F6" w:rsidRDefault="00A741F6" w:rsidP="0091364E">
      <w:pPr>
        <w:pStyle w:val="Default"/>
        <w:rPr>
          <w:color w:val="auto"/>
          <w:sz w:val="32"/>
          <w:szCs w:val="32"/>
        </w:rPr>
      </w:pPr>
    </w:p>
    <w:p w:rsidR="003F51AF" w:rsidRPr="003F51AF" w:rsidRDefault="00BF41CD" w:rsidP="0091364E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ab/>
      </w:r>
      <w:r>
        <w:rPr>
          <w:color w:val="auto"/>
          <w:sz w:val="32"/>
          <w:szCs w:val="32"/>
        </w:rPr>
        <w:tab/>
      </w:r>
      <w:r w:rsidR="0091364E" w:rsidRPr="003F51AF">
        <w:rPr>
          <w:color w:val="auto"/>
          <w:sz w:val="32"/>
          <w:szCs w:val="32"/>
          <w:cs/>
        </w:rPr>
        <w:t>ค่าเฉลี่ย</w:t>
      </w:r>
      <w:r w:rsidR="0091364E" w:rsidRPr="003F51AF">
        <w:rPr>
          <w:color w:val="auto"/>
          <w:sz w:val="32"/>
          <w:szCs w:val="32"/>
        </w:rPr>
        <w:t xml:space="preserve"> 4.50 </w:t>
      </w:r>
      <w:r w:rsidR="0091364E" w:rsidRPr="003F51AF">
        <w:rPr>
          <w:rFonts w:ascii="Times New Roman" w:hAnsi="Times New Roman" w:cs="Times New Roman"/>
          <w:color w:val="auto"/>
          <w:sz w:val="32"/>
          <w:szCs w:val="32"/>
        </w:rPr>
        <w:t xml:space="preserve">– </w:t>
      </w:r>
      <w:r w:rsidR="0091364E" w:rsidRPr="003F51AF">
        <w:rPr>
          <w:color w:val="auto"/>
          <w:sz w:val="32"/>
          <w:szCs w:val="32"/>
        </w:rPr>
        <w:t xml:space="preserve">5.00 </w:t>
      </w:r>
      <w:r w:rsidR="003F51AF"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หมายถึง</w:t>
      </w:r>
      <w:r w:rsidR="0091364E" w:rsidRPr="003F51AF">
        <w:rPr>
          <w:color w:val="auto"/>
          <w:sz w:val="32"/>
          <w:szCs w:val="32"/>
        </w:rPr>
        <w:t xml:space="preserve"> </w:t>
      </w:r>
      <w:r w:rsidR="003F51AF"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พึงพอใจมากที่สุด</w:t>
      </w:r>
      <w:r w:rsidR="0091364E" w:rsidRPr="003F51AF">
        <w:rPr>
          <w:color w:val="auto"/>
          <w:sz w:val="32"/>
          <w:szCs w:val="32"/>
        </w:rPr>
        <w:t xml:space="preserve"> </w:t>
      </w:r>
    </w:p>
    <w:p w:rsidR="003F51AF" w:rsidRPr="003F51AF" w:rsidRDefault="00BC5CC5" w:rsidP="0091364E">
      <w:pPr>
        <w:pStyle w:val="Default"/>
        <w:rPr>
          <w:color w:val="auto"/>
          <w:sz w:val="32"/>
          <w:szCs w:val="32"/>
        </w:rPr>
      </w:pPr>
      <w:r>
        <w:rPr>
          <w:noProof/>
          <w:sz w:val="32"/>
          <w:szCs w:val="32"/>
        </w:rPr>
        <w:pict>
          <v:shape id="_x0000_s1042" type="#_x0000_t202" style="position:absolute;margin-left:400.15pt;margin-top:-61.8pt;width:111.5pt;height:26.5pt;z-index:251655168" stroked="f">
            <v:textbox>
              <w:txbxContent>
                <w:p w:rsidR="008E6F69" w:rsidRDefault="008E6F69" w:rsidP="00E841EC">
                  <w:r>
                    <w:t>14</w:t>
                  </w:r>
                </w:p>
              </w:txbxContent>
            </v:textbox>
          </v:shape>
        </w:pict>
      </w:r>
      <w:r w:rsidR="003F51AF" w:rsidRPr="003F51AF">
        <w:rPr>
          <w:rFonts w:hint="cs"/>
          <w:color w:val="auto"/>
          <w:sz w:val="32"/>
          <w:szCs w:val="32"/>
          <w:cs/>
        </w:rPr>
        <w:t xml:space="preserve"> </w:t>
      </w:r>
      <w:r w:rsidR="003F51AF" w:rsidRPr="003F51AF">
        <w:rPr>
          <w:rFonts w:hint="cs"/>
          <w:color w:val="auto"/>
          <w:sz w:val="32"/>
          <w:szCs w:val="32"/>
          <w:cs/>
        </w:rPr>
        <w:tab/>
      </w:r>
      <w:r w:rsidR="00BF41CD">
        <w:rPr>
          <w:rFonts w:hint="cs"/>
          <w:color w:val="auto"/>
          <w:sz w:val="32"/>
          <w:szCs w:val="32"/>
          <w:cs/>
        </w:rPr>
        <w:t xml:space="preserve"> </w:t>
      </w:r>
      <w:r w:rsidR="00BF41CD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ค่าเฉลี่ย</w:t>
      </w:r>
      <w:r w:rsidR="0091364E" w:rsidRPr="003F51AF">
        <w:rPr>
          <w:color w:val="auto"/>
          <w:sz w:val="32"/>
          <w:szCs w:val="32"/>
        </w:rPr>
        <w:t xml:space="preserve"> 3.50 </w:t>
      </w:r>
      <w:r w:rsidR="0091364E" w:rsidRPr="003F51AF">
        <w:rPr>
          <w:rFonts w:ascii="Times New Roman" w:hAnsi="Times New Roman" w:cs="Times New Roman"/>
          <w:color w:val="auto"/>
          <w:sz w:val="32"/>
          <w:szCs w:val="32"/>
        </w:rPr>
        <w:t xml:space="preserve">– </w:t>
      </w:r>
      <w:r w:rsidR="0091364E" w:rsidRPr="003F51AF">
        <w:rPr>
          <w:color w:val="auto"/>
          <w:sz w:val="32"/>
          <w:szCs w:val="32"/>
        </w:rPr>
        <w:t xml:space="preserve">4.49 </w:t>
      </w:r>
      <w:r w:rsidR="003F51AF" w:rsidRPr="003F51AF">
        <w:rPr>
          <w:color w:val="auto"/>
          <w:sz w:val="32"/>
          <w:szCs w:val="32"/>
        </w:rPr>
        <w:t xml:space="preserve"> </w:t>
      </w:r>
      <w:r w:rsidR="003F51AF" w:rsidRPr="003F51AF">
        <w:rPr>
          <w:color w:val="auto"/>
          <w:sz w:val="32"/>
          <w:szCs w:val="32"/>
        </w:rPr>
        <w:tab/>
      </w:r>
      <w:r w:rsidR="0091364E" w:rsidRPr="003F51AF">
        <w:rPr>
          <w:color w:val="auto"/>
          <w:sz w:val="32"/>
          <w:szCs w:val="32"/>
          <w:cs/>
        </w:rPr>
        <w:t>หมายถึง</w:t>
      </w:r>
      <w:r w:rsidR="0091364E" w:rsidRPr="003F51AF">
        <w:rPr>
          <w:color w:val="auto"/>
          <w:sz w:val="32"/>
          <w:szCs w:val="32"/>
        </w:rPr>
        <w:t xml:space="preserve"> </w:t>
      </w:r>
      <w:r w:rsidR="003F51AF" w:rsidRPr="003F51AF">
        <w:rPr>
          <w:rFonts w:hint="cs"/>
          <w:color w:val="auto"/>
          <w:sz w:val="32"/>
          <w:szCs w:val="32"/>
          <w:cs/>
        </w:rPr>
        <w:t xml:space="preserve"> </w:t>
      </w:r>
      <w:r w:rsidR="003F51AF"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พึงพอใจมาก</w:t>
      </w:r>
      <w:r w:rsidR="0091364E" w:rsidRPr="003F51AF">
        <w:rPr>
          <w:color w:val="auto"/>
          <w:sz w:val="32"/>
          <w:szCs w:val="32"/>
        </w:rPr>
        <w:t xml:space="preserve"> </w:t>
      </w:r>
    </w:p>
    <w:p w:rsidR="003F51AF" w:rsidRPr="003F51AF" w:rsidRDefault="003F51AF" w:rsidP="0091364E">
      <w:pPr>
        <w:pStyle w:val="Default"/>
        <w:rPr>
          <w:color w:val="auto"/>
          <w:sz w:val="32"/>
          <w:szCs w:val="32"/>
        </w:rPr>
      </w:pP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BF41CD">
        <w:rPr>
          <w:rFonts w:hint="cs"/>
          <w:color w:val="auto"/>
          <w:sz w:val="32"/>
          <w:szCs w:val="32"/>
          <w:cs/>
        </w:rPr>
        <w:t xml:space="preserve"> </w:t>
      </w:r>
      <w:r w:rsidR="00BF41CD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ค่าเฉลี่ย</w:t>
      </w:r>
      <w:r w:rsidR="0091364E" w:rsidRPr="003F51AF">
        <w:rPr>
          <w:color w:val="auto"/>
          <w:sz w:val="32"/>
          <w:szCs w:val="32"/>
        </w:rPr>
        <w:t xml:space="preserve"> 2.50 </w:t>
      </w:r>
      <w:r w:rsidR="0091364E" w:rsidRPr="003F51AF">
        <w:rPr>
          <w:rFonts w:ascii="Times New Roman" w:hAnsi="Times New Roman" w:cs="Times New Roman"/>
          <w:color w:val="auto"/>
          <w:sz w:val="32"/>
          <w:szCs w:val="32"/>
        </w:rPr>
        <w:t xml:space="preserve">– </w:t>
      </w:r>
      <w:r w:rsidR="0091364E" w:rsidRPr="003F51AF">
        <w:rPr>
          <w:color w:val="auto"/>
          <w:sz w:val="32"/>
          <w:szCs w:val="32"/>
        </w:rPr>
        <w:t xml:space="preserve">3.49 </w:t>
      </w:r>
      <w:r w:rsidRPr="003F51AF">
        <w:rPr>
          <w:color w:val="auto"/>
          <w:sz w:val="32"/>
          <w:szCs w:val="32"/>
        </w:rPr>
        <w:t xml:space="preserve"> </w:t>
      </w:r>
      <w:r w:rsidRPr="003F51AF">
        <w:rPr>
          <w:color w:val="auto"/>
          <w:sz w:val="32"/>
          <w:szCs w:val="32"/>
        </w:rPr>
        <w:tab/>
      </w:r>
      <w:r w:rsidR="0091364E" w:rsidRPr="003F51AF">
        <w:rPr>
          <w:color w:val="auto"/>
          <w:sz w:val="32"/>
          <w:szCs w:val="32"/>
          <w:cs/>
        </w:rPr>
        <w:t>หมายถึง</w:t>
      </w:r>
      <w:r w:rsidR="0091364E" w:rsidRPr="003F51AF">
        <w:rPr>
          <w:color w:val="auto"/>
          <w:sz w:val="32"/>
          <w:szCs w:val="32"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พึงพอใจปานกลาง</w:t>
      </w:r>
      <w:r w:rsidR="0091364E" w:rsidRPr="003F51AF">
        <w:rPr>
          <w:color w:val="auto"/>
          <w:sz w:val="32"/>
          <w:szCs w:val="32"/>
        </w:rPr>
        <w:t xml:space="preserve"> </w:t>
      </w:r>
    </w:p>
    <w:p w:rsidR="003F51AF" w:rsidRPr="003F51AF" w:rsidRDefault="003F51AF" w:rsidP="0091364E">
      <w:pPr>
        <w:pStyle w:val="Default"/>
        <w:rPr>
          <w:color w:val="auto"/>
          <w:sz w:val="32"/>
          <w:szCs w:val="32"/>
        </w:rPr>
      </w:pPr>
      <w:r w:rsidRPr="003F51AF">
        <w:rPr>
          <w:color w:val="auto"/>
          <w:sz w:val="32"/>
          <w:szCs w:val="32"/>
        </w:rPr>
        <w:t xml:space="preserve"> </w:t>
      </w:r>
      <w:r w:rsidRPr="003F51AF">
        <w:rPr>
          <w:color w:val="auto"/>
          <w:sz w:val="32"/>
          <w:szCs w:val="32"/>
        </w:rPr>
        <w:tab/>
      </w:r>
      <w:r w:rsidR="00BF41CD">
        <w:rPr>
          <w:color w:val="auto"/>
          <w:sz w:val="32"/>
          <w:szCs w:val="32"/>
        </w:rPr>
        <w:t xml:space="preserve"> </w:t>
      </w:r>
      <w:r w:rsidR="00BF41CD">
        <w:rPr>
          <w:color w:val="auto"/>
          <w:sz w:val="32"/>
          <w:szCs w:val="32"/>
        </w:rPr>
        <w:tab/>
      </w:r>
      <w:r w:rsidR="0091364E" w:rsidRPr="003F51AF">
        <w:rPr>
          <w:color w:val="auto"/>
          <w:sz w:val="32"/>
          <w:szCs w:val="32"/>
          <w:cs/>
        </w:rPr>
        <w:t>ค่าเฉลี่ย</w:t>
      </w:r>
      <w:r w:rsidR="0091364E" w:rsidRPr="003F51AF">
        <w:rPr>
          <w:color w:val="auto"/>
          <w:sz w:val="32"/>
          <w:szCs w:val="32"/>
        </w:rPr>
        <w:t xml:space="preserve"> 1.50 </w:t>
      </w:r>
      <w:r w:rsidR="0091364E" w:rsidRPr="003F51AF">
        <w:rPr>
          <w:rFonts w:ascii="Times New Roman" w:hAnsi="Times New Roman" w:cs="Times New Roman"/>
          <w:color w:val="auto"/>
          <w:sz w:val="32"/>
          <w:szCs w:val="32"/>
        </w:rPr>
        <w:t xml:space="preserve">– </w:t>
      </w:r>
      <w:r w:rsidR="0091364E" w:rsidRPr="003F51AF">
        <w:rPr>
          <w:color w:val="auto"/>
          <w:sz w:val="32"/>
          <w:szCs w:val="32"/>
        </w:rPr>
        <w:t xml:space="preserve">2.49 </w:t>
      </w: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หมายถึง</w:t>
      </w:r>
      <w:r w:rsidR="0091364E" w:rsidRPr="003F51AF">
        <w:rPr>
          <w:color w:val="auto"/>
          <w:sz w:val="32"/>
          <w:szCs w:val="32"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พึงพอใจน้อย</w:t>
      </w:r>
      <w:r w:rsidR="0091364E" w:rsidRPr="003F51AF">
        <w:rPr>
          <w:color w:val="auto"/>
          <w:sz w:val="32"/>
          <w:szCs w:val="32"/>
        </w:rPr>
        <w:t xml:space="preserve"> </w:t>
      </w:r>
    </w:p>
    <w:p w:rsidR="00B1443C" w:rsidRDefault="003F51AF" w:rsidP="0091364E">
      <w:pPr>
        <w:pStyle w:val="Default"/>
        <w:rPr>
          <w:color w:val="auto"/>
          <w:sz w:val="32"/>
          <w:szCs w:val="32"/>
        </w:rPr>
      </w:pP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BF41CD">
        <w:rPr>
          <w:rFonts w:hint="cs"/>
          <w:color w:val="auto"/>
          <w:sz w:val="32"/>
          <w:szCs w:val="32"/>
          <w:cs/>
        </w:rPr>
        <w:t xml:space="preserve"> </w:t>
      </w:r>
      <w:r w:rsidR="00BF41CD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ค่าเฉลี่ย</w:t>
      </w:r>
      <w:r w:rsidR="0091364E" w:rsidRPr="003F51AF">
        <w:rPr>
          <w:color w:val="auto"/>
          <w:sz w:val="32"/>
          <w:szCs w:val="32"/>
        </w:rPr>
        <w:t xml:space="preserve"> 1.00 </w:t>
      </w:r>
      <w:r w:rsidR="0091364E" w:rsidRPr="003F51AF">
        <w:rPr>
          <w:rFonts w:ascii="Times New Roman" w:hAnsi="Times New Roman" w:cs="Times New Roman"/>
          <w:color w:val="auto"/>
          <w:sz w:val="32"/>
          <w:szCs w:val="32"/>
        </w:rPr>
        <w:t xml:space="preserve">– </w:t>
      </w:r>
      <w:r w:rsidR="0091364E" w:rsidRPr="003F51AF">
        <w:rPr>
          <w:color w:val="auto"/>
          <w:sz w:val="32"/>
          <w:szCs w:val="32"/>
        </w:rPr>
        <w:t xml:space="preserve">1.49 </w:t>
      </w: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หมายถึง</w:t>
      </w:r>
      <w:r w:rsidR="0091364E" w:rsidRPr="003F51AF">
        <w:rPr>
          <w:color w:val="auto"/>
          <w:sz w:val="32"/>
          <w:szCs w:val="32"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 xml:space="preserve"> </w:t>
      </w:r>
      <w:r w:rsidRPr="003F51AF">
        <w:rPr>
          <w:rFonts w:hint="cs"/>
          <w:color w:val="auto"/>
          <w:sz w:val="32"/>
          <w:szCs w:val="32"/>
          <w:cs/>
        </w:rPr>
        <w:tab/>
      </w:r>
      <w:r w:rsidR="0091364E" w:rsidRPr="003F51AF">
        <w:rPr>
          <w:color w:val="auto"/>
          <w:sz w:val="32"/>
          <w:szCs w:val="32"/>
          <w:cs/>
        </w:rPr>
        <w:t>พึงพอใจน้อยที่สุด</w:t>
      </w:r>
      <w:r w:rsidR="0091364E" w:rsidRPr="003F51AF">
        <w:rPr>
          <w:color w:val="auto"/>
          <w:sz w:val="32"/>
          <w:szCs w:val="32"/>
        </w:rPr>
        <w:t xml:space="preserve"> </w:t>
      </w:r>
    </w:p>
    <w:p w:rsidR="006B7066" w:rsidRPr="003F51AF" w:rsidRDefault="006B7066" w:rsidP="0091364E">
      <w:pPr>
        <w:pStyle w:val="Default"/>
        <w:rPr>
          <w:color w:val="auto"/>
          <w:sz w:val="32"/>
          <w:szCs w:val="32"/>
        </w:rPr>
      </w:pPr>
    </w:p>
    <w:p w:rsidR="00B1443C" w:rsidRPr="003F51AF" w:rsidRDefault="00B1443C" w:rsidP="00B1443C">
      <w:pPr>
        <w:pStyle w:val="Default"/>
        <w:rPr>
          <w:color w:val="auto"/>
          <w:sz w:val="32"/>
          <w:szCs w:val="32"/>
        </w:rPr>
      </w:pPr>
      <w:r w:rsidRPr="003F51AF">
        <w:rPr>
          <w:color w:val="auto"/>
          <w:sz w:val="32"/>
          <w:szCs w:val="32"/>
        </w:rPr>
        <w:t xml:space="preserve"> </w:t>
      </w:r>
      <w:r w:rsidRPr="003F51AF">
        <w:rPr>
          <w:color w:val="auto"/>
          <w:sz w:val="32"/>
          <w:szCs w:val="32"/>
        </w:rPr>
        <w:tab/>
      </w:r>
      <w:r w:rsidR="00BF41CD">
        <w:rPr>
          <w:color w:val="auto"/>
          <w:sz w:val="32"/>
          <w:szCs w:val="32"/>
        </w:rPr>
        <w:t xml:space="preserve"> </w:t>
      </w:r>
      <w:r w:rsidR="00BF41CD">
        <w:rPr>
          <w:color w:val="auto"/>
          <w:sz w:val="32"/>
          <w:szCs w:val="32"/>
        </w:rPr>
        <w:tab/>
      </w:r>
      <w:r w:rsidR="0091364E" w:rsidRPr="003F51AF">
        <w:rPr>
          <w:color w:val="auto"/>
          <w:sz w:val="32"/>
          <w:szCs w:val="32"/>
        </w:rPr>
        <w:t xml:space="preserve">2. </w:t>
      </w:r>
      <w:proofErr w:type="gramStart"/>
      <w:r w:rsidR="0091364E" w:rsidRPr="003F51AF">
        <w:rPr>
          <w:color w:val="auto"/>
          <w:sz w:val="32"/>
          <w:szCs w:val="32"/>
          <w:cs/>
        </w:rPr>
        <w:t>ข้อเสนอแนะเกี่ยวกับครูผู้สอน</w:t>
      </w:r>
      <w:r w:rsidR="0023780B">
        <w:rPr>
          <w:color w:val="auto"/>
          <w:sz w:val="32"/>
          <w:szCs w:val="32"/>
          <w:cs/>
        </w:rPr>
        <w:t>ในรายวิชา</w:t>
      </w:r>
      <w:r w:rsidR="008B0E9B">
        <w:rPr>
          <w:color w:val="auto"/>
          <w:sz w:val="32"/>
          <w:szCs w:val="32"/>
          <w:cs/>
        </w:rPr>
        <w:t>คณิตศาสตร์ช่างอิเล็กทรอนิกส์</w:t>
      </w:r>
      <w:r w:rsidR="004A0813">
        <w:rPr>
          <w:color w:val="auto"/>
          <w:sz w:val="32"/>
          <w:szCs w:val="32"/>
        </w:rPr>
        <w:t xml:space="preserve"> </w:t>
      </w:r>
      <w:r w:rsidR="0023780B">
        <w:rPr>
          <w:color w:val="auto"/>
          <w:sz w:val="32"/>
          <w:szCs w:val="32"/>
          <w:cs/>
        </w:rPr>
        <w:t xml:space="preserve"> สาขา</w:t>
      </w:r>
      <w:r w:rsidR="000B76BF" w:rsidRPr="003F51AF">
        <w:rPr>
          <w:color w:val="auto"/>
          <w:sz w:val="32"/>
          <w:szCs w:val="32"/>
          <w:cs/>
        </w:rPr>
        <w:t>งาน</w:t>
      </w:r>
      <w:r w:rsidR="0023780B">
        <w:rPr>
          <w:color w:val="auto"/>
          <w:sz w:val="32"/>
          <w:szCs w:val="32"/>
          <w:cs/>
        </w:rPr>
        <w:t>อิเล็กทรอนิกส์</w:t>
      </w:r>
      <w:proofErr w:type="gramEnd"/>
      <w:r w:rsidR="0091364E" w:rsidRPr="003F51AF">
        <w:rPr>
          <w:color w:val="auto"/>
          <w:sz w:val="32"/>
          <w:szCs w:val="32"/>
        </w:rPr>
        <w:t xml:space="preserve"> </w:t>
      </w:r>
      <w:r w:rsidR="0091364E" w:rsidRPr="003F51AF">
        <w:rPr>
          <w:color w:val="auto"/>
          <w:sz w:val="32"/>
          <w:szCs w:val="32"/>
          <w:cs/>
        </w:rPr>
        <w:t>ทำการวิเคราะห์เนื้อหา</w:t>
      </w:r>
      <w:r w:rsidR="0091364E" w:rsidRPr="003F51AF">
        <w:rPr>
          <w:color w:val="auto"/>
          <w:sz w:val="32"/>
          <w:szCs w:val="32"/>
        </w:rPr>
        <w:t xml:space="preserve"> (</w:t>
      </w:r>
      <w:r w:rsidR="0091364E" w:rsidRPr="003F51AF">
        <w:rPr>
          <w:rFonts w:ascii="Times New Roman" w:hAnsi="Times New Roman" w:cs="Times New Roman"/>
          <w:color w:val="auto"/>
        </w:rPr>
        <w:t>Content Analysis</w:t>
      </w:r>
      <w:r w:rsidR="0091364E" w:rsidRPr="003F51AF">
        <w:rPr>
          <w:color w:val="auto"/>
          <w:sz w:val="32"/>
          <w:szCs w:val="32"/>
        </w:rPr>
        <w:t xml:space="preserve">) </w:t>
      </w:r>
      <w:r w:rsidRPr="003F51AF">
        <w:rPr>
          <w:color w:val="auto"/>
          <w:sz w:val="32"/>
          <w:szCs w:val="32"/>
        </w:rPr>
        <w:t xml:space="preserve"> </w:t>
      </w:r>
    </w:p>
    <w:p w:rsidR="00B1443C" w:rsidRDefault="00B1443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C5080C" w:rsidRDefault="00C5080C" w:rsidP="0091364E">
      <w:pPr>
        <w:pStyle w:val="Default"/>
        <w:rPr>
          <w:sz w:val="32"/>
          <w:szCs w:val="32"/>
        </w:rPr>
      </w:pPr>
    </w:p>
    <w:p w:rsidR="00B1443C" w:rsidRDefault="00B1443C" w:rsidP="0091364E">
      <w:pPr>
        <w:pStyle w:val="Default"/>
        <w:rPr>
          <w:sz w:val="32"/>
          <w:szCs w:val="32"/>
        </w:rPr>
      </w:pPr>
    </w:p>
    <w:p w:rsidR="00B1443C" w:rsidRDefault="00B1443C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087854" w:rsidRDefault="00087854" w:rsidP="0091364E">
      <w:pPr>
        <w:pStyle w:val="Default"/>
        <w:rPr>
          <w:sz w:val="32"/>
          <w:szCs w:val="32"/>
        </w:rPr>
      </w:pPr>
    </w:p>
    <w:p w:rsidR="00B1443C" w:rsidRDefault="00B1443C" w:rsidP="0091364E">
      <w:pPr>
        <w:pStyle w:val="Default"/>
        <w:rPr>
          <w:sz w:val="32"/>
          <w:szCs w:val="32"/>
        </w:rPr>
      </w:pPr>
    </w:p>
    <w:p w:rsidR="00B1443C" w:rsidRDefault="00B1443C" w:rsidP="0091364E">
      <w:pPr>
        <w:pStyle w:val="Default"/>
        <w:rPr>
          <w:sz w:val="32"/>
          <w:szCs w:val="32"/>
        </w:rPr>
      </w:pPr>
    </w:p>
    <w:p w:rsidR="0091364E" w:rsidRPr="00B1443C" w:rsidRDefault="0091364E" w:rsidP="003F51AF">
      <w:pPr>
        <w:pStyle w:val="Default"/>
        <w:jc w:val="center"/>
        <w:rPr>
          <w:sz w:val="40"/>
          <w:szCs w:val="40"/>
        </w:rPr>
      </w:pPr>
      <w:r w:rsidRPr="00B1443C">
        <w:rPr>
          <w:b/>
          <w:bCs/>
          <w:sz w:val="40"/>
          <w:szCs w:val="40"/>
          <w:cs/>
        </w:rPr>
        <w:lastRenderedPageBreak/>
        <w:t>บทที่</w:t>
      </w:r>
      <w:r w:rsidRPr="00B1443C">
        <w:rPr>
          <w:b/>
          <w:bCs/>
          <w:sz w:val="40"/>
          <w:szCs w:val="40"/>
        </w:rPr>
        <w:t xml:space="preserve"> 4</w:t>
      </w:r>
    </w:p>
    <w:p w:rsidR="0091364E" w:rsidRPr="00B1443C" w:rsidRDefault="0091364E" w:rsidP="003F51AF">
      <w:pPr>
        <w:pStyle w:val="Default"/>
        <w:jc w:val="center"/>
        <w:rPr>
          <w:sz w:val="36"/>
          <w:szCs w:val="36"/>
        </w:rPr>
      </w:pPr>
      <w:r w:rsidRPr="00B1443C">
        <w:rPr>
          <w:b/>
          <w:bCs/>
          <w:sz w:val="36"/>
          <w:szCs w:val="36"/>
          <w:cs/>
        </w:rPr>
        <w:t>ผลการวิเคราะห์ข้อมูล</w:t>
      </w:r>
    </w:p>
    <w:p w:rsidR="00B1443C" w:rsidRPr="004E4689" w:rsidRDefault="00B1443C" w:rsidP="0091364E">
      <w:pPr>
        <w:pStyle w:val="Default"/>
        <w:rPr>
          <w:sz w:val="28"/>
          <w:szCs w:val="28"/>
        </w:rPr>
      </w:pPr>
    </w:p>
    <w:p w:rsidR="0091364E" w:rsidRDefault="0091364E" w:rsidP="0091364E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ผลการวิเคราะห์ข้อมูลแบ่งออกเป็น</w:t>
      </w:r>
      <w:r w:rsidR="00E20F4A">
        <w:rPr>
          <w:sz w:val="32"/>
          <w:szCs w:val="32"/>
        </w:rPr>
        <w:t xml:space="preserve"> 1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ตอนดังนี้</w:t>
      </w:r>
      <w:r>
        <w:rPr>
          <w:sz w:val="32"/>
          <w:szCs w:val="32"/>
        </w:rPr>
        <w:t xml:space="preserve"> </w:t>
      </w:r>
    </w:p>
    <w:p w:rsidR="002B57D2" w:rsidRDefault="0091364E" w:rsidP="002B57D2">
      <w:pPr>
        <w:pStyle w:val="Default"/>
        <w:ind w:firstLine="720"/>
        <w:jc w:val="both"/>
        <w:rPr>
          <w:sz w:val="32"/>
          <w:szCs w:val="32"/>
        </w:rPr>
      </w:pPr>
      <w:r>
        <w:rPr>
          <w:sz w:val="32"/>
          <w:szCs w:val="32"/>
          <w:cs/>
        </w:rPr>
        <w:t>ตอนที่</w:t>
      </w:r>
      <w:r>
        <w:rPr>
          <w:sz w:val="32"/>
          <w:szCs w:val="32"/>
        </w:rPr>
        <w:t xml:space="preserve"> 1 </w:t>
      </w:r>
      <w:r>
        <w:rPr>
          <w:sz w:val="32"/>
          <w:szCs w:val="32"/>
          <w:cs/>
        </w:rPr>
        <w:t>เป็นการเสนอผลการวิเคราะห์ความพึงพอใจของนักศึกษา</w:t>
      </w:r>
      <w:r w:rsidR="00F32B54">
        <w:rPr>
          <w:sz w:val="32"/>
          <w:szCs w:val="32"/>
          <w:cs/>
        </w:rPr>
        <w:t xml:space="preserve">ระดับชั้น </w:t>
      </w:r>
      <w:proofErr w:type="spellStart"/>
      <w:r w:rsidR="00F32B54">
        <w:rPr>
          <w:sz w:val="32"/>
          <w:szCs w:val="32"/>
          <w:cs/>
        </w:rPr>
        <w:t>ปวช</w:t>
      </w:r>
      <w:proofErr w:type="spellEnd"/>
      <w:r w:rsidR="00116802">
        <w:rPr>
          <w:sz w:val="32"/>
          <w:szCs w:val="32"/>
        </w:rPr>
        <w:t>.</w:t>
      </w:r>
      <w:r w:rsidR="00AB051A">
        <w:rPr>
          <w:sz w:val="32"/>
          <w:szCs w:val="32"/>
        </w:rPr>
        <w:t>1</w:t>
      </w:r>
      <w:r w:rsidR="00F32B54">
        <w:rPr>
          <w:sz w:val="32"/>
          <w:szCs w:val="32"/>
        </w:rPr>
        <w:t xml:space="preserve"> </w:t>
      </w:r>
      <w:r w:rsidR="00F32B54">
        <w:rPr>
          <w:sz w:val="32"/>
          <w:szCs w:val="32"/>
          <w:cs/>
        </w:rPr>
        <w:t xml:space="preserve">สาขางานอิเล็กทรอนิกส์ </w:t>
      </w:r>
      <w:r w:rsidR="003F51AF">
        <w:rPr>
          <w:rFonts w:hint="cs"/>
          <w:sz w:val="32"/>
          <w:szCs w:val="32"/>
          <w:cs/>
        </w:rPr>
        <w:t xml:space="preserve"> </w:t>
      </w:r>
      <w:r w:rsidR="00E50788">
        <w:rPr>
          <w:sz w:val="32"/>
          <w:szCs w:val="32"/>
        </w:rPr>
        <w:t xml:space="preserve">    </w:t>
      </w:r>
      <w:r>
        <w:rPr>
          <w:sz w:val="32"/>
          <w:szCs w:val="32"/>
          <w:cs/>
        </w:rPr>
        <w:t>วิทยาลัยสารพัดช่างปราจีนบุรีในด้านการ</w:t>
      </w:r>
      <w:r w:rsidR="002B57D2">
        <w:rPr>
          <w:sz w:val="32"/>
          <w:szCs w:val="32"/>
          <w:cs/>
        </w:rPr>
        <w:t>เ</w:t>
      </w:r>
      <w:r w:rsidR="00E50788">
        <w:rPr>
          <w:sz w:val="32"/>
          <w:szCs w:val="32"/>
          <w:cs/>
        </w:rPr>
        <w:t>รียน</w:t>
      </w:r>
      <w:r w:rsidR="002B57D2">
        <w:rPr>
          <w:sz w:val="32"/>
          <w:szCs w:val="32"/>
          <w:cs/>
        </w:rPr>
        <w:t xml:space="preserve">การสอน     </w:t>
      </w:r>
      <w:r w:rsidR="00E50788">
        <w:rPr>
          <w:sz w:val="32"/>
          <w:szCs w:val="32"/>
        </w:rPr>
        <w:t xml:space="preserve">    </w:t>
      </w:r>
      <w:r w:rsidR="002B57D2">
        <w:rPr>
          <w:sz w:val="32"/>
          <w:szCs w:val="32"/>
          <w:cs/>
        </w:rPr>
        <w:t>ด้าน</w:t>
      </w:r>
      <w:r w:rsidR="00E50788">
        <w:rPr>
          <w:sz w:val="32"/>
          <w:szCs w:val="32"/>
          <w:cs/>
        </w:rPr>
        <w:t>สื่อการเรียนการสอน</w:t>
      </w:r>
    </w:p>
    <w:p w:rsidR="0091364E" w:rsidRDefault="00E50788" w:rsidP="00AB051A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ด้านคุณธรรม จริยธรรม</w:t>
      </w:r>
      <w:r w:rsidR="002B57D2">
        <w:rPr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และผลที่ได้รับจากการเรียนการสอน</w:t>
      </w:r>
      <w:r w:rsidR="0091364E">
        <w:rPr>
          <w:sz w:val="32"/>
          <w:szCs w:val="32"/>
          <w:cs/>
        </w:rPr>
        <w:t>ที่นักศึกษาได้รับในการเรียนวิชา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91364E">
        <w:rPr>
          <w:sz w:val="32"/>
          <w:szCs w:val="32"/>
          <w:cs/>
        </w:rPr>
        <w:t>ต่อครูผู้สอน</w:t>
      </w:r>
      <w:r w:rsidR="0091364E">
        <w:rPr>
          <w:sz w:val="32"/>
          <w:szCs w:val="32"/>
        </w:rPr>
        <w:t xml:space="preserve"> </w:t>
      </w:r>
      <w:r w:rsidR="00D71AFA">
        <w:rPr>
          <w:sz w:val="32"/>
          <w:szCs w:val="32"/>
        </w:rPr>
        <w:t xml:space="preserve">   </w:t>
      </w:r>
      <w:r w:rsidR="0091364E">
        <w:rPr>
          <w:sz w:val="32"/>
          <w:szCs w:val="32"/>
          <w:cs/>
        </w:rPr>
        <w:t>และข้อเสนอแนะใน</w:t>
      </w:r>
      <w:r w:rsidR="00F32B54">
        <w:rPr>
          <w:sz w:val="32"/>
          <w:szCs w:val="32"/>
          <w:cs/>
        </w:rPr>
        <w:t>สาขางานอิเล็กทรอนิกส์</w:t>
      </w:r>
    </w:p>
    <w:p w:rsidR="003F51AF" w:rsidRPr="00C5080C" w:rsidRDefault="003F51AF" w:rsidP="0091364E">
      <w:pPr>
        <w:pStyle w:val="Default"/>
        <w:rPr>
          <w:sz w:val="16"/>
          <w:szCs w:val="16"/>
        </w:rPr>
      </w:pPr>
    </w:p>
    <w:p w:rsidR="0091364E" w:rsidRDefault="0091364E" w:rsidP="00356CA3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ตอนที่</w:t>
      </w:r>
      <w:r>
        <w:rPr>
          <w:sz w:val="32"/>
          <w:szCs w:val="32"/>
        </w:rPr>
        <w:t xml:space="preserve"> 1 </w:t>
      </w:r>
      <w:r>
        <w:rPr>
          <w:sz w:val="32"/>
          <w:szCs w:val="32"/>
          <w:cs/>
        </w:rPr>
        <w:t>ผลการวิเคราะห์ความพึงพอใจของนักศึกษาวิทยาลัยสารพัดช่างปราจีนบุรีในด้านการ</w:t>
      </w:r>
      <w:r w:rsidR="00EF22B8">
        <w:rPr>
          <w:sz w:val="32"/>
          <w:szCs w:val="32"/>
          <w:cs/>
        </w:rPr>
        <w:t>เ</w:t>
      </w:r>
      <w:r w:rsidR="0085693A">
        <w:rPr>
          <w:sz w:val="32"/>
          <w:szCs w:val="32"/>
          <w:cs/>
        </w:rPr>
        <w:t>รียน</w:t>
      </w:r>
      <w:r w:rsidR="00EF22B8">
        <w:rPr>
          <w:sz w:val="32"/>
          <w:szCs w:val="32"/>
          <w:cs/>
        </w:rPr>
        <w:t>การ</w:t>
      </w:r>
      <w:r>
        <w:rPr>
          <w:sz w:val="32"/>
          <w:szCs w:val="32"/>
          <w:cs/>
        </w:rPr>
        <w:t>สอน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ด้าน</w:t>
      </w:r>
      <w:r w:rsidR="0085693A">
        <w:rPr>
          <w:sz w:val="32"/>
          <w:szCs w:val="32"/>
          <w:cs/>
        </w:rPr>
        <w:t>สื่อการเรียนการสอน</w:t>
      </w:r>
      <w:r w:rsidR="00EF22B8">
        <w:rPr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ด้าน</w:t>
      </w:r>
      <w:r w:rsidR="0085693A">
        <w:rPr>
          <w:sz w:val="32"/>
          <w:szCs w:val="32"/>
          <w:cs/>
        </w:rPr>
        <w:t>คุณธรรมจริยธรรม และผลที่ได้รับจากการเรียนการสอน</w:t>
      </w:r>
      <w:r>
        <w:rPr>
          <w:sz w:val="32"/>
          <w:szCs w:val="32"/>
          <w:cs/>
        </w:rPr>
        <w:t>ที่นักศึกษา</w:t>
      </w:r>
      <w:r w:rsidR="00356CA3">
        <w:rPr>
          <w:sz w:val="32"/>
          <w:szCs w:val="32"/>
          <w:cs/>
        </w:rPr>
        <w:t>ระดับ</w:t>
      </w:r>
      <w:proofErr w:type="spellStart"/>
      <w:r w:rsidR="00356CA3">
        <w:rPr>
          <w:sz w:val="32"/>
          <w:szCs w:val="32"/>
          <w:cs/>
        </w:rPr>
        <w:t>ชั้นปวช</w:t>
      </w:r>
      <w:proofErr w:type="spellEnd"/>
      <w:r w:rsidR="00116802">
        <w:rPr>
          <w:sz w:val="32"/>
          <w:szCs w:val="32"/>
        </w:rPr>
        <w:t>.</w:t>
      </w:r>
      <w:r w:rsidR="00AB051A">
        <w:rPr>
          <w:sz w:val="32"/>
          <w:szCs w:val="32"/>
        </w:rPr>
        <w:t>1</w:t>
      </w:r>
      <w:r w:rsidR="0085693A">
        <w:rPr>
          <w:sz w:val="32"/>
          <w:szCs w:val="32"/>
        </w:rPr>
        <w:t xml:space="preserve"> </w:t>
      </w:r>
      <w:r w:rsidR="00356CA3">
        <w:rPr>
          <w:sz w:val="32"/>
          <w:szCs w:val="32"/>
          <w:cs/>
        </w:rPr>
        <w:t>สาขางานอิเล็กทรอนิกส์ได้รับในการเรียนรายวิชา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>
        <w:rPr>
          <w:sz w:val="32"/>
          <w:szCs w:val="32"/>
          <w:cs/>
        </w:rPr>
        <w:t>ต่อครูผู้สอนและข้อเสนอ</w:t>
      </w:r>
      <w:r w:rsidR="00AF616F">
        <w:rPr>
          <w:sz w:val="32"/>
          <w:szCs w:val="32"/>
          <w:cs/>
        </w:rPr>
        <w:t>แนะ</w:t>
      </w:r>
      <w:r>
        <w:rPr>
          <w:sz w:val="32"/>
          <w:szCs w:val="32"/>
          <w:cs/>
        </w:rPr>
        <w:t>ใน</w:t>
      </w:r>
      <w:r w:rsidR="000B76BF">
        <w:rPr>
          <w:sz w:val="32"/>
          <w:szCs w:val="32"/>
          <w:cs/>
        </w:rPr>
        <w:t>สาขางาน</w:t>
      </w:r>
      <w:r w:rsidR="003F51AF">
        <w:rPr>
          <w:sz w:val="32"/>
          <w:szCs w:val="32"/>
        </w:rPr>
        <w:t xml:space="preserve"> (N = </w:t>
      </w:r>
      <w:r w:rsidR="00356CA3">
        <w:rPr>
          <w:sz w:val="32"/>
          <w:szCs w:val="32"/>
        </w:rPr>
        <w:t>1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คน</w:t>
      </w:r>
      <w:r>
        <w:rPr>
          <w:sz w:val="32"/>
          <w:szCs w:val="32"/>
        </w:rPr>
        <w:t xml:space="preserve">) </w:t>
      </w:r>
    </w:p>
    <w:p w:rsidR="00C31CA3" w:rsidRPr="004F53AF" w:rsidRDefault="003F51AF" w:rsidP="00C31CA3">
      <w:pPr>
        <w:pStyle w:val="Default"/>
        <w:jc w:val="center"/>
        <w:rPr>
          <w:sz w:val="20"/>
          <w:szCs w:val="20"/>
        </w:rPr>
      </w:pPr>
      <w:r w:rsidRPr="004F53AF">
        <w:rPr>
          <w:sz w:val="20"/>
          <w:szCs w:val="20"/>
          <w:cs/>
        </w:rPr>
        <w:tab/>
      </w:r>
    </w:p>
    <w:p w:rsidR="00C31CA3" w:rsidRDefault="00C31CA3" w:rsidP="00C31CA3">
      <w:pPr>
        <w:pStyle w:val="Default"/>
        <w:jc w:val="center"/>
        <w:rPr>
          <w:sz w:val="32"/>
          <w:szCs w:val="32"/>
        </w:rPr>
      </w:pPr>
      <w:r w:rsidRPr="00C31CA3">
        <w:rPr>
          <w:b/>
          <w:bCs/>
          <w:sz w:val="32"/>
          <w:szCs w:val="32"/>
          <w:cs/>
        </w:rPr>
        <w:t>ตารางที่</w:t>
      </w:r>
      <w:r w:rsidRPr="00C31CA3">
        <w:rPr>
          <w:b/>
          <w:bCs/>
          <w:sz w:val="32"/>
          <w:szCs w:val="32"/>
        </w:rPr>
        <w:t xml:space="preserve"> 1</w:t>
      </w:r>
      <w:r w:rsidR="00EE61E7">
        <w:rPr>
          <w:b/>
          <w:bCs/>
          <w:sz w:val="32"/>
          <w:szCs w:val="32"/>
        </w:rPr>
        <w:t xml:space="preserve">  </w:t>
      </w:r>
      <w:r w:rsidRPr="00C31CA3">
        <w:rPr>
          <w:b/>
          <w:bCs/>
          <w:sz w:val="32"/>
          <w:szCs w:val="32"/>
        </w:rPr>
        <w:t xml:space="preserve"> </w:t>
      </w:r>
      <w:r w:rsidRPr="00C31CA3">
        <w:rPr>
          <w:b/>
          <w:bCs/>
          <w:sz w:val="32"/>
          <w:szCs w:val="32"/>
          <w:cs/>
        </w:rPr>
        <w:t>ค่าเฉลี่ยของความพึงพอใจของนักศึกษา</w:t>
      </w:r>
      <w:r w:rsidR="00EE61E7">
        <w:rPr>
          <w:b/>
          <w:bCs/>
          <w:sz w:val="32"/>
          <w:szCs w:val="32"/>
          <w:cs/>
        </w:rPr>
        <w:t xml:space="preserve">ระดับชั้น </w:t>
      </w:r>
      <w:proofErr w:type="spellStart"/>
      <w:r w:rsidR="00EE61E7">
        <w:rPr>
          <w:b/>
          <w:bCs/>
          <w:sz w:val="32"/>
          <w:szCs w:val="32"/>
          <w:cs/>
        </w:rPr>
        <w:t>ปวช</w:t>
      </w:r>
      <w:proofErr w:type="spellEnd"/>
      <w:r w:rsidR="00EE61E7">
        <w:rPr>
          <w:b/>
          <w:bCs/>
          <w:sz w:val="32"/>
          <w:szCs w:val="32"/>
        </w:rPr>
        <w:t>.</w:t>
      </w:r>
      <w:r w:rsidR="000510C2">
        <w:rPr>
          <w:b/>
          <w:bCs/>
          <w:sz w:val="32"/>
          <w:szCs w:val="32"/>
        </w:rPr>
        <w:t>1</w:t>
      </w:r>
      <w:r w:rsidR="00EE61E7">
        <w:rPr>
          <w:b/>
          <w:bCs/>
          <w:sz w:val="32"/>
          <w:szCs w:val="32"/>
        </w:rPr>
        <w:t xml:space="preserve">  </w:t>
      </w:r>
      <w:r w:rsidRPr="00C31CA3">
        <w:rPr>
          <w:b/>
          <w:bCs/>
          <w:sz w:val="32"/>
          <w:szCs w:val="32"/>
          <w:cs/>
        </w:rPr>
        <w:t>ที่มีต่อครูผู้สอน</w:t>
      </w:r>
    </w:p>
    <w:tbl>
      <w:tblPr>
        <w:tblpPr w:leftFromText="180" w:rightFromText="180" w:vertAnchor="text" w:horzAnchor="margin" w:tblpXSpec="center" w:tblpY="641"/>
        <w:tblW w:w="41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5"/>
        <w:gridCol w:w="619"/>
        <w:gridCol w:w="1015"/>
        <w:gridCol w:w="1016"/>
        <w:gridCol w:w="619"/>
        <w:gridCol w:w="789"/>
        <w:gridCol w:w="822"/>
      </w:tblGrid>
      <w:tr w:rsidR="0031759A" w:rsidRPr="00F20F67" w:rsidTr="0031759A">
        <w:trPr>
          <w:cantSplit/>
          <w:trHeight w:val="2610"/>
        </w:trPr>
        <w:tc>
          <w:tcPr>
            <w:tcW w:w="1728" w:type="pct"/>
            <w:vAlign w:val="center"/>
          </w:tcPr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F20F67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รายชื่อครูผู้สอน</w:t>
            </w:r>
          </w:p>
        </w:tc>
        <w:tc>
          <w:tcPr>
            <w:tcW w:w="415" w:type="pct"/>
            <w:textDirection w:val="btLr"/>
          </w:tcPr>
          <w:p w:rsidR="0031759A" w:rsidRPr="00F20F67" w:rsidRDefault="0031759A" w:rsidP="0031759A">
            <w:pPr>
              <w:pStyle w:val="a4"/>
              <w:ind w:left="113"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ด้านการเรียนการสอน</w:t>
            </w:r>
          </w:p>
        </w:tc>
        <w:tc>
          <w:tcPr>
            <w:tcW w:w="681" w:type="pct"/>
            <w:textDirection w:val="btLr"/>
          </w:tcPr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ด้านสื่อการเรียนการสอน</w:t>
            </w:r>
          </w:p>
        </w:tc>
        <w:tc>
          <w:tcPr>
            <w:tcW w:w="681" w:type="pct"/>
            <w:textDirection w:val="btLr"/>
          </w:tcPr>
          <w:p w:rsidR="0031759A" w:rsidRDefault="0031759A" w:rsidP="0031759A">
            <w:pPr>
              <w:pStyle w:val="a4"/>
              <w:ind w:left="113"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ด้านคุณธรรม จริยธรรม</w:t>
            </w:r>
          </w:p>
          <w:p w:rsidR="0031759A" w:rsidRDefault="0031759A" w:rsidP="0031759A">
            <w:pPr>
              <w:pStyle w:val="a4"/>
              <w:ind w:left="113"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left="113"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415" w:type="pct"/>
            <w:textDirection w:val="btLr"/>
          </w:tcPr>
          <w:p w:rsidR="0031759A" w:rsidRPr="00F20F67" w:rsidRDefault="0031759A" w:rsidP="0031759A">
            <w:pPr>
              <w:pStyle w:val="a4"/>
              <w:ind w:left="113" w:firstLine="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ผลที่ได้รับจากการเรียนการสอน</w:t>
            </w:r>
          </w:p>
        </w:tc>
        <w:tc>
          <w:tcPr>
            <w:tcW w:w="529" w:type="pct"/>
          </w:tcPr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20F67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ค่าเฉลี่ย</w:t>
            </w:r>
          </w:p>
        </w:tc>
        <w:tc>
          <w:tcPr>
            <w:tcW w:w="551" w:type="pct"/>
          </w:tcPr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20F67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ระดับคุณภาพ</w:t>
            </w:r>
          </w:p>
        </w:tc>
      </w:tr>
      <w:tr w:rsidR="0031759A" w:rsidRPr="00F20F67" w:rsidTr="0031759A">
        <w:trPr>
          <w:trHeight w:val="613"/>
        </w:trPr>
        <w:tc>
          <w:tcPr>
            <w:tcW w:w="1728" w:type="pct"/>
          </w:tcPr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F20F67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 xml:space="preserve">1. </w:t>
            </w:r>
            <w:r w:rsidR="00AE6946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นายอนุชา  วิจารณ์</w:t>
            </w:r>
          </w:p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15" w:type="pct"/>
          </w:tcPr>
          <w:p w:rsidR="0031759A" w:rsidRPr="00F20F67" w:rsidRDefault="000510C2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4.</w:t>
            </w:r>
            <w:r w:rsidR="00E962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681" w:type="pct"/>
          </w:tcPr>
          <w:p w:rsidR="0031759A" w:rsidRPr="00F20F67" w:rsidRDefault="00E962ED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4.5</w:t>
            </w:r>
            <w:r w:rsidR="008E6F69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7</w:t>
            </w:r>
          </w:p>
        </w:tc>
        <w:tc>
          <w:tcPr>
            <w:tcW w:w="681" w:type="pct"/>
          </w:tcPr>
          <w:p w:rsidR="0031759A" w:rsidRPr="00F20F67" w:rsidRDefault="000510C2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4.</w:t>
            </w:r>
            <w:r w:rsidR="00E962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415" w:type="pct"/>
          </w:tcPr>
          <w:p w:rsidR="0031759A" w:rsidRPr="00F20F67" w:rsidRDefault="000510C2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4.</w:t>
            </w:r>
            <w:r w:rsidR="00E962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529" w:type="pct"/>
          </w:tcPr>
          <w:p w:rsidR="0031759A" w:rsidRPr="00F20F67" w:rsidRDefault="000510C2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4.</w:t>
            </w:r>
            <w:r w:rsidR="00E962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551" w:type="pct"/>
          </w:tcPr>
          <w:p w:rsidR="0031759A" w:rsidRPr="00F20F67" w:rsidRDefault="0031759A" w:rsidP="0031759A">
            <w:pPr>
              <w:pStyle w:val="a4"/>
              <w:ind w:firstLine="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ดีมาก</w:t>
            </w:r>
          </w:p>
        </w:tc>
      </w:tr>
    </w:tbl>
    <w:p w:rsidR="00C31CA3" w:rsidRDefault="00F20F67" w:rsidP="0031759A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cs/>
        </w:rPr>
        <w:t>ในรายวิชา</w:t>
      </w:r>
      <w:r w:rsidR="008B0E9B">
        <w:rPr>
          <w:b/>
          <w:bCs/>
          <w:sz w:val="32"/>
          <w:szCs w:val="32"/>
          <w:cs/>
        </w:rPr>
        <w:t>คณิตศาสตร์ช่างอิเล็กทรอนิกส์</w:t>
      </w:r>
      <w:r w:rsidR="008303E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 xml:space="preserve"> </w:t>
      </w:r>
      <w:r w:rsidR="00C31CA3" w:rsidRPr="00C31CA3">
        <w:rPr>
          <w:b/>
          <w:bCs/>
          <w:sz w:val="32"/>
          <w:szCs w:val="32"/>
          <w:cs/>
        </w:rPr>
        <w:t>สาขางาน</w:t>
      </w:r>
      <w:r>
        <w:rPr>
          <w:b/>
          <w:bCs/>
          <w:sz w:val="32"/>
          <w:szCs w:val="32"/>
          <w:cs/>
        </w:rPr>
        <w:t>อิเล็กทรอนิกส์</w:t>
      </w:r>
      <w:r w:rsidR="00C31CA3" w:rsidRPr="00C31CA3">
        <w:rPr>
          <w:rFonts w:hint="cs"/>
          <w:b/>
          <w:bCs/>
          <w:sz w:val="32"/>
          <w:szCs w:val="32"/>
          <w:cs/>
        </w:rPr>
        <w:t xml:space="preserve">  </w:t>
      </w:r>
      <w:r w:rsidR="00C31CA3" w:rsidRPr="00C31CA3">
        <w:rPr>
          <w:b/>
          <w:bCs/>
          <w:sz w:val="32"/>
          <w:szCs w:val="32"/>
        </w:rPr>
        <w:t xml:space="preserve"> </w:t>
      </w:r>
      <w:r w:rsidR="00C31CA3" w:rsidRPr="00C31CA3">
        <w:rPr>
          <w:rFonts w:hint="cs"/>
          <w:b/>
          <w:bCs/>
          <w:sz w:val="32"/>
          <w:szCs w:val="32"/>
          <w:cs/>
        </w:rPr>
        <w:t xml:space="preserve">ภาคเรียนที่  </w:t>
      </w:r>
      <w:r w:rsidR="008303EF">
        <w:rPr>
          <w:b/>
          <w:bCs/>
          <w:sz w:val="32"/>
          <w:szCs w:val="32"/>
        </w:rPr>
        <w:t>2</w:t>
      </w:r>
      <w:r w:rsidR="00C31CA3" w:rsidRPr="00C31CA3">
        <w:rPr>
          <w:rFonts w:hint="cs"/>
          <w:b/>
          <w:bCs/>
          <w:sz w:val="32"/>
          <w:szCs w:val="32"/>
          <w:cs/>
        </w:rPr>
        <w:t xml:space="preserve"> </w:t>
      </w:r>
      <w:r w:rsidR="00C31CA3" w:rsidRPr="00C31CA3">
        <w:rPr>
          <w:b/>
          <w:bCs/>
          <w:sz w:val="32"/>
          <w:szCs w:val="32"/>
          <w:cs/>
        </w:rPr>
        <w:t>ปีการศึกษา</w:t>
      </w:r>
      <w:r w:rsidR="00655541">
        <w:rPr>
          <w:b/>
          <w:bCs/>
          <w:sz w:val="32"/>
          <w:szCs w:val="32"/>
        </w:rPr>
        <w:t>2554</w:t>
      </w:r>
    </w:p>
    <w:p w:rsidR="00F20F67" w:rsidRDefault="00F20F67" w:rsidP="0031759A">
      <w:pPr>
        <w:pStyle w:val="Default"/>
        <w:rPr>
          <w:b/>
          <w:bCs/>
          <w:sz w:val="32"/>
          <w:szCs w:val="32"/>
        </w:rPr>
      </w:pPr>
    </w:p>
    <w:p w:rsidR="00F20F67" w:rsidRDefault="00F20F67" w:rsidP="0031759A">
      <w:pPr>
        <w:pStyle w:val="Default"/>
        <w:rPr>
          <w:b/>
          <w:bCs/>
          <w:sz w:val="32"/>
          <w:szCs w:val="32"/>
        </w:rPr>
      </w:pPr>
    </w:p>
    <w:p w:rsidR="004B4D9F" w:rsidRDefault="004B4D9F" w:rsidP="0031759A">
      <w:pPr>
        <w:pStyle w:val="Default"/>
        <w:rPr>
          <w:b/>
          <w:bCs/>
          <w:sz w:val="32"/>
          <w:szCs w:val="32"/>
        </w:rPr>
      </w:pPr>
    </w:p>
    <w:p w:rsidR="00835EA0" w:rsidRDefault="00835EA0" w:rsidP="0031759A">
      <w:pPr>
        <w:pStyle w:val="Default"/>
        <w:rPr>
          <w:b/>
          <w:bCs/>
          <w:sz w:val="32"/>
          <w:szCs w:val="32"/>
        </w:rPr>
      </w:pPr>
    </w:p>
    <w:p w:rsidR="00960921" w:rsidRDefault="00960921" w:rsidP="0031759A">
      <w:pPr>
        <w:pStyle w:val="Default"/>
        <w:rPr>
          <w:color w:val="auto"/>
          <w:sz w:val="32"/>
          <w:szCs w:val="32"/>
        </w:rPr>
      </w:pPr>
    </w:p>
    <w:p w:rsidR="0031759A" w:rsidRDefault="0031759A" w:rsidP="0031759A">
      <w:pPr>
        <w:pStyle w:val="Default"/>
        <w:rPr>
          <w:color w:val="auto"/>
          <w:sz w:val="32"/>
          <w:szCs w:val="32"/>
        </w:rPr>
      </w:pPr>
    </w:p>
    <w:p w:rsidR="0031759A" w:rsidRDefault="0031759A" w:rsidP="0031759A">
      <w:pPr>
        <w:pStyle w:val="Default"/>
        <w:rPr>
          <w:color w:val="auto"/>
          <w:sz w:val="32"/>
          <w:szCs w:val="32"/>
        </w:rPr>
      </w:pPr>
    </w:p>
    <w:p w:rsidR="0031759A" w:rsidRDefault="0031759A" w:rsidP="004B4D9F">
      <w:pPr>
        <w:pStyle w:val="Default"/>
        <w:jc w:val="both"/>
        <w:rPr>
          <w:color w:val="auto"/>
          <w:sz w:val="32"/>
          <w:szCs w:val="32"/>
        </w:rPr>
      </w:pPr>
    </w:p>
    <w:p w:rsidR="00B9664D" w:rsidRDefault="00B9664D" w:rsidP="004B4D9F">
      <w:pPr>
        <w:pStyle w:val="Default"/>
        <w:jc w:val="both"/>
        <w:rPr>
          <w:color w:val="auto"/>
          <w:sz w:val="32"/>
          <w:szCs w:val="32"/>
        </w:rPr>
      </w:pPr>
    </w:p>
    <w:p w:rsidR="00641999" w:rsidRDefault="0091364E" w:rsidP="00E962ED">
      <w:pPr>
        <w:pStyle w:val="Default"/>
        <w:ind w:firstLine="720"/>
        <w:jc w:val="both"/>
        <w:rPr>
          <w:color w:val="auto"/>
          <w:sz w:val="32"/>
          <w:szCs w:val="32"/>
          <w:cs/>
        </w:rPr>
      </w:pPr>
      <w:r>
        <w:rPr>
          <w:color w:val="auto"/>
          <w:sz w:val="32"/>
          <w:szCs w:val="32"/>
          <w:cs/>
        </w:rPr>
        <w:t>จากตารางที่</w:t>
      </w:r>
      <w:r w:rsidR="004B4D9F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 xml:space="preserve">1 </w:t>
      </w:r>
      <w:r>
        <w:rPr>
          <w:color w:val="auto"/>
          <w:sz w:val="32"/>
          <w:szCs w:val="32"/>
          <w:cs/>
        </w:rPr>
        <w:t>พบว่านัก</w:t>
      </w:r>
      <w:r w:rsidR="004B4D9F">
        <w:rPr>
          <w:color w:val="auto"/>
          <w:sz w:val="32"/>
          <w:szCs w:val="32"/>
          <w:cs/>
        </w:rPr>
        <w:t xml:space="preserve">ศึกษาระดับชั้น </w:t>
      </w:r>
      <w:proofErr w:type="spellStart"/>
      <w:r w:rsidR="004B4D9F">
        <w:rPr>
          <w:color w:val="auto"/>
          <w:sz w:val="32"/>
          <w:szCs w:val="32"/>
          <w:cs/>
        </w:rPr>
        <w:t>ปวช</w:t>
      </w:r>
      <w:proofErr w:type="spellEnd"/>
      <w:r w:rsidR="004B4D9F">
        <w:rPr>
          <w:color w:val="auto"/>
          <w:sz w:val="32"/>
          <w:szCs w:val="32"/>
        </w:rPr>
        <w:t>.</w:t>
      </w:r>
      <w:r w:rsidR="000510C2">
        <w:rPr>
          <w:color w:val="auto"/>
          <w:sz w:val="32"/>
          <w:szCs w:val="32"/>
        </w:rPr>
        <w:t>1</w:t>
      </w:r>
      <w:r w:rsidR="004B4D9F">
        <w:rPr>
          <w:color w:val="auto"/>
          <w:sz w:val="32"/>
          <w:szCs w:val="32"/>
        </w:rPr>
        <w:t xml:space="preserve"> </w:t>
      </w:r>
      <w:r w:rsidR="004B4D9F">
        <w:rPr>
          <w:color w:val="auto"/>
          <w:sz w:val="32"/>
          <w:szCs w:val="32"/>
          <w:cs/>
        </w:rPr>
        <w:t>สาขางานอิเล็กทรอนิกส์   มีความพึงพอใจต่อครูผู้สอนใ</w:t>
      </w:r>
      <w:r w:rsidR="00FA2E13">
        <w:rPr>
          <w:color w:val="auto"/>
          <w:sz w:val="32"/>
          <w:szCs w:val="32"/>
          <w:cs/>
        </w:rPr>
        <w:t>น</w:t>
      </w:r>
      <w:r w:rsidR="004B4D9F">
        <w:rPr>
          <w:color w:val="auto"/>
          <w:sz w:val="32"/>
          <w:szCs w:val="32"/>
          <w:cs/>
        </w:rPr>
        <w:t>รายวิชา</w:t>
      </w:r>
      <w:r w:rsidR="008B0E9B">
        <w:rPr>
          <w:color w:val="auto"/>
          <w:sz w:val="32"/>
          <w:szCs w:val="32"/>
          <w:cs/>
        </w:rPr>
        <w:t>คณิตศาสตร์ช่างอิเล็กทรอนิกส์</w:t>
      </w:r>
      <w:r w:rsidR="002E1DCA">
        <w:rPr>
          <w:color w:val="auto"/>
          <w:sz w:val="32"/>
          <w:szCs w:val="32"/>
        </w:rPr>
        <w:t xml:space="preserve">   </w:t>
      </w:r>
      <w:r w:rsidR="00251F1F">
        <w:rPr>
          <w:color w:val="auto"/>
          <w:sz w:val="32"/>
          <w:szCs w:val="32"/>
        </w:rPr>
        <w:t xml:space="preserve">    </w:t>
      </w:r>
      <w:r w:rsidR="002E1DCA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ในด้านการ</w:t>
      </w:r>
      <w:r w:rsidR="0067708B">
        <w:rPr>
          <w:color w:val="auto"/>
          <w:sz w:val="32"/>
          <w:szCs w:val="32"/>
          <w:cs/>
        </w:rPr>
        <w:t>เ</w:t>
      </w:r>
      <w:r w:rsidR="00251F1F">
        <w:rPr>
          <w:color w:val="auto"/>
          <w:sz w:val="32"/>
          <w:szCs w:val="32"/>
          <w:cs/>
        </w:rPr>
        <w:t>รียน</w:t>
      </w:r>
      <w:r w:rsidR="0067708B">
        <w:rPr>
          <w:color w:val="auto"/>
          <w:sz w:val="32"/>
          <w:szCs w:val="32"/>
          <w:cs/>
        </w:rPr>
        <w:t xml:space="preserve">การสอน </w:t>
      </w:r>
      <w:r w:rsidR="00251F1F">
        <w:rPr>
          <w:color w:val="auto"/>
          <w:sz w:val="32"/>
          <w:szCs w:val="32"/>
        </w:rPr>
        <w:t xml:space="preserve">  </w:t>
      </w:r>
      <w:r w:rsidR="002E1DCA">
        <w:rPr>
          <w:color w:val="auto"/>
          <w:sz w:val="32"/>
          <w:szCs w:val="32"/>
        </w:rPr>
        <w:t xml:space="preserve">      </w:t>
      </w:r>
      <w:r>
        <w:rPr>
          <w:color w:val="auto"/>
          <w:sz w:val="32"/>
          <w:szCs w:val="32"/>
          <w:cs/>
        </w:rPr>
        <w:t>ด้าน</w:t>
      </w:r>
      <w:r w:rsidR="00251F1F">
        <w:rPr>
          <w:color w:val="auto"/>
          <w:sz w:val="32"/>
          <w:szCs w:val="32"/>
          <w:cs/>
        </w:rPr>
        <w:t>สื่อการเรียนการสอนด้านคุณ</w:t>
      </w:r>
      <w:proofErr w:type="spellStart"/>
      <w:r w:rsidR="00251F1F">
        <w:rPr>
          <w:color w:val="auto"/>
          <w:sz w:val="32"/>
          <w:szCs w:val="32"/>
          <w:cs/>
        </w:rPr>
        <w:t>ธรม</w:t>
      </w:r>
      <w:proofErr w:type="spellEnd"/>
      <w:r w:rsidR="00251F1F">
        <w:rPr>
          <w:color w:val="auto"/>
          <w:sz w:val="32"/>
          <w:szCs w:val="32"/>
          <w:cs/>
        </w:rPr>
        <w:t xml:space="preserve"> จริยธรรม  และผลที่ได้รับจากการเรียนการสอน</w:t>
      </w:r>
      <w:r>
        <w:rPr>
          <w:color w:val="auto"/>
          <w:sz w:val="32"/>
          <w:szCs w:val="32"/>
          <w:cs/>
        </w:rPr>
        <w:t>ที่นักศึกษาได้รับในการเรียนวิชานี้</w:t>
      </w: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ในภาพรวมอยู่ในระดับพอใจมากทุกด้าน</w:t>
      </w:r>
      <w:r>
        <w:rPr>
          <w:color w:val="auto"/>
          <w:sz w:val="32"/>
          <w:szCs w:val="32"/>
        </w:rPr>
        <w:t xml:space="preserve">  </w:t>
      </w:r>
      <w:r w:rsidR="00960921">
        <w:rPr>
          <w:rFonts w:hint="cs"/>
          <w:color w:val="auto"/>
          <w:sz w:val="32"/>
          <w:szCs w:val="32"/>
          <w:cs/>
        </w:rPr>
        <w:t xml:space="preserve">   </w:t>
      </w:r>
      <w:r w:rsidR="0023793C">
        <w:rPr>
          <w:rFonts w:hint="cs"/>
          <w:color w:val="auto"/>
          <w:sz w:val="32"/>
          <w:szCs w:val="32"/>
          <w:cs/>
        </w:rPr>
        <w:t xml:space="preserve">มีค่าเฉลี่ย </w:t>
      </w:r>
      <w:r w:rsidR="00E962ED">
        <w:rPr>
          <w:color w:val="auto"/>
          <w:sz w:val="32"/>
          <w:szCs w:val="32"/>
        </w:rPr>
        <w:t>4.57</w:t>
      </w:r>
      <w:r w:rsidR="0023793C">
        <w:rPr>
          <w:rFonts w:hint="cs"/>
          <w:color w:val="auto"/>
          <w:sz w:val="32"/>
          <w:szCs w:val="32"/>
          <w:cs/>
        </w:rPr>
        <w:t xml:space="preserve"> </w:t>
      </w:r>
      <w:r w:rsidR="004B4D9F">
        <w:rPr>
          <w:color w:val="auto"/>
          <w:sz w:val="32"/>
          <w:szCs w:val="32"/>
        </w:rPr>
        <w:t xml:space="preserve">  </w:t>
      </w:r>
      <w:r>
        <w:rPr>
          <w:color w:val="auto"/>
          <w:sz w:val="32"/>
          <w:szCs w:val="32"/>
          <w:cs/>
        </w:rPr>
        <w:t>เมื่อพิจารณารายละเอียดพบว่านักศึกษามีความพึงพอใจด้าน</w:t>
      </w:r>
      <w:r w:rsidR="000510C2">
        <w:rPr>
          <w:color w:val="auto"/>
          <w:sz w:val="32"/>
          <w:szCs w:val="32"/>
          <w:cs/>
        </w:rPr>
        <w:t>คุณธรรม จริยธรรม</w:t>
      </w:r>
      <w:r w:rsidR="00BE4B20">
        <w:rPr>
          <w:color w:val="auto"/>
          <w:sz w:val="32"/>
          <w:szCs w:val="32"/>
          <w:cs/>
        </w:rPr>
        <w:t>ที่</w:t>
      </w:r>
      <w:r w:rsidR="0023793C">
        <w:rPr>
          <w:color w:val="auto"/>
          <w:sz w:val="32"/>
          <w:szCs w:val="32"/>
          <w:cs/>
        </w:rPr>
        <w:t>ได้รับ</w:t>
      </w:r>
      <w:r w:rsidR="0023793C">
        <w:rPr>
          <w:rFonts w:hint="cs"/>
          <w:color w:val="auto"/>
          <w:sz w:val="32"/>
          <w:szCs w:val="32"/>
          <w:cs/>
        </w:rPr>
        <w:t>ในรายวิชานี้</w:t>
      </w:r>
      <w:r>
        <w:rPr>
          <w:color w:val="auto"/>
          <w:sz w:val="32"/>
          <w:szCs w:val="32"/>
          <w:cs/>
        </w:rPr>
        <w:t>มีค่าเฉลี่ยสูงสุดเท่ากับ</w:t>
      </w:r>
      <w:r w:rsidR="00BB3D40">
        <w:rPr>
          <w:color w:val="auto"/>
          <w:sz w:val="32"/>
          <w:szCs w:val="32"/>
        </w:rPr>
        <w:t xml:space="preserve"> </w:t>
      </w:r>
      <w:r w:rsidR="00BE4B20">
        <w:rPr>
          <w:color w:val="auto"/>
          <w:sz w:val="32"/>
          <w:szCs w:val="32"/>
        </w:rPr>
        <w:t>4.</w:t>
      </w:r>
      <w:r w:rsidR="00E962ED">
        <w:rPr>
          <w:color w:val="auto"/>
          <w:sz w:val="32"/>
          <w:szCs w:val="32"/>
        </w:rPr>
        <w:t>64</w:t>
      </w:r>
      <w:r w:rsidR="002E1DCA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รองลงมาคือ</w:t>
      </w:r>
      <w:r w:rsidR="000510C2">
        <w:rPr>
          <w:color w:val="auto"/>
          <w:sz w:val="32"/>
          <w:szCs w:val="32"/>
          <w:cs/>
        </w:rPr>
        <w:t>ผลที่ได้รับจากการเรียนการสอน</w:t>
      </w:r>
      <w:r w:rsidR="0041753F">
        <w:rPr>
          <w:color w:val="auto"/>
          <w:sz w:val="32"/>
          <w:szCs w:val="32"/>
        </w:rPr>
        <w:t xml:space="preserve"> </w:t>
      </w:r>
      <w:r w:rsidR="0023793C">
        <w:rPr>
          <w:rFonts w:hint="cs"/>
          <w:color w:val="auto"/>
          <w:sz w:val="32"/>
          <w:szCs w:val="32"/>
          <w:cs/>
        </w:rPr>
        <w:t>มีค่าเฉลี่ย</w:t>
      </w:r>
      <w:r w:rsidR="001765C5">
        <w:rPr>
          <w:color w:val="auto"/>
          <w:sz w:val="32"/>
          <w:szCs w:val="32"/>
        </w:rPr>
        <w:t xml:space="preserve"> </w:t>
      </w:r>
      <w:r w:rsidR="00BE4B20">
        <w:rPr>
          <w:color w:val="auto"/>
          <w:sz w:val="32"/>
          <w:szCs w:val="32"/>
        </w:rPr>
        <w:t>4.</w:t>
      </w:r>
      <w:r w:rsidR="00E962ED">
        <w:rPr>
          <w:color w:val="auto"/>
          <w:sz w:val="32"/>
          <w:szCs w:val="32"/>
        </w:rPr>
        <w:t>53</w:t>
      </w:r>
      <w:r w:rsidR="00641999">
        <w:rPr>
          <w:color w:val="auto"/>
          <w:sz w:val="32"/>
          <w:szCs w:val="32"/>
        </w:rPr>
        <w:t xml:space="preserve">   </w:t>
      </w:r>
      <w:r w:rsidR="00E962ED">
        <w:rPr>
          <w:color w:val="auto"/>
          <w:sz w:val="32"/>
          <w:szCs w:val="32"/>
          <w:cs/>
        </w:rPr>
        <w:t>สื่อการเรียนการสอน</w:t>
      </w:r>
      <w:r w:rsidR="00E962ED">
        <w:rPr>
          <w:color w:val="auto"/>
          <w:sz w:val="32"/>
          <w:szCs w:val="32"/>
        </w:rPr>
        <w:t xml:space="preserve">  </w:t>
      </w:r>
      <w:r w:rsidR="00E962ED">
        <w:rPr>
          <w:rFonts w:hint="cs"/>
          <w:color w:val="auto"/>
          <w:sz w:val="32"/>
          <w:szCs w:val="32"/>
          <w:cs/>
        </w:rPr>
        <w:t>มีค่าเฉลี่ย</w:t>
      </w:r>
      <w:r w:rsidR="00E962ED">
        <w:rPr>
          <w:color w:val="auto"/>
          <w:sz w:val="32"/>
          <w:szCs w:val="32"/>
        </w:rPr>
        <w:t xml:space="preserve"> 4.57 </w:t>
      </w:r>
      <w:r w:rsidR="00E962ED">
        <w:rPr>
          <w:rFonts w:hint="cs"/>
          <w:color w:val="auto"/>
          <w:sz w:val="32"/>
          <w:szCs w:val="32"/>
          <w:cs/>
        </w:rPr>
        <w:t>และ</w:t>
      </w:r>
      <w:r w:rsidR="000510C2">
        <w:rPr>
          <w:color w:val="auto"/>
          <w:sz w:val="32"/>
          <w:szCs w:val="32"/>
          <w:cs/>
        </w:rPr>
        <w:t>ด้านการเรียนก</w:t>
      </w:r>
      <w:r w:rsidR="00E962ED">
        <w:rPr>
          <w:rFonts w:hint="cs"/>
          <w:color w:val="auto"/>
          <w:sz w:val="32"/>
          <w:szCs w:val="32"/>
          <w:cs/>
        </w:rPr>
        <w:t>า</w:t>
      </w:r>
      <w:r w:rsidR="000510C2">
        <w:rPr>
          <w:color w:val="auto"/>
          <w:sz w:val="32"/>
          <w:szCs w:val="32"/>
          <w:cs/>
        </w:rPr>
        <w:t xml:space="preserve">รสอน  มีค่าเฉลี่ย  </w:t>
      </w:r>
      <w:r w:rsidR="00E962ED">
        <w:rPr>
          <w:color w:val="auto"/>
          <w:sz w:val="32"/>
          <w:szCs w:val="32"/>
        </w:rPr>
        <w:t>4.52</w:t>
      </w:r>
      <w:r w:rsidR="000510C2">
        <w:rPr>
          <w:color w:val="auto"/>
          <w:sz w:val="32"/>
          <w:szCs w:val="32"/>
        </w:rPr>
        <w:t xml:space="preserve"> </w:t>
      </w:r>
    </w:p>
    <w:p w:rsidR="00E20F4A" w:rsidRPr="00CB1C4B" w:rsidRDefault="00E20F4A" w:rsidP="00CB1C4B">
      <w:pPr>
        <w:pStyle w:val="Default"/>
        <w:jc w:val="center"/>
        <w:rPr>
          <w:sz w:val="40"/>
          <w:szCs w:val="40"/>
        </w:rPr>
      </w:pPr>
      <w:r w:rsidRPr="00CB1C4B">
        <w:rPr>
          <w:b/>
          <w:bCs/>
          <w:sz w:val="40"/>
          <w:szCs w:val="40"/>
          <w:cs/>
        </w:rPr>
        <w:lastRenderedPageBreak/>
        <w:t>บทที่</w:t>
      </w:r>
      <w:r w:rsidRPr="00CB1C4B">
        <w:rPr>
          <w:b/>
          <w:bCs/>
          <w:sz w:val="40"/>
          <w:szCs w:val="40"/>
        </w:rPr>
        <w:t xml:space="preserve"> 5</w:t>
      </w:r>
    </w:p>
    <w:p w:rsidR="00E20F4A" w:rsidRPr="00CB1C4B" w:rsidRDefault="00E20F4A" w:rsidP="00CB1C4B">
      <w:pPr>
        <w:pStyle w:val="Default"/>
        <w:jc w:val="center"/>
        <w:rPr>
          <w:sz w:val="36"/>
          <w:szCs w:val="36"/>
        </w:rPr>
      </w:pPr>
      <w:r w:rsidRPr="00CB1C4B">
        <w:rPr>
          <w:b/>
          <w:bCs/>
          <w:sz w:val="36"/>
          <w:szCs w:val="36"/>
          <w:cs/>
        </w:rPr>
        <w:t>สรุป</w:t>
      </w:r>
      <w:r w:rsidRPr="00CB1C4B">
        <w:rPr>
          <w:b/>
          <w:bCs/>
          <w:sz w:val="36"/>
          <w:szCs w:val="36"/>
        </w:rPr>
        <w:t xml:space="preserve"> </w:t>
      </w:r>
      <w:r w:rsidRPr="00CB1C4B">
        <w:rPr>
          <w:b/>
          <w:bCs/>
          <w:sz w:val="36"/>
          <w:szCs w:val="36"/>
          <w:cs/>
        </w:rPr>
        <w:t>อภิปรายและข้อเสนอแนะ</w:t>
      </w:r>
    </w:p>
    <w:p w:rsidR="00CB1C4B" w:rsidRDefault="00CB1C4B" w:rsidP="00CB1C4B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</w:p>
    <w:p w:rsidR="000617DE" w:rsidRDefault="00CB1C4B" w:rsidP="000617DE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การวิจัยครั้งนี้ที่มีวัตถุประสงค์ของการวิจัย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เพื่อประเมินความพึงพอใจของนักศึกษา</w:t>
      </w:r>
      <w:r>
        <w:rPr>
          <w:rFonts w:hint="cs"/>
          <w:sz w:val="32"/>
          <w:szCs w:val="32"/>
          <w:cs/>
        </w:rPr>
        <w:t>ระดับ</w:t>
      </w:r>
      <w:r w:rsidR="00107DDC">
        <w:rPr>
          <w:sz w:val="32"/>
          <w:szCs w:val="32"/>
          <w:cs/>
        </w:rPr>
        <w:t xml:space="preserve">ชั้น </w:t>
      </w:r>
      <w:proofErr w:type="spellStart"/>
      <w:r w:rsidR="00107DDC">
        <w:rPr>
          <w:sz w:val="32"/>
          <w:szCs w:val="32"/>
          <w:cs/>
        </w:rPr>
        <w:t>ปวช</w:t>
      </w:r>
      <w:proofErr w:type="spellEnd"/>
      <w:r w:rsidR="00107DDC">
        <w:rPr>
          <w:sz w:val="32"/>
          <w:szCs w:val="32"/>
        </w:rPr>
        <w:t>.</w:t>
      </w:r>
      <w:r w:rsidR="007F7E74">
        <w:rPr>
          <w:sz w:val="32"/>
          <w:szCs w:val="32"/>
        </w:rPr>
        <w:t>1</w:t>
      </w:r>
      <w:r w:rsidR="00917C8C">
        <w:rPr>
          <w:sz w:val="32"/>
          <w:szCs w:val="32"/>
        </w:rPr>
        <w:t xml:space="preserve"> </w:t>
      </w:r>
      <w:r w:rsidR="00917C8C">
        <w:rPr>
          <w:sz w:val="32"/>
          <w:szCs w:val="32"/>
          <w:cs/>
        </w:rPr>
        <w:t xml:space="preserve">สาขางานอิเล็กทรอนิกส์ </w:t>
      </w:r>
      <w:r w:rsidR="00E20F4A">
        <w:rPr>
          <w:sz w:val="32"/>
          <w:szCs w:val="32"/>
          <w:cs/>
        </w:rPr>
        <w:t>ต่อการจัดการเรียนการสอนของ</w:t>
      </w:r>
      <w:r>
        <w:rPr>
          <w:rFonts w:hint="cs"/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>
        <w:rPr>
          <w:rFonts w:hint="cs"/>
          <w:sz w:val="32"/>
          <w:szCs w:val="32"/>
          <w:cs/>
        </w:rPr>
        <w:t xml:space="preserve">  </w:t>
      </w:r>
      <w:r w:rsidR="00E20F4A">
        <w:rPr>
          <w:sz w:val="32"/>
          <w:szCs w:val="32"/>
          <w:cs/>
        </w:rPr>
        <w:t>วิทยาลัย</w:t>
      </w:r>
      <w:r>
        <w:rPr>
          <w:rFonts w:hint="cs"/>
          <w:sz w:val="32"/>
          <w:szCs w:val="32"/>
          <w:cs/>
        </w:rPr>
        <w:t xml:space="preserve">สารพัดช่างปราจีนบุรี </w:t>
      </w:r>
      <w:r w:rsidR="00E20F4A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ในด้านการ</w:t>
      </w:r>
      <w:r w:rsidR="00FE6609">
        <w:rPr>
          <w:sz w:val="32"/>
          <w:szCs w:val="32"/>
          <w:cs/>
        </w:rPr>
        <w:t>เ</w:t>
      </w:r>
      <w:r w:rsidR="000617DE">
        <w:rPr>
          <w:sz w:val="32"/>
          <w:szCs w:val="32"/>
          <w:cs/>
        </w:rPr>
        <w:t>รียน</w:t>
      </w:r>
      <w:r w:rsidR="00FE6609">
        <w:rPr>
          <w:sz w:val="32"/>
          <w:szCs w:val="32"/>
          <w:cs/>
        </w:rPr>
        <w:t>การสอน ด้าน</w:t>
      </w:r>
      <w:r w:rsidR="000617DE">
        <w:rPr>
          <w:sz w:val="32"/>
          <w:szCs w:val="32"/>
          <w:cs/>
        </w:rPr>
        <w:t>สื่อการเรียนการสอน</w:t>
      </w:r>
      <w:r w:rsidR="00FE6609">
        <w:rPr>
          <w:sz w:val="32"/>
          <w:szCs w:val="32"/>
          <w:cs/>
        </w:rPr>
        <w:t xml:space="preserve">  ด้าน</w:t>
      </w:r>
      <w:r w:rsidR="000617DE">
        <w:rPr>
          <w:sz w:val="32"/>
          <w:szCs w:val="32"/>
          <w:cs/>
        </w:rPr>
        <w:t>คุณธรรม จริยธรรม และผลที่ได้รับจากการเรียน</w:t>
      </w:r>
    </w:p>
    <w:p w:rsidR="00E20F4A" w:rsidRDefault="000617DE" w:rsidP="000617DE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การสอน</w:t>
      </w:r>
      <w:r w:rsidR="00E20F4A">
        <w:rPr>
          <w:sz w:val="32"/>
          <w:szCs w:val="32"/>
          <w:cs/>
        </w:rPr>
        <w:t>ที่</w:t>
      </w:r>
      <w:r w:rsidR="00FE6609">
        <w:rPr>
          <w:sz w:val="32"/>
          <w:szCs w:val="32"/>
          <w:cs/>
        </w:rPr>
        <w:t>นักศึกษาได้รับในการเรียนรายวิชา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F50DEF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และเพื่อ</w:t>
      </w:r>
      <w:r w:rsidR="00CB1C4B">
        <w:rPr>
          <w:rFonts w:hint="cs"/>
          <w:sz w:val="32"/>
          <w:szCs w:val="32"/>
          <w:cs/>
        </w:rPr>
        <w:t>เ</w:t>
      </w:r>
      <w:r w:rsidR="00E20F4A">
        <w:rPr>
          <w:sz w:val="32"/>
          <w:szCs w:val="32"/>
          <w:cs/>
        </w:rPr>
        <w:t>ปรียบเ</w:t>
      </w:r>
      <w:r w:rsidR="00CB1C4B">
        <w:rPr>
          <w:sz w:val="32"/>
          <w:szCs w:val="32"/>
          <w:cs/>
        </w:rPr>
        <w:t>ที</w:t>
      </w:r>
      <w:r w:rsidR="00E20F4A">
        <w:rPr>
          <w:sz w:val="32"/>
          <w:szCs w:val="32"/>
          <w:cs/>
        </w:rPr>
        <w:t>ยบความพึ</w:t>
      </w:r>
      <w:r w:rsidR="00CB1C4B">
        <w:rPr>
          <w:sz w:val="32"/>
          <w:szCs w:val="32"/>
          <w:cs/>
        </w:rPr>
        <w:t>งพอใจของนักศึกษาวิทยาลัย</w:t>
      </w:r>
      <w:r w:rsidR="00CB1C4B">
        <w:rPr>
          <w:rFonts w:hint="cs"/>
          <w:sz w:val="32"/>
          <w:szCs w:val="32"/>
          <w:cs/>
        </w:rPr>
        <w:t>สารพัดช่างปราจีนบุรี</w:t>
      </w:r>
      <w:r w:rsidR="00CB1C4B">
        <w:rPr>
          <w:sz w:val="32"/>
          <w:szCs w:val="32"/>
          <w:cs/>
        </w:rPr>
        <w:t>ต่อ</w:t>
      </w:r>
      <w:r w:rsidR="00CB1C4B">
        <w:rPr>
          <w:rFonts w:hint="cs"/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917C8C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3F281F">
        <w:rPr>
          <w:sz w:val="32"/>
          <w:szCs w:val="32"/>
        </w:rPr>
        <w:t xml:space="preserve"> </w:t>
      </w:r>
      <w:r w:rsidR="00CB1C4B">
        <w:rPr>
          <w:rFonts w:hint="cs"/>
          <w:sz w:val="32"/>
          <w:szCs w:val="32"/>
          <w:cs/>
        </w:rPr>
        <w:t>สาขางาน</w:t>
      </w:r>
      <w:r w:rsidR="00917C8C">
        <w:rPr>
          <w:sz w:val="32"/>
          <w:szCs w:val="32"/>
          <w:cs/>
        </w:rPr>
        <w:t>อิเล็กทรอนิกส์</w:t>
      </w:r>
      <w:r w:rsidR="00E20F4A">
        <w:rPr>
          <w:sz w:val="32"/>
          <w:szCs w:val="32"/>
          <w:cs/>
        </w:rPr>
        <w:t>ในแต่ละด้าน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ซึ่งมีกระบวนการและผลการวิจัยโดยสรุป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ดังต่อไปนี้</w:t>
      </w:r>
      <w:r w:rsidR="00E20F4A">
        <w:rPr>
          <w:sz w:val="32"/>
          <w:szCs w:val="32"/>
        </w:rPr>
        <w:t xml:space="preserve"> </w:t>
      </w:r>
    </w:p>
    <w:p w:rsidR="00E20F4A" w:rsidRPr="00AE49C8" w:rsidRDefault="00CB1C4B" w:rsidP="00E20F4A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 w:rsidRPr="00AE49C8">
        <w:rPr>
          <w:b/>
          <w:bCs/>
          <w:sz w:val="32"/>
          <w:szCs w:val="32"/>
          <w:cs/>
        </w:rPr>
        <w:t>ประชากรและกลุ่มตัวอย่างที่ใช้ในการวิจัย</w:t>
      </w:r>
      <w:r w:rsidR="00E20F4A" w:rsidRPr="00AE49C8">
        <w:rPr>
          <w:b/>
          <w:bCs/>
          <w:sz w:val="32"/>
          <w:szCs w:val="32"/>
        </w:rPr>
        <w:t xml:space="preserve"> </w:t>
      </w:r>
    </w:p>
    <w:p w:rsidR="00E20F4A" w:rsidRDefault="00CB1C4B" w:rsidP="00CB1C4B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ประชากรที่ใช้ในการวิจัยครั้งนี้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คือ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นักศึกษา</w:t>
      </w:r>
      <w:r>
        <w:rPr>
          <w:rFonts w:hint="cs"/>
          <w:sz w:val="32"/>
          <w:szCs w:val="32"/>
          <w:cs/>
        </w:rPr>
        <w:t>ระดับ</w:t>
      </w:r>
      <w:r w:rsidR="002923A0">
        <w:rPr>
          <w:sz w:val="32"/>
          <w:szCs w:val="32"/>
          <w:cs/>
        </w:rPr>
        <w:t xml:space="preserve">ชั้น </w:t>
      </w:r>
      <w:proofErr w:type="spellStart"/>
      <w:r w:rsidR="002E7B03">
        <w:rPr>
          <w:sz w:val="32"/>
          <w:szCs w:val="32"/>
          <w:cs/>
        </w:rPr>
        <w:t>ปวช</w:t>
      </w:r>
      <w:proofErr w:type="spellEnd"/>
      <w:r w:rsidR="00107DDC">
        <w:rPr>
          <w:sz w:val="32"/>
          <w:szCs w:val="32"/>
        </w:rPr>
        <w:t>.</w:t>
      </w:r>
      <w:r w:rsidR="007F7E74">
        <w:rPr>
          <w:sz w:val="32"/>
          <w:szCs w:val="32"/>
        </w:rPr>
        <w:t>1</w:t>
      </w:r>
      <w:r w:rsidR="002923A0">
        <w:rPr>
          <w:sz w:val="32"/>
          <w:szCs w:val="32"/>
        </w:rPr>
        <w:t xml:space="preserve"> </w:t>
      </w:r>
      <w:r w:rsidR="002E7B03">
        <w:rPr>
          <w:sz w:val="32"/>
          <w:szCs w:val="32"/>
          <w:cs/>
        </w:rPr>
        <w:t xml:space="preserve">สาขางานอิเล็กทรอนิกส์  </w:t>
      </w:r>
      <w:r>
        <w:rPr>
          <w:sz w:val="32"/>
          <w:szCs w:val="32"/>
          <w:cs/>
        </w:rPr>
        <w:t>วิทยาลัย</w:t>
      </w:r>
      <w:r>
        <w:rPr>
          <w:rFonts w:hint="cs"/>
          <w:sz w:val="32"/>
          <w:szCs w:val="32"/>
          <w:cs/>
        </w:rPr>
        <w:t xml:space="preserve">สารพัดช่างปราจีนบุรี </w:t>
      </w:r>
      <w:r w:rsidR="00E20F4A">
        <w:rPr>
          <w:sz w:val="32"/>
          <w:szCs w:val="32"/>
        </w:rPr>
        <w:t xml:space="preserve"> </w:t>
      </w:r>
    </w:p>
    <w:p w:rsidR="00E20F4A" w:rsidRPr="002923A0" w:rsidRDefault="00CB1C4B" w:rsidP="00E20F4A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 w:rsidRPr="002923A0">
        <w:rPr>
          <w:b/>
          <w:bCs/>
          <w:sz w:val="32"/>
          <w:szCs w:val="32"/>
          <w:cs/>
        </w:rPr>
        <w:t>กลุ่มตัวอย่างที่ใช้ในการวิจัยครั้งนี้</w:t>
      </w:r>
      <w:r w:rsidR="00E20F4A" w:rsidRPr="002923A0">
        <w:rPr>
          <w:b/>
          <w:bCs/>
          <w:sz w:val="32"/>
          <w:szCs w:val="32"/>
        </w:rPr>
        <w:t xml:space="preserve"> </w:t>
      </w:r>
    </w:p>
    <w:p w:rsidR="00E20F4A" w:rsidRDefault="00CB1C4B" w:rsidP="00E336CE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คือ</w:t>
      </w:r>
      <w:r w:rsidR="00E20F4A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นักศึกษา</w:t>
      </w:r>
      <w:r>
        <w:rPr>
          <w:rFonts w:hint="cs"/>
          <w:sz w:val="32"/>
          <w:szCs w:val="32"/>
          <w:cs/>
        </w:rPr>
        <w:t>ระดับ</w:t>
      </w:r>
      <w:r w:rsidR="002923A0">
        <w:rPr>
          <w:sz w:val="32"/>
          <w:szCs w:val="32"/>
        </w:rPr>
        <w:t xml:space="preserve"> </w:t>
      </w:r>
      <w:r w:rsidR="002923A0">
        <w:rPr>
          <w:sz w:val="32"/>
          <w:szCs w:val="32"/>
          <w:cs/>
        </w:rPr>
        <w:t xml:space="preserve"> </w:t>
      </w:r>
      <w:proofErr w:type="spellStart"/>
      <w:r w:rsidR="002E7B03">
        <w:rPr>
          <w:sz w:val="32"/>
          <w:szCs w:val="32"/>
          <w:cs/>
        </w:rPr>
        <w:t>ปวช</w:t>
      </w:r>
      <w:proofErr w:type="spellEnd"/>
      <w:r w:rsidR="002E7B03">
        <w:rPr>
          <w:sz w:val="32"/>
          <w:szCs w:val="32"/>
        </w:rPr>
        <w:t>.</w:t>
      </w:r>
      <w:r w:rsidR="007F7E74">
        <w:rPr>
          <w:sz w:val="32"/>
          <w:szCs w:val="32"/>
        </w:rPr>
        <w:t>1</w:t>
      </w:r>
      <w:r w:rsidR="002923A0">
        <w:rPr>
          <w:sz w:val="32"/>
          <w:szCs w:val="32"/>
        </w:rPr>
        <w:t xml:space="preserve"> </w:t>
      </w:r>
      <w:r w:rsidR="002E7B03">
        <w:rPr>
          <w:sz w:val="32"/>
          <w:szCs w:val="32"/>
        </w:rPr>
        <w:t xml:space="preserve"> </w:t>
      </w:r>
      <w:r w:rsidR="002E7B03">
        <w:rPr>
          <w:sz w:val="32"/>
          <w:szCs w:val="32"/>
          <w:cs/>
        </w:rPr>
        <w:t xml:space="preserve">สาขางานอิเล็กทรอนิกส์  </w:t>
      </w:r>
      <w:r>
        <w:rPr>
          <w:sz w:val="32"/>
          <w:szCs w:val="32"/>
          <w:cs/>
        </w:rPr>
        <w:t>วิทยาลัย</w:t>
      </w:r>
      <w:r>
        <w:rPr>
          <w:rFonts w:hint="cs"/>
          <w:sz w:val="32"/>
          <w:szCs w:val="32"/>
          <w:cs/>
        </w:rPr>
        <w:t xml:space="preserve">สารพัดช่างปราจีนบุรี </w:t>
      </w:r>
      <w:r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ซึ่งกำลังศึกษาอยู่ใน</w:t>
      </w:r>
      <w:r>
        <w:rPr>
          <w:rFonts w:hint="cs"/>
          <w:sz w:val="32"/>
          <w:szCs w:val="32"/>
          <w:cs/>
        </w:rPr>
        <w:t xml:space="preserve">ภาคเรียนที่ </w:t>
      </w:r>
      <w:r w:rsidR="00935F6B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ปีการศึกษา</w:t>
      </w:r>
      <w:r w:rsidR="002E7B03"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>
        <w:rPr>
          <w:sz w:val="32"/>
          <w:szCs w:val="32"/>
        </w:rPr>
        <w:t xml:space="preserve"> </w:t>
      </w:r>
      <w:r w:rsidR="00E20F4A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  <w:cs/>
        </w:rPr>
        <w:t>จำนวน</w:t>
      </w:r>
      <w:r>
        <w:rPr>
          <w:sz w:val="32"/>
          <w:szCs w:val="32"/>
        </w:rPr>
        <w:t xml:space="preserve">  </w:t>
      </w:r>
      <w:r w:rsidR="002E7B03">
        <w:rPr>
          <w:sz w:val="32"/>
          <w:szCs w:val="32"/>
        </w:rPr>
        <w:t xml:space="preserve">      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คน</w:t>
      </w:r>
      <w:r w:rsidR="00E20F4A">
        <w:rPr>
          <w:sz w:val="32"/>
          <w:szCs w:val="32"/>
        </w:rPr>
        <w:t xml:space="preserve"> </w:t>
      </w:r>
    </w:p>
    <w:p w:rsidR="00E20F4A" w:rsidRPr="002923A0" w:rsidRDefault="00CB1C4B" w:rsidP="00E336CE">
      <w:pPr>
        <w:pStyle w:val="Default"/>
        <w:jc w:val="thaiDistribute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 w:rsidRPr="002923A0">
        <w:rPr>
          <w:b/>
          <w:bCs/>
          <w:sz w:val="32"/>
          <w:szCs w:val="32"/>
          <w:cs/>
        </w:rPr>
        <w:t>เครื่องมือที่ใช้ในการวิจัย</w:t>
      </w:r>
      <w:r w:rsidR="00E20F4A" w:rsidRPr="002923A0">
        <w:rPr>
          <w:b/>
          <w:bCs/>
          <w:sz w:val="32"/>
          <w:szCs w:val="32"/>
        </w:rPr>
        <w:t xml:space="preserve"> </w:t>
      </w:r>
    </w:p>
    <w:p w:rsidR="00E20F4A" w:rsidRDefault="00E336CE" w:rsidP="00E336CE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เครื่องมือวิจัย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เป็นแบบประเมินความพึงพอใจของนักศึกษา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ซึ่งผู้วิจัยสร้างขึ้น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มีจำนวน</w:t>
      </w:r>
      <w:r w:rsidR="00E20F4A">
        <w:rPr>
          <w:sz w:val="32"/>
          <w:szCs w:val="32"/>
        </w:rPr>
        <w:t xml:space="preserve"> 1 </w:t>
      </w:r>
      <w:r w:rsidR="00E20F4A">
        <w:rPr>
          <w:sz w:val="32"/>
          <w:szCs w:val="32"/>
          <w:cs/>
        </w:rPr>
        <w:t>ฉบับ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จำนวน</w:t>
      </w:r>
      <w:r w:rsidR="00E20F4A">
        <w:rPr>
          <w:sz w:val="32"/>
          <w:szCs w:val="32"/>
        </w:rPr>
        <w:t xml:space="preserve"> 20 </w:t>
      </w:r>
      <w:r w:rsidR="00E20F4A">
        <w:rPr>
          <w:sz w:val="32"/>
          <w:szCs w:val="32"/>
          <w:cs/>
        </w:rPr>
        <w:t>ข้อ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โดยมีสาระเนื้อหาดังนี้</w:t>
      </w:r>
      <w:r w:rsidR="00E20F4A">
        <w:rPr>
          <w:sz w:val="32"/>
          <w:szCs w:val="32"/>
        </w:rPr>
        <w:t xml:space="preserve"> </w:t>
      </w:r>
    </w:p>
    <w:p w:rsidR="00E20F4A" w:rsidRDefault="00E336CE" w:rsidP="00E336CE">
      <w:pPr>
        <w:pStyle w:val="Default"/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ตอนที่</w:t>
      </w:r>
      <w:r w:rsidR="00E20F4A">
        <w:rPr>
          <w:sz w:val="32"/>
          <w:szCs w:val="32"/>
        </w:rPr>
        <w:t xml:space="preserve"> 1 </w:t>
      </w:r>
      <w:r w:rsidR="00E20F4A">
        <w:rPr>
          <w:sz w:val="32"/>
          <w:szCs w:val="32"/>
          <w:cs/>
        </w:rPr>
        <w:t>สถานภาพทั่วไปของผู้ตอบแบบสอบถาม</w:t>
      </w:r>
      <w:r w:rsidR="00E20F4A">
        <w:rPr>
          <w:sz w:val="32"/>
          <w:szCs w:val="32"/>
        </w:rPr>
        <w:t xml:space="preserve"> </w:t>
      </w:r>
    </w:p>
    <w:p w:rsidR="002C13AB" w:rsidRDefault="00E336CE" w:rsidP="002C13AB">
      <w:pPr>
        <w:pStyle w:val="Default"/>
        <w:ind w:firstLine="720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ตอนที่</w:t>
      </w:r>
      <w:r w:rsidR="00E962ED">
        <w:rPr>
          <w:sz w:val="32"/>
          <w:szCs w:val="32"/>
        </w:rPr>
        <w:t xml:space="preserve"> 2 </w:t>
      </w:r>
      <w:r w:rsidR="00E20F4A">
        <w:rPr>
          <w:sz w:val="32"/>
          <w:szCs w:val="32"/>
          <w:cs/>
        </w:rPr>
        <w:t>ความพึงพอใจของนักศึกษาวิทยาลัย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 w:rsidR="00E20F4A">
        <w:rPr>
          <w:sz w:val="32"/>
          <w:szCs w:val="32"/>
          <w:cs/>
        </w:rPr>
        <w:t>ต่อการจัดการเรียนการสอนของ</w:t>
      </w:r>
      <w:r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E772C6">
        <w:rPr>
          <w:sz w:val="32"/>
          <w:szCs w:val="32"/>
        </w:rPr>
        <w:t xml:space="preserve">  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ในด้านการ</w:t>
      </w:r>
      <w:r w:rsidR="002C13AB">
        <w:rPr>
          <w:sz w:val="32"/>
          <w:szCs w:val="32"/>
          <w:cs/>
        </w:rPr>
        <w:t>การเ</w:t>
      </w:r>
      <w:r w:rsidR="00E772C6">
        <w:rPr>
          <w:sz w:val="32"/>
          <w:szCs w:val="32"/>
          <w:cs/>
        </w:rPr>
        <w:t>รียน</w:t>
      </w:r>
      <w:r w:rsidR="002C13AB">
        <w:rPr>
          <w:sz w:val="32"/>
          <w:szCs w:val="32"/>
          <w:cs/>
        </w:rPr>
        <w:t>การสอน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ด้าน</w:t>
      </w:r>
      <w:r w:rsidR="00E772C6">
        <w:rPr>
          <w:sz w:val="32"/>
          <w:szCs w:val="32"/>
          <w:cs/>
        </w:rPr>
        <w:t>สื่อการเรียนการสอน</w:t>
      </w:r>
      <w:r w:rsidR="002C13AB">
        <w:rPr>
          <w:sz w:val="32"/>
          <w:szCs w:val="32"/>
          <w:cs/>
        </w:rPr>
        <w:t xml:space="preserve">  ด้าน</w:t>
      </w:r>
      <w:r w:rsidR="00E772C6">
        <w:rPr>
          <w:sz w:val="32"/>
          <w:szCs w:val="32"/>
          <w:cs/>
        </w:rPr>
        <w:t>คุณธรรม จริยธรรม</w:t>
      </w:r>
    </w:p>
    <w:p w:rsidR="00E20F4A" w:rsidRDefault="00E20F4A" w:rsidP="002C13AB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ที่นักศึกษาได้รับในการเรียนวิชานี้</w:t>
      </w:r>
      <w:r w:rsidR="002C13AB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และคำตอบปลายเปิดให้เสนอข้อเสนอแนะในการปรับปรุงการจัดการเรียนการสอนและคุณลักษณะของ</w:t>
      </w:r>
      <w:r w:rsidR="00E336CE">
        <w:rPr>
          <w:sz w:val="32"/>
          <w:szCs w:val="32"/>
          <w:cs/>
        </w:rPr>
        <w:t>ครู</w:t>
      </w:r>
      <w:r>
        <w:rPr>
          <w:sz w:val="32"/>
          <w:szCs w:val="32"/>
        </w:rPr>
        <w:t xml:space="preserve"> </w:t>
      </w:r>
    </w:p>
    <w:p w:rsidR="00E20F4A" w:rsidRPr="002923A0" w:rsidRDefault="00E336CE" w:rsidP="00E20F4A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 w:rsidRPr="002923A0">
        <w:rPr>
          <w:b/>
          <w:bCs/>
          <w:sz w:val="32"/>
          <w:szCs w:val="32"/>
          <w:cs/>
        </w:rPr>
        <w:t>การเก็บรวบรวมข้อมูลสำหรับการวิจัย</w:t>
      </w:r>
      <w:r w:rsidR="00E20F4A" w:rsidRPr="002923A0">
        <w:rPr>
          <w:b/>
          <w:bCs/>
          <w:sz w:val="32"/>
          <w:szCs w:val="32"/>
        </w:rPr>
        <w:t xml:space="preserve"> </w:t>
      </w:r>
    </w:p>
    <w:p w:rsidR="00E336CE" w:rsidRDefault="00E336CE" w:rsidP="00E336CE">
      <w:pPr>
        <w:pStyle w:val="Default"/>
        <w:jc w:val="thaiDistribute"/>
        <w:rPr>
          <w:sz w:val="28"/>
          <w:szCs w:val="28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เก็บรวบรวมข้อมูลโดยในสัปดาห์สุดท้ายของการเรียน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ในปลาย</w:t>
      </w:r>
      <w:r>
        <w:rPr>
          <w:rFonts w:hint="cs"/>
          <w:sz w:val="32"/>
          <w:szCs w:val="32"/>
          <w:cs/>
        </w:rPr>
        <w:t xml:space="preserve">ภาคเรียนที่  </w:t>
      </w:r>
      <w:r w:rsidR="00935F6B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 </w:t>
      </w:r>
      <w:r w:rsidR="00E20F4A">
        <w:rPr>
          <w:sz w:val="32"/>
          <w:szCs w:val="32"/>
          <w:cs/>
        </w:rPr>
        <w:t>ปีการศึกษา</w:t>
      </w:r>
      <w:r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ได้แจกแบบประเมินความพึงพอใจให้นักศึกษาหลังจากการเรียนการสอนใน</w:t>
      </w:r>
      <w:r w:rsidR="007603DB">
        <w:rPr>
          <w:sz w:val="32"/>
          <w:szCs w:val="32"/>
          <w:cs/>
        </w:rPr>
        <w:t>รายวิชาสิ้นสุดลง</w:t>
      </w:r>
      <w:r w:rsidR="00E20F4A">
        <w:rPr>
          <w:sz w:val="32"/>
          <w:szCs w:val="32"/>
          <w:cs/>
        </w:rPr>
        <w:t>และเก็บรวบรวมข้อมูลกลับเมื่อนักศึกษาประเมินเสร็จ</w:t>
      </w:r>
    </w:p>
    <w:p w:rsidR="00E20F4A" w:rsidRDefault="00E20F4A" w:rsidP="00E336CE">
      <w:pPr>
        <w:pStyle w:val="Default"/>
        <w:jc w:val="thaiDistribut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23A0" w:rsidRDefault="002923A0" w:rsidP="00E336CE">
      <w:pPr>
        <w:pStyle w:val="Default"/>
        <w:jc w:val="thaiDistribute"/>
        <w:rPr>
          <w:sz w:val="28"/>
          <w:szCs w:val="28"/>
        </w:rPr>
      </w:pPr>
    </w:p>
    <w:p w:rsidR="00E336CE" w:rsidRDefault="00E336CE" w:rsidP="00E20F4A">
      <w:pPr>
        <w:pStyle w:val="Default"/>
        <w:rPr>
          <w:sz w:val="32"/>
          <w:szCs w:val="32"/>
        </w:rPr>
      </w:pPr>
    </w:p>
    <w:p w:rsidR="00E336CE" w:rsidRDefault="00E336CE" w:rsidP="00E20F4A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 xml:space="preserve"> </w:t>
      </w:r>
      <w:r>
        <w:rPr>
          <w:rFonts w:hint="cs"/>
          <w:sz w:val="32"/>
          <w:szCs w:val="32"/>
          <w:cs/>
        </w:rPr>
        <w:tab/>
      </w:r>
    </w:p>
    <w:p w:rsidR="00E336CE" w:rsidRPr="00BC15E4" w:rsidRDefault="00BC5CC5" w:rsidP="00E20F4A">
      <w:pPr>
        <w:pStyle w:val="Default"/>
        <w:rPr>
          <w:b/>
          <w:bCs/>
          <w:sz w:val="32"/>
          <w:szCs w:val="32"/>
        </w:rPr>
      </w:pPr>
      <w:r>
        <w:rPr>
          <w:noProof/>
          <w:sz w:val="32"/>
          <w:szCs w:val="32"/>
        </w:rPr>
        <w:pict>
          <v:shape id="_x0000_s1056" type="#_x0000_t202" style="position:absolute;margin-left:400.85pt;margin-top:-30.25pt;width:57.05pt;height:26.5pt;z-index:251665408" stroked="f">
            <v:textbox>
              <w:txbxContent>
                <w:p w:rsidR="008E6F69" w:rsidRDefault="008E6F69" w:rsidP="00CA245A">
                  <w:r>
                    <w:t>18</w:t>
                  </w:r>
                </w:p>
              </w:txbxContent>
            </v:textbox>
          </v:shape>
        </w:pict>
      </w:r>
      <w:r w:rsidR="00E336CE">
        <w:rPr>
          <w:rFonts w:hint="cs"/>
          <w:sz w:val="32"/>
          <w:szCs w:val="32"/>
          <w:cs/>
        </w:rPr>
        <w:t xml:space="preserve"> </w:t>
      </w:r>
      <w:r w:rsidR="00E336CE">
        <w:rPr>
          <w:rFonts w:hint="cs"/>
          <w:sz w:val="32"/>
          <w:szCs w:val="32"/>
          <w:cs/>
        </w:rPr>
        <w:tab/>
      </w:r>
      <w:r w:rsidR="00E20F4A" w:rsidRPr="00BC15E4">
        <w:rPr>
          <w:b/>
          <w:bCs/>
          <w:sz w:val="32"/>
          <w:szCs w:val="32"/>
          <w:cs/>
        </w:rPr>
        <w:t>การวิเคราะห์ข้อมูลและสถิติที่ใช้</w:t>
      </w:r>
      <w:r w:rsidR="00E20F4A" w:rsidRPr="00BC15E4">
        <w:rPr>
          <w:b/>
          <w:bCs/>
          <w:sz w:val="32"/>
          <w:szCs w:val="32"/>
        </w:rPr>
        <w:t xml:space="preserve"> </w:t>
      </w:r>
    </w:p>
    <w:p w:rsidR="00665A13" w:rsidRDefault="00BC5CC5" w:rsidP="00665A13">
      <w:pPr>
        <w:pStyle w:val="Default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4" type="#_x0000_t202" style="position:absolute;left:0;text-align:left;margin-left:446.25pt;margin-top:32.15pt;width:121.45pt;height:10.15pt;z-index:251656192" stroked="f">
            <v:textbox style="mso-next-textbox:#_x0000_s1044"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 w:rsidR="00E336CE">
        <w:rPr>
          <w:sz w:val="32"/>
          <w:szCs w:val="32"/>
        </w:rPr>
        <w:t xml:space="preserve"> </w:t>
      </w:r>
      <w:r w:rsidR="00E336CE">
        <w:rPr>
          <w:sz w:val="32"/>
          <w:szCs w:val="32"/>
        </w:rPr>
        <w:tab/>
      </w:r>
      <w:r w:rsidR="00E336CE"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 </w:t>
      </w:r>
      <w:r w:rsidR="00E20F4A">
        <w:rPr>
          <w:sz w:val="32"/>
          <w:szCs w:val="32"/>
          <w:cs/>
        </w:rPr>
        <w:t>วิเคราะห์ข้อมูลเกี่ยวกับความพึงพอใจของนักศึกษาต่อ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ผู้สอนทั้ง</w:t>
      </w:r>
      <w:r w:rsidR="00665A13">
        <w:rPr>
          <w:sz w:val="32"/>
          <w:szCs w:val="32"/>
        </w:rPr>
        <w:t xml:space="preserve"> 4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ด้านในด้านการ</w:t>
      </w:r>
      <w:r w:rsidR="00935F6B">
        <w:rPr>
          <w:sz w:val="32"/>
          <w:szCs w:val="32"/>
          <w:cs/>
        </w:rPr>
        <w:t>เ</w:t>
      </w:r>
      <w:r w:rsidR="00665A13">
        <w:rPr>
          <w:sz w:val="32"/>
          <w:szCs w:val="32"/>
          <w:cs/>
        </w:rPr>
        <w:t>รียน</w:t>
      </w:r>
      <w:r w:rsidR="00935F6B">
        <w:rPr>
          <w:sz w:val="32"/>
          <w:szCs w:val="32"/>
          <w:cs/>
        </w:rPr>
        <w:t>การ</w:t>
      </w:r>
      <w:r w:rsidR="00E20F4A">
        <w:rPr>
          <w:sz w:val="32"/>
          <w:szCs w:val="32"/>
          <w:cs/>
        </w:rPr>
        <w:t>สอน</w:t>
      </w:r>
      <w:r w:rsidR="00E20F4A">
        <w:rPr>
          <w:sz w:val="32"/>
          <w:szCs w:val="32"/>
        </w:rPr>
        <w:t xml:space="preserve"> </w:t>
      </w:r>
      <w:r w:rsidR="00935F6B">
        <w:rPr>
          <w:sz w:val="32"/>
          <w:szCs w:val="32"/>
        </w:rPr>
        <w:t xml:space="preserve">   </w:t>
      </w:r>
      <w:r w:rsidR="00E20F4A">
        <w:rPr>
          <w:sz w:val="32"/>
          <w:szCs w:val="32"/>
          <w:cs/>
        </w:rPr>
        <w:t>ด้าน</w:t>
      </w:r>
      <w:r w:rsidR="00665A13">
        <w:rPr>
          <w:sz w:val="32"/>
          <w:szCs w:val="32"/>
          <w:cs/>
        </w:rPr>
        <w:t>สื่อการเรียนการสอน</w:t>
      </w:r>
      <w:r w:rsidR="00A97CFE">
        <w:rPr>
          <w:sz w:val="32"/>
          <w:szCs w:val="32"/>
          <w:cs/>
        </w:rPr>
        <w:t xml:space="preserve">     ด้า</w:t>
      </w:r>
      <w:r w:rsidR="00BC15E4">
        <w:rPr>
          <w:sz w:val="32"/>
          <w:szCs w:val="32"/>
          <w:cs/>
        </w:rPr>
        <w:t>น</w:t>
      </w:r>
      <w:r w:rsidR="00665A13">
        <w:rPr>
          <w:sz w:val="32"/>
          <w:szCs w:val="32"/>
          <w:cs/>
        </w:rPr>
        <w:t xml:space="preserve">คุณธรรม จริยธรรม  </w:t>
      </w:r>
      <w:r w:rsidR="00257917">
        <w:rPr>
          <w:sz w:val="32"/>
          <w:szCs w:val="32"/>
        </w:rPr>
        <w:t xml:space="preserve"> </w:t>
      </w:r>
      <w:r w:rsidR="00665A13">
        <w:rPr>
          <w:sz w:val="32"/>
          <w:szCs w:val="32"/>
          <w:cs/>
        </w:rPr>
        <w:t>แล</w:t>
      </w:r>
      <w:r w:rsidR="00257917">
        <w:rPr>
          <w:sz w:val="32"/>
          <w:szCs w:val="32"/>
          <w:cs/>
        </w:rPr>
        <w:t>ะ</w:t>
      </w:r>
      <w:r w:rsidR="00665A13">
        <w:rPr>
          <w:sz w:val="32"/>
          <w:szCs w:val="32"/>
          <w:cs/>
        </w:rPr>
        <w:t>ผลที่ได้จากการเรียนการสอน</w:t>
      </w:r>
    </w:p>
    <w:p w:rsidR="00E336CE" w:rsidRDefault="00E20F4A" w:rsidP="00BC15E4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ที่นักศึกษาได้รับในการเรียนวิชา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ทำการวิจัยโดยการใช้สถิติบรรยาย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ได้แก่ค่าเฉลี่ยจากนั้นนำค่าเฉลี่ยมาแปลระดับความพึงพอใจตามเกณฑ์การประเมิน</w:t>
      </w:r>
      <w:r>
        <w:rPr>
          <w:sz w:val="32"/>
          <w:szCs w:val="32"/>
        </w:rPr>
        <w:t xml:space="preserve"> </w:t>
      </w:r>
    </w:p>
    <w:p w:rsidR="00E336CE" w:rsidRDefault="00E336CE" w:rsidP="00E336CE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 </w:t>
      </w:r>
      <w:r w:rsidR="00E20F4A">
        <w:rPr>
          <w:sz w:val="32"/>
          <w:szCs w:val="32"/>
          <w:cs/>
        </w:rPr>
        <w:t>ข้อเสนอแนะเกี่ยวกับ</w:t>
      </w:r>
      <w:r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ผู้สอนทำการวิเคราะห์เนื้อหา</w:t>
      </w:r>
      <w:r w:rsidR="00E20F4A">
        <w:rPr>
          <w:sz w:val="32"/>
          <w:szCs w:val="32"/>
        </w:rPr>
        <w:t xml:space="preserve"> </w:t>
      </w:r>
      <w:proofErr w:type="gramStart"/>
      <w:r w:rsidR="00E20F4A">
        <w:rPr>
          <w:sz w:val="32"/>
          <w:szCs w:val="32"/>
        </w:rPr>
        <w:t>( Content</w:t>
      </w:r>
      <w:proofErr w:type="gramEnd"/>
      <w:r w:rsidR="00E20F4A">
        <w:rPr>
          <w:sz w:val="32"/>
          <w:szCs w:val="32"/>
        </w:rPr>
        <w:t xml:space="preserve"> Analysis) </w:t>
      </w:r>
    </w:p>
    <w:p w:rsidR="00E336CE" w:rsidRDefault="00E336CE" w:rsidP="00E336CE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3. </w:t>
      </w:r>
      <w:r w:rsidR="00E20F4A">
        <w:rPr>
          <w:sz w:val="32"/>
          <w:szCs w:val="32"/>
          <w:cs/>
        </w:rPr>
        <w:t>เปรียบเทียบค่าเฉลี่ยของการประเมินความพึงพอใจของนักศึกษาที่มีต่อ</w:t>
      </w:r>
      <w:r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EC3FCF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EC3FCF">
        <w:rPr>
          <w:sz w:val="32"/>
          <w:szCs w:val="32"/>
          <w:cs/>
        </w:rPr>
        <w:t xml:space="preserve"> ของนักศึกษาระดับชั้น </w:t>
      </w:r>
      <w:proofErr w:type="spellStart"/>
      <w:r w:rsidR="00EC3FCF">
        <w:rPr>
          <w:sz w:val="32"/>
          <w:szCs w:val="32"/>
          <w:cs/>
        </w:rPr>
        <w:t>ปวช</w:t>
      </w:r>
      <w:proofErr w:type="spellEnd"/>
      <w:r w:rsidR="00EC3FCF">
        <w:rPr>
          <w:sz w:val="32"/>
          <w:szCs w:val="32"/>
        </w:rPr>
        <w:t>.</w:t>
      </w:r>
      <w:r w:rsidR="00257917">
        <w:rPr>
          <w:sz w:val="32"/>
          <w:szCs w:val="32"/>
        </w:rPr>
        <w:t>1</w:t>
      </w:r>
      <w:r w:rsidR="00EC3FCF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สาขางาน</w:t>
      </w:r>
      <w:r w:rsidR="00EC3FCF">
        <w:rPr>
          <w:sz w:val="32"/>
          <w:szCs w:val="32"/>
          <w:cs/>
        </w:rPr>
        <w:t>อิเล็กทรอนิกส์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ในแต่ละด้าน</w:t>
      </w:r>
      <w:r w:rsidR="00E20F4A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ทำการวิเคราะห</w:t>
      </w:r>
      <w:r>
        <w:rPr>
          <w:rFonts w:hint="cs"/>
          <w:sz w:val="32"/>
          <w:szCs w:val="32"/>
          <w:cs/>
        </w:rPr>
        <w:t>์</w:t>
      </w:r>
      <w:r w:rsidR="00E20F4A">
        <w:rPr>
          <w:sz w:val="32"/>
          <w:szCs w:val="32"/>
          <w:cs/>
        </w:rPr>
        <w:t>โดยการใช้สถิติบรรยาย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ได้แก่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ค่าเฉลี่ย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จากนั้นนำค่าเฉลี่ยมาแปลระดับความพึงพอใจตามเกณฑ์การประเมิน</w:t>
      </w:r>
      <w:r w:rsidR="00E20F4A">
        <w:rPr>
          <w:sz w:val="32"/>
          <w:szCs w:val="32"/>
        </w:rPr>
        <w:t xml:space="preserve"> </w:t>
      </w:r>
    </w:p>
    <w:p w:rsidR="00E336CE" w:rsidRPr="00AA5577" w:rsidRDefault="00E336CE" w:rsidP="00E336CE">
      <w:pPr>
        <w:pStyle w:val="Default"/>
        <w:jc w:val="thaiDistribute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 w:rsidRPr="00AA5577">
        <w:rPr>
          <w:rFonts w:hint="cs"/>
          <w:b/>
          <w:bCs/>
          <w:sz w:val="32"/>
          <w:szCs w:val="32"/>
          <w:cs/>
        </w:rPr>
        <w:tab/>
      </w:r>
      <w:r w:rsidR="00E20F4A" w:rsidRPr="00AA5577">
        <w:rPr>
          <w:b/>
          <w:bCs/>
          <w:sz w:val="32"/>
          <w:szCs w:val="32"/>
          <w:cs/>
        </w:rPr>
        <w:t>สรุปการประเมิน</w:t>
      </w:r>
      <w:r w:rsidR="00E20F4A" w:rsidRPr="00AA5577">
        <w:rPr>
          <w:b/>
          <w:bCs/>
          <w:sz w:val="32"/>
          <w:szCs w:val="32"/>
        </w:rPr>
        <w:t xml:space="preserve"> </w:t>
      </w:r>
    </w:p>
    <w:p w:rsidR="00DA56AE" w:rsidRDefault="00E336CE" w:rsidP="00DA56AE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  <w:cs/>
        </w:rPr>
        <w:t>ผลที่ได้จากการวิจัยสรุปเป็น</w:t>
      </w:r>
      <w:r w:rsidR="00E20F4A">
        <w:rPr>
          <w:sz w:val="32"/>
          <w:szCs w:val="32"/>
        </w:rPr>
        <w:t xml:space="preserve"> 2 </w:t>
      </w:r>
      <w:r w:rsidR="00E20F4A">
        <w:rPr>
          <w:sz w:val="32"/>
          <w:szCs w:val="32"/>
          <w:cs/>
        </w:rPr>
        <w:t>ตอน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คือ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ตอนที่</w:t>
      </w:r>
      <w:r w:rsidR="00E20F4A">
        <w:rPr>
          <w:sz w:val="32"/>
          <w:szCs w:val="32"/>
        </w:rPr>
        <w:t xml:space="preserve"> 1 </w:t>
      </w:r>
      <w:r w:rsidR="00E20F4A">
        <w:rPr>
          <w:sz w:val="32"/>
          <w:szCs w:val="32"/>
          <w:cs/>
        </w:rPr>
        <w:t>ผลการวิเคราะห์ความพึงพอใจของนักศึกษาที่มีต่อ</w:t>
      </w:r>
      <w:r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E20F4A">
        <w:rPr>
          <w:sz w:val="32"/>
          <w:szCs w:val="32"/>
        </w:rPr>
        <w:t>(</w:t>
      </w:r>
      <w:r w:rsidR="00E20F4A">
        <w:rPr>
          <w:sz w:val="32"/>
          <w:szCs w:val="32"/>
          <w:cs/>
        </w:rPr>
        <w:t>จำนวน</w:t>
      </w:r>
      <w:r w:rsidR="00DA56AE">
        <w:rPr>
          <w:sz w:val="32"/>
          <w:szCs w:val="32"/>
        </w:rPr>
        <w:t xml:space="preserve"> </w:t>
      </w:r>
      <w:r w:rsidR="00A978DC">
        <w:rPr>
          <w:sz w:val="32"/>
          <w:szCs w:val="32"/>
        </w:rPr>
        <w:t>1</w:t>
      </w:r>
      <w:r w:rsidR="00DA56AE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คน</w:t>
      </w:r>
      <w:r w:rsidR="00E20F4A">
        <w:rPr>
          <w:sz w:val="32"/>
          <w:szCs w:val="32"/>
        </w:rPr>
        <w:t>)</w:t>
      </w:r>
      <w:r w:rsidR="00DA56AE">
        <w:rPr>
          <w:sz w:val="32"/>
          <w:szCs w:val="32"/>
        </w:rPr>
        <w:t xml:space="preserve"> </w:t>
      </w:r>
      <w:r w:rsidR="00595BDB">
        <w:rPr>
          <w:sz w:val="32"/>
          <w:szCs w:val="32"/>
        </w:rPr>
        <w:t xml:space="preserve">        </w:t>
      </w:r>
      <w:r w:rsidR="00E20F4A">
        <w:rPr>
          <w:sz w:val="32"/>
          <w:szCs w:val="32"/>
          <w:cs/>
        </w:rPr>
        <w:t>ในด้านการ</w:t>
      </w:r>
      <w:r w:rsidR="005767D4">
        <w:rPr>
          <w:sz w:val="32"/>
          <w:szCs w:val="32"/>
          <w:cs/>
        </w:rPr>
        <w:t>เ</w:t>
      </w:r>
      <w:r w:rsidR="00595BDB">
        <w:rPr>
          <w:sz w:val="32"/>
          <w:szCs w:val="32"/>
          <w:cs/>
        </w:rPr>
        <w:t>รียน</w:t>
      </w:r>
      <w:r w:rsidR="005767D4">
        <w:rPr>
          <w:sz w:val="32"/>
          <w:szCs w:val="32"/>
          <w:cs/>
        </w:rPr>
        <w:t>การสอน</w:t>
      </w:r>
      <w:r w:rsidR="00DA56AE">
        <w:rPr>
          <w:sz w:val="32"/>
          <w:szCs w:val="32"/>
        </w:rPr>
        <w:t xml:space="preserve">        </w:t>
      </w:r>
      <w:r w:rsidR="00595BDB">
        <w:rPr>
          <w:sz w:val="32"/>
          <w:szCs w:val="32"/>
        </w:rPr>
        <w:t xml:space="preserve">    </w:t>
      </w:r>
      <w:r w:rsidR="00DA56AE">
        <w:rPr>
          <w:sz w:val="32"/>
          <w:szCs w:val="32"/>
        </w:rPr>
        <w:t xml:space="preserve">  </w:t>
      </w:r>
      <w:r w:rsidR="00E20F4A">
        <w:rPr>
          <w:sz w:val="32"/>
          <w:szCs w:val="32"/>
          <w:cs/>
        </w:rPr>
        <w:t>ด้าน</w:t>
      </w:r>
      <w:r w:rsidR="00595BDB">
        <w:rPr>
          <w:sz w:val="32"/>
          <w:szCs w:val="32"/>
          <w:cs/>
        </w:rPr>
        <w:t>สื่อการเรียนการสอน</w:t>
      </w:r>
    </w:p>
    <w:p w:rsidR="00E336CE" w:rsidRDefault="00725A7E" w:rsidP="00DA6DAC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ด้านคุณธรรม จริยธรรม และผลที่ได้จากการเรียนการสอน</w:t>
      </w:r>
      <w:r w:rsidR="0042631F">
        <w:rPr>
          <w:sz w:val="32"/>
          <w:szCs w:val="32"/>
          <w:cs/>
        </w:rPr>
        <w:t>ที่นักศึกษาได้รับในการเรีย</w:t>
      </w:r>
      <w:r>
        <w:rPr>
          <w:sz w:val="32"/>
          <w:szCs w:val="32"/>
          <w:cs/>
        </w:rPr>
        <w:t>น</w:t>
      </w:r>
      <w:r w:rsidR="005767D4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DA6DAC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ตอนที่</w:t>
      </w:r>
      <w:r w:rsidR="00E20F4A">
        <w:rPr>
          <w:sz w:val="32"/>
          <w:szCs w:val="32"/>
        </w:rPr>
        <w:t xml:space="preserve"> 2 </w:t>
      </w:r>
      <w:r w:rsidR="00E20F4A">
        <w:rPr>
          <w:sz w:val="32"/>
          <w:szCs w:val="32"/>
          <w:cs/>
        </w:rPr>
        <w:t>เป็นการเปรียบเทียบระดับความพึงพอใจ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ของนักศึกษาต่อ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5C42C9"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  <w:cs/>
        </w:rPr>
        <w:t>ในแต่ละด้าน</w:t>
      </w:r>
      <w:r w:rsidR="00E20F4A">
        <w:rPr>
          <w:sz w:val="32"/>
          <w:szCs w:val="32"/>
        </w:rPr>
        <w:t xml:space="preserve"> </w:t>
      </w:r>
    </w:p>
    <w:p w:rsidR="00E336CE" w:rsidRPr="00FF552E" w:rsidRDefault="00E336CE" w:rsidP="00C20167">
      <w:pPr>
        <w:pStyle w:val="Default"/>
        <w:jc w:val="both"/>
        <w:rPr>
          <w:color w:val="auto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ตอนที่</w:t>
      </w:r>
      <w:r w:rsidR="00E20F4A">
        <w:rPr>
          <w:sz w:val="32"/>
          <w:szCs w:val="32"/>
        </w:rPr>
        <w:t xml:space="preserve"> 1 </w:t>
      </w:r>
      <w:r w:rsidR="00E20F4A">
        <w:rPr>
          <w:sz w:val="32"/>
          <w:szCs w:val="32"/>
          <w:cs/>
        </w:rPr>
        <w:t>ผลการวิเคราะห์ความพึงพอใจของนักศึกษา</w:t>
      </w:r>
      <w:r w:rsidR="00A978DC">
        <w:rPr>
          <w:sz w:val="32"/>
          <w:szCs w:val="32"/>
        </w:rPr>
        <w:t xml:space="preserve"> </w:t>
      </w:r>
      <w:proofErr w:type="spellStart"/>
      <w:r w:rsidR="00A978DC">
        <w:rPr>
          <w:sz w:val="32"/>
          <w:szCs w:val="32"/>
          <w:cs/>
        </w:rPr>
        <w:t>ปวช</w:t>
      </w:r>
      <w:proofErr w:type="spellEnd"/>
      <w:r w:rsidR="00A978DC">
        <w:rPr>
          <w:sz w:val="32"/>
          <w:szCs w:val="32"/>
        </w:rPr>
        <w:t>.</w:t>
      </w:r>
      <w:r w:rsidR="00222C4F">
        <w:rPr>
          <w:sz w:val="32"/>
          <w:szCs w:val="32"/>
        </w:rPr>
        <w:t>1</w:t>
      </w:r>
      <w:r w:rsidR="00A978DC">
        <w:rPr>
          <w:sz w:val="32"/>
          <w:szCs w:val="32"/>
        </w:rPr>
        <w:t xml:space="preserve"> </w:t>
      </w:r>
      <w:r w:rsidR="00A978DC">
        <w:rPr>
          <w:sz w:val="32"/>
          <w:szCs w:val="32"/>
          <w:cs/>
        </w:rPr>
        <w:t xml:space="preserve">สาขางานอิเล็กทรอนิกส์   </w:t>
      </w:r>
      <w:r w:rsidR="00E20F4A">
        <w:rPr>
          <w:sz w:val="32"/>
          <w:szCs w:val="32"/>
          <w:cs/>
        </w:rPr>
        <w:t>ที่มีต่อ</w:t>
      </w:r>
      <w:r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A978DC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200A95"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  <w:cs/>
        </w:rPr>
        <w:t>ในทั้ง</w:t>
      </w:r>
      <w:r w:rsidR="00E20F4A">
        <w:rPr>
          <w:sz w:val="32"/>
          <w:szCs w:val="32"/>
        </w:rPr>
        <w:t xml:space="preserve"> </w:t>
      </w:r>
      <w:r w:rsidR="005420DD">
        <w:rPr>
          <w:sz w:val="32"/>
          <w:szCs w:val="32"/>
        </w:rPr>
        <w:t>4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ด้าน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ผลการวิเคราะห์พบว่า</w:t>
      </w:r>
      <w:r w:rsidR="00E20F4A">
        <w:rPr>
          <w:sz w:val="32"/>
          <w:szCs w:val="32"/>
        </w:rPr>
        <w:t xml:space="preserve">  </w:t>
      </w:r>
      <w:r w:rsidR="00E20F4A">
        <w:rPr>
          <w:sz w:val="32"/>
          <w:szCs w:val="32"/>
          <w:cs/>
        </w:rPr>
        <w:t>ในภาพรวมนักศึกษามีความพึงพอใจต่อ</w:t>
      </w:r>
      <w:r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A978DC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5420DD">
        <w:rPr>
          <w:sz w:val="32"/>
          <w:szCs w:val="32"/>
        </w:rPr>
        <w:t xml:space="preserve">   </w:t>
      </w:r>
      <w:r w:rsidR="006146A4">
        <w:rPr>
          <w:sz w:val="32"/>
          <w:szCs w:val="32"/>
        </w:rPr>
        <w:t xml:space="preserve"> </w:t>
      </w:r>
      <w:r w:rsidR="00200A95">
        <w:rPr>
          <w:rFonts w:hint="cs"/>
          <w:sz w:val="32"/>
          <w:szCs w:val="32"/>
          <w:cs/>
        </w:rPr>
        <w:t>สาขางาน</w:t>
      </w:r>
      <w:r w:rsidR="00A978DC">
        <w:rPr>
          <w:sz w:val="32"/>
          <w:szCs w:val="32"/>
          <w:cs/>
        </w:rPr>
        <w:t>อิเล็กทรอนิกส์</w:t>
      </w:r>
      <w:r>
        <w:rPr>
          <w:sz w:val="32"/>
          <w:szCs w:val="32"/>
        </w:rPr>
        <w:t>(N=</w:t>
      </w:r>
      <w:r w:rsidR="00A978DC">
        <w:rPr>
          <w:sz w:val="32"/>
          <w:szCs w:val="32"/>
        </w:rPr>
        <w:t>1</w:t>
      </w:r>
      <w:r w:rsidR="00E20F4A">
        <w:rPr>
          <w:sz w:val="32"/>
          <w:szCs w:val="32"/>
        </w:rPr>
        <w:t xml:space="preserve">) </w:t>
      </w:r>
      <w:r w:rsidR="00E20F4A">
        <w:rPr>
          <w:sz w:val="32"/>
          <w:szCs w:val="32"/>
          <w:cs/>
        </w:rPr>
        <w:t>ในทั้ง</w:t>
      </w:r>
      <w:r w:rsidR="00E20F4A">
        <w:rPr>
          <w:sz w:val="32"/>
          <w:szCs w:val="32"/>
        </w:rPr>
        <w:t xml:space="preserve"> </w:t>
      </w:r>
      <w:r w:rsidR="005420DD">
        <w:rPr>
          <w:sz w:val="32"/>
          <w:szCs w:val="32"/>
        </w:rPr>
        <w:t>4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ด้าน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อยู่ใน</w:t>
      </w:r>
      <w:r w:rsidR="00E20F4A">
        <w:rPr>
          <w:b/>
          <w:bCs/>
          <w:sz w:val="32"/>
          <w:szCs w:val="32"/>
          <w:cs/>
        </w:rPr>
        <w:t>ระดับพอใจมาก</w:t>
      </w:r>
      <w:r w:rsidR="00E20F4A">
        <w:rPr>
          <w:sz w:val="32"/>
          <w:szCs w:val="32"/>
          <w:cs/>
        </w:rPr>
        <w:t>ทุกด้าน</w:t>
      </w:r>
      <w:r w:rsidR="006A03F4">
        <w:rPr>
          <w:sz w:val="32"/>
          <w:szCs w:val="32"/>
        </w:rPr>
        <w:t xml:space="preserve"> (= 4.57</w:t>
      </w:r>
      <w:r w:rsidR="00E20F4A">
        <w:rPr>
          <w:sz w:val="32"/>
          <w:szCs w:val="32"/>
        </w:rPr>
        <w:t xml:space="preserve">) </w:t>
      </w:r>
      <w:r w:rsidR="00E20F4A">
        <w:rPr>
          <w:sz w:val="32"/>
          <w:szCs w:val="32"/>
          <w:cs/>
        </w:rPr>
        <w:t>และ</w:t>
      </w:r>
      <w:r w:rsidR="004C2478">
        <w:rPr>
          <w:color w:val="auto"/>
          <w:sz w:val="32"/>
          <w:szCs w:val="32"/>
          <w:cs/>
        </w:rPr>
        <w:t>นักศึกษามีความพึงพอใจด้าน</w:t>
      </w:r>
      <w:r w:rsidR="00222C4F">
        <w:rPr>
          <w:color w:val="auto"/>
          <w:sz w:val="32"/>
          <w:szCs w:val="32"/>
          <w:cs/>
        </w:rPr>
        <w:t>คุณธรรม จริยธรรม</w:t>
      </w:r>
      <w:r w:rsidR="00200A95">
        <w:rPr>
          <w:color w:val="auto"/>
          <w:sz w:val="32"/>
          <w:szCs w:val="32"/>
          <w:cs/>
        </w:rPr>
        <w:t>ที่นักศึกษาได้รับ</w:t>
      </w:r>
      <w:r w:rsidR="00200A95">
        <w:rPr>
          <w:rFonts w:hint="cs"/>
          <w:color w:val="auto"/>
          <w:sz w:val="32"/>
          <w:szCs w:val="32"/>
          <w:cs/>
        </w:rPr>
        <w:t>ในรายวิชานี้</w:t>
      </w:r>
      <w:r w:rsidR="00200A95">
        <w:rPr>
          <w:rFonts w:hint="cs"/>
          <w:sz w:val="32"/>
          <w:szCs w:val="32"/>
          <w:cs/>
        </w:rPr>
        <w:t>สูงสุด</w:t>
      </w:r>
      <w:r w:rsidR="002C271E">
        <w:rPr>
          <w:sz w:val="32"/>
          <w:szCs w:val="32"/>
        </w:rPr>
        <w:t xml:space="preserve"> </w:t>
      </w:r>
      <w:r w:rsidR="00200A95">
        <w:rPr>
          <w:sz w:val="32"/>
          <w:szCs w:val="32"/>
        </w:rPr>
        <w:t>(=4.</w:t>
      </w:r>
      <w:r w:rsidR="006A03F4">
        <w:rPr>
          <w:sz w:val="32"/>
          <w:szCs w:val="32"/>
        </w:rPr>
        <w:t>64</w:t>
      </w:r>
      <w:r w:rsidR="00E20F4A">
        <w:rPr>
          <w:sz w:val="32"/>
          <w:szCs w:val="32"/>
        </w:rPr>
        <w:t>)</w:t>
      </w:r>
      <w:r w:rsidR="000E58C2">
        <w:rPr>
          <w:sz w:val="32"/>
          <w:szCs w:val="32"/>
        </w:rPr>
        <w:t xml:space="preserve">    </w:t>
      </w:r>
      <w:r w:rsidR="002C271E">
        <w:rPr>
          <w:sz w:val="32"/>
          <w:szCs w:val="32"/>
        </w:rPr>
        <w:t xml:space="preserve">   </w:t>
      </w:r>
      <w:r w:rsidR="00E20F4A">
        <w:rPr>
          <w:sz w:val="32"/>
          <w:szCs w:val="32"/>
          <w:cs/>
        </w:rPr>
        <w:t>รองลงมาคือ</w:t>
      </w:r>
      <w:r w:rsidR="00222C4F">
        <w:rPr>
          <w:color w:val="auto"/>
          <w:sz w:val="32"/>
          <w:szCs w:val="32"/>
          <w:cs/>
        </w:rPr>
        <w:t>ผลที่ได้รับจากการเรียนการสอน</w:t>
      </w:r>
      <w:r w:rsidR="00200A95">
        <w:rPr>
          <w:sz w:val="32"/>
          <w:szCs w:val="32"/>
        </w:rPr>
        <w:t>(=4.</w:t>
      </w:r>
      <w:r w:rsidR="006A03F4">
        <w:rPr>
          <w:sz w:val="32"/>
          <w:szCs w:val="32"/>
        </w:rPr>
        <w:t>53</w:t>
      </w:r>
      <w:r w:rsidR="00200A95">
        <w:rPr>
          <w:sz w:val="32"/>
          <w:szCs w:val="32"/>
        </w:rPr>
        <w:t>)</w:t>
      </w:r>
      <w:r w:rsidR="006534D7">
        <w:rPr>
          <w:sz w:val="32"/>
          <w:szCs w:val="32"/>
        </w:rPr>
        <w:t xml:space="preserve"> </w:t>
      </w:r>
      <w:r w:rsidR="00381CA0">
        <w:rPr>
          <w:color w:val="auto"/>
          <w:sz w:val="32"/>
          <w:szCs w:val="32"/>
        </w:rPr>
        <w:t xml:space="preserve">  </w:t>
      </w:r>
      <w:r w:rsidR="00222C4F">
        <w:rPr>
          <w:sz w:val="32"/>
          <w:szCs w:val="32"/>
          <w:cs/>
        </w:rPr>
        <w:t>ด้านการเรียนการสอน</w:t>
      </w:r>
      <w:r w:rsidR="002C271E">
        <w:rPr>
          <w:sz w:val="32"/>
          <w:szCs w:val="32"/>
          <w:cs/>
        </w:rPr>
        <w:t xml:space="preserve"> </w:t>
      </w:r>
      <w:r w:rsidR="002C271E">
        <w:rPr>
          <w:sz w:val="32"/>
          <w:szCs w:val="32"/>
        </w:rPr>
        <w:t>(=4.</w:t>
      </w:r>
      <w:r w:rsidR="006A03F4">
        <w:rPr>
          <w:sz w:val="32"/>
          <w:szCs w:val="32"/>
        </w:rPr>
        <w:t>52</w:t>
      </w:r>
      <w:r w:rsidR="002C271E">
        <w:rPr>
          <w:sz w:val="32"/>
          <w:szCs w:val="32"/>
        </w:rPr>
        <w:t>)</w:t>
      </w:r>
      <w:r w:rsidR="006534D7">
        <w:rPr>
          <w:sz w:val="32"/>
          <w:szCs w:val="32"/>
        </w:rPr>
        <w:t xml:space="preserve"> </w:t>
      </w:r>
      <w:r w:rsidR="00C20167">
        <w:rPr>
          <w:sz w:val="32"/>
          <w:szCs w:val="32"/>
        </w:rPr>
        <w:t xml:space="preserve">  </w:t>
      </w:r>
      <w:r w:rsidR="006534D7">
        <w:rPr>
          <w:sz w:val="32"/>
          <w:szCs w:val="32"/>
          <w:cs/>
        </w:rPr>
        <w:t>และด้าน</w:t>
      </w:r>
      <w:r w:rsidR="00222C4F">
        <w:rPr>
          <w:sz w:val="32"/>
          <w:szCs w:val="32"/>
          <w:cs/>
        </w:rPr>
        <w:t>สื่อการเรียนการสอน</w:t>
      </w:r>
      <w:r w:rsidR="00C20167">
        <w:rPr>
          <w:sz w:val="32"/>
          <w:szCs w:val="32"/>
        </w:rPr>
        <w:t xml:space="preserve"> (=</w:t>
      </w:r>
      <w:r w:rsidR="006A03F4">
        <w:rPr>
          <w:sz w:val="32"/>
          <w:szCs w:val="32"/>
        </w:rPr>
        <w:t>4.57</w:t>
      </w:r>
      <w:r w:rsidR="00C20167">
        <w:rPr>
          <w:sz w:val="32"/>
          <w:szCs w:val="32"/>
        </w:rPr>
        <w:t>)</w:t>
      </w:r>
      <w:r w:rsidR="002C271E">
        <w:rPr>
          <w:sz w:val="32"/>
          <w:szCs w:val="32"/>
        </w:rPr>
        <w:t xml:space="preserve">  </w:t>
      </w:r>
      <w:r w:rsidR="00C20167">
        <w:rPr>
          <w:sz w:val="32"/>
          <w:szCs w:val="32"/>
        </w:rPr>
        <w:t xml:space="preserve"> </w:t>
      </w:r>
    </w:p>
    <w:p w:rsidR="00124493" w:rsidRDefault="00200A95" w:rsidP="0026255B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ตอนที่</w:t>
      </w:r>
      <w:r w:rsidR="00124493">
        <w:rPr>
          <w:sz w:val="32"/>
          <w:szCs w:val="32"/>
        </w:rPr>
        <w:t xml:space="preserve"> </w:t>
      </w:r>
      <w:r w:rsidR="00E20F4A">
        <w:rPr>
          <w:sz w:val="32"/>
          <w:szCs w:val="32"/>
        </w:rPr>
        <w:t xml:space="preserve">2 </w:t>
      </w:r>
      <w:r w:rsidR="00E20F4A">
        <w:rPr>
          <w:sz w:val="32"/>
          <w:szCs w:val="32"/>
          <w:cs/>
        </w:rPr>
        <w:t>ข้อเสนอแนะเกี่ยวกับ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E20F4A">
        <w:rPr>
          <w:sz w:val="32"/>
          <w:szCs w:val="32"/>
        </w:rPr>
        <w:t xml:space="preserve"> </w:t>
      </w:r>
      <w:r w:rsidR="00124493">
        <w:rPr>
          <w:sz w:val="32"/>
          <w:szCs w:val="32"/>
          <w:cs/>
        </w:rPr>
        <w:t>นักศึกษาได้แสดงความคิดเห็นโดยให</w:t>
      </w:r>
      <w:r w:rsidR="0026255B">
        <w:rPr>
          <w:sz w:val="32"/>
          <w:szCs w:val="32"/>
          <w:cs/>
        </w:rPr>
        <w:t>้</w:t>
      </w:r>
      <w:r w:rsidR="00E20F4A">
        <w:rPr>
          <w:sz w:val="32"/>
          <w:szCs w:val="32"/>
          <w:cs/>
        </w:rPr>
        <w:t>ข้อเสนอ</w:t>
      </w:r>
    </w:p>
    <w:p w:rsidR="0076066D" w:rsidRDefault="00E20F4A" w:rsidP="00DF4748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แนะเกี่ยวกับการจัดการเรียนการสอนและคุณลักษณะของ</w:t>
      </w:r>
      <w:r w:rsidR="00E336CE">
        <w:rPr>
          <w:sz w:val="32"/>
          <w:szCs w:val="32"/>
          <w:cs/>
        </w:rPr>
        <w:t>ครู</w:t>
      </w:r>
      <w:r w:rsidR="00987C12">
        <w:rPr>
          <w:sz w:val="32"/>
          <w:szCs w:val="32"/>
        </w:rPr>
        <w:t xml:space="preserve">  </w:t>
      </w:r>
      <w:r w:rsidR="0057211A">
        <w:rPr>
          <w:sz w:val="32"/>
          <w:szCs w:val="32"/>
        </w:rPr>
        <w:t xml:space="preserve">     </w:t>
      </w:r>
      <w:r w:rsidR="00987C12">
        <w:rPr>
          <w:sz w:val="32"/>
          <w:szCs w:val="32"/>
        </w:rPr>
        <w:t xml:space="preserve">   </w:t>
      </w:r>
      <w:r w:rsidR="00124493">
        <w:rPr>
          <w:sz w:val="32"/>
          <w:szCs w:val="32"/>
          <w:cs/>
        </w:rPr>
        <w:t>ในการสอนในรายวิชา</w:t>
      </w:r>
      <w:r w:rsidR="00C52DEE">
        <w:rPr>
          <w:sz w:val="32"/>
          <w:szCs w:val="32"/>
          <w:cs/>
        </w:rPr>
        <w:t>วงจร</w:t>
      </w:r>
      <w:r w:rsidR="00DF4748">
        <w:rPr>
          <w:sz w:val="32"/>
          <w:szCs w:val="32"/>
          <w:cs/>
        </w:rPr>
        <w:t>ฟ้ากระแสสลับ</w:t>
      </w:r>
      <w:r w:rsidR="0057211A">
        <w:rPr>
          <w:sz w:val="32"/>
          <w:szCs w:val="32"/>
        </w:rPr>
        <w:t xml:space="preserve">  </w:t>
      </w:r>
      <w:r>
        <w:rPr>
          <w:sz w:val="32"/>
          <w:szCs w:val="32"/>
          <w:cs/>
        </w:rPr>
        <w:t>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 w:rsidR="00124493">
        <w:rPr>
          <w:sz w:val="32"/>
          <w:szCs w:val="32"/>
        </w:rPr>
        <w:t xml:space="preserve">  </w:t>
      </w:r>
      <w:r>
        <w:rPr>
          <w:sz w:val="32"/>
          <w:szCs w:val="32"/>
          <w:cs/>
        </w:rPr>
        <w:t>หลายประเด็น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ซึ่งสรุปโดยภาพรวม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ดังนี้</w:t>
      </w:r>
      <w:r>
        <w:rPr>
          <w:sz w:val="32"/>
          <w:szCs w:val="32"/>
        </w:rPr>
        <w:t xml:space="preserve"> </w:t>
      </w:r>
      <w:r w:rsidR="0076066D">
        <w:rPr>
          <w:sz w:val="32"/>
          <w:szCs w:val="32"/>
        </w:rPr>
        <w:t xml:space="preserve"> </w:t>
      </w:r>
    </w:p>
    <w:p w:rsidR="00987C12" w:rsidRDefault="00987C12" w:rsidP="00987C12">
      <w:pPr>
        <w:pStyle w:val="Default"/>
        <w:jc w:val="both"/>
        <w:rPr>
          <w:sz w:val="32"/>
          <w:szCs w:val="32"/>
        </w:rPr>
      </w:pPr>
    </w:p>
    <w:p w:rsidR="0076066D" w:rsidRDefault="0076066D" w:rsidP="00E336CE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 </w:t>
      </w:r>
      <w:r w:rsidR="00E20F4A">
        <w:rPr>
          <w:sz w:val="32"/>
          <w:szCs w:val="32"/>
          <w:cs/>
        </w:rPr>
        <w:t>ลักษณะของ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ที่นักศึกษาพึงพอใจหรือชอบ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ได้แก่</w:t>
      </w:r>
      <w:r w:rsidR="00E20F4A">
        <w:rPr>
          <w:sz w:val="32"/>
          <w:szCs w:val="32"/>
        </w:rPr>
        <w:t xml:space="preserve"> </w:t>
      </w:r>
    </w:p>
    <w:p w:rsidR="0076066D" w:rsidRDefault="0076066D" w:rsidP="00E336CE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1.1 </w:t>
      </w:r>
      <w:r w:rsidR="00E20F4A">
        <w:rPr>
          <w:sz w:val="32"/>
          <w:szCs w:val="32"/>
          <w:cs/>
        </w:rPr>
        <w:t>สอนดี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สอนเก่ง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สอนสนุก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ตั้งใจสอน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เสียงดังฟังชัด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สอนให้นักศึกษาเข้าใจยกตัวอย่างประกอบได้ดี</w:t>
      </w:r>
      <w:r w:rsidR="00E20F4A">
        <w:rPr>
          <w:sz w:val="32"/>
          <w:szCs w:val="32"/>
        </w:rPr>
        <w:t xml:space="preserve"> </w:t>
      </w:r>
    </w:p>
    <w:p w:rsidR="0076066D" w:rsidRDefault="0076066D" w:rsidP="00E336CE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1.2 </w:t>
      </w:r>
      <w:r w:rsidR="00E20F4A">
        <w:rPr>
          <w:sz w:val="32"/>
          <w:szCs w:val="32"/>
          <w:cs/>
        </w:rPr>
        <w:t>ใจดีมีน้ำใจ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ให้ความเป็นกันเองกับนักศึกษา</w:t>
      </w:r>
      <w:r w:rsidR="00E20F4A">
        <w:rPr>
          <w:sz w:val="32"/>
          <w:szCs w:val="32"/>
        </w:rPr>
        <w:t xml:space="preserve"> </w:t>
      </w:r>
    </w:p>
    <w:p w:rsidR="0076066D" w:rsidRDefault="0076066D" w:rsidP="00E336CE">
      <w:pPr>
        <w:pStyle w:val="Defaul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1.3 </w:t>
      </w:r>
      <w:r w:rsidR="00E20F4A">
        <w:rPr>
          <w:sz w:val="32"/>
          <w:szCs w:val="32"/>
          <w:cs/>
        </w:rPr>
        <w:t>สอนให้นำไปใช้ประโยชน์ในชีวิตประจำวันได้</w:t>
      </w:r>
      <w:r w:rsidR="00E20F4A">
        <w:rPr>
          <w:sz w:val="32"/>
          <w:szCs w:val="32"/>
        </w:rPr>
        <w:t xml:space="preserve"> </w:t>
      </w:r>
    </w:p>
    <w:p w:rsidR="0076066D" w:rsidRDefault="00BC5CC5" w:rsidP="00E336CE">
      <w:pPr>
        <w:pStyle w:val="Default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57" type="#_x0000_t202" style="position:absolute;margin-left:397.4pt;margin-top:-54.35pt;width:57.05pt;height:26.5pt;z-index:251666432" stroked="f">
            <v:textbox>
              <w:txbxContent>
                <w:p w:rsidR="008E6F69" w:rsidRDefault="008E6F69" w:rsidP="00CA245A">
                  <w:r>
                    <w:t>19</w:t>
                  </w:r>
                </w:p>
              </w:txbxContent>
            </v:textbox>
          </v:shape>
        </w:pict>
      </w:r>
      <w:r w:rsidR="0076066D">
        <w:rPr>
          <w:sz w:val="32"/>
          <w:szCs w:val="32"/>
        </w:rPr>
        <w:t xml:space="preserve"> </w:t>
      </w:r>
      <w:r w:rsidR="0076066D">
        <w:rPr>
          <w:sz w:val="32"/>
          <w:szCs w:val="32"/>
        </w:rPr>
        <w:tab/>
      </w:r>
      <w:r w:rsidR="0076066D">
        <w:rPr>
          <w:sz w:val="32"/>
          <w:szCs w:val="32"/>
        </w:rPr>
        <w:tab/>
      </w:r>
      <w:r w:rsidR="0076066D"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1.4 </w:t>
      </w:r>
      <w:r w:rsidR="00E20F4A">
        <w:rPr>
          <w:sz w:val="32"/>
          <w:szCs w:val="32"/>
          <w:cs/>
        </w:rPr>
        <w:t>มีวิธีการสอนที่แปลกใหม่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ทันสมัยให้นักศึกษาเข้าใจง่าย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1.5 </w:t>
      </w:r>
      <w:r w:rsidR="00E20F4A">
        <w:rPr>
          <w:sz w:val="32"/>
          <w:szCs w:val="32"/>
          <w:cs/>
        </w:rPr>
        <w:t>มีการจัดกิจกรรมในชั้นเรียนให้นักศึกษามีส่วนร่วม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1.6 </w:t>
      </w:r>
      <w:r w:rsidR="00E20F4A">
        <w:rPr>
          <w:sz w:val="32"/>
          <w:szCs w:val="32"/>
          <w:cs/>
        </w:rPr>
        <w:t>ใช้สื่อการสอนที่ชัดเจน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ทำให้เข้าใจเนื้อหาได้ดี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 </w:t>
      </w:r>
      <w:r w:rsidR="00E20F4A">
        <w:rPr>
          <w:sz w:val="32"/>
          <w:szCs w:val="32"/>
          <w:cs/>
        </w:rPr>
        <w:t>ลักษณะของ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ที่นักศึกษาไม่พึงพอใจหรือไม่ชอบ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ได้แก่</w:t>
      </w:r>
      <w:r w:rsidR="00E20F4A">
        <w:rPr>
          <w:sz w:val="32"/>
          <w:szCs w:val="32"/>
        </w:rPr>
        <w:t xml:space="preserve"> </w:t>
      </w:r>
    </w:p>
    <w:p w:rsidR="0076066D" w:rsidRDefault="00BC5CC5" w:rsidP="0076066D">
      <w:pPr>
        <w:pStyle w:val="Default"/>
        <w:ind w:firstLine="72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5" type="#_x0000_t202" style="position:absolute;left:0;text-align:left;margin-left:436.35pt;margin-top:10.5pt;width:131.35pt;height:10.15pt;z-index:251657216" stroked="f">
            <v:textbox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 w:rsidR="0076066D">
        <w:rPr>
          <w:sz w:val="32"/>
          <w:szCs w:val="32"/>
        </w:rPr>
        <w:t xml:space="preserve"> </w:t>
      </w:r>
      <w:r w:rsidR="0076066D">
        <w:rPr>
          <w:sz w:val="32"/>
          <w:szCs w:val="32"/>
        </w:rPr>
        <w:tab/>
      </w:r>
      <w:r w:rsidR="0076066D"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2.1 </w:t>
      </w:r>
      <w:r w:rsidR="00E20F4A">
        <w:rPr>
          <w:sz w:val="32"/>
          <w:szCs w:val="32"/>
          <w:cs/>
        </w:rPr>
        <w:t>สอนไม่เข้าใจ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สอนไม่ละเอียด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เนื้อหายาก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โปรแกรมซ้ำซ้อน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2.2 </w:t>
      </w:r>
      <w:r w:rsidR="00E20F4A">
        <w:rPr>
          <w:sz w:val="32"/>
          <w:szCs w:val="32"/>
          <w:cs/>
        </w:rPr>
        <w:t>สอนไม่รู้เรื่อง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ตำราไม่มีใช้ประกอบการสอน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สอนเร็ว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ใช้คำศัพท์ยากเกินไป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2.3 </w:t>
      </w:r>
      <w:r w:rsidR="00E20F4A">
        <w:rPr>
          <w:sz w:val="32"/>
          <w:szCs w:val="32"/>
          <w:cs/>
        </w:rPr>
        <w:t>สอนไม่น่าสนใจ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ไม่ตรงประเด็นของเนื้อหา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พูดเบามาก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สอนช้า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ไม่สนุก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2.4 </w:t>
      </w:r>
      <w:r w:rsidR="00E20F4A">
        <w:rPr>
          <w:sz w:val="32"/>
          <w:szCs w:val="32"/>
          <w:cs/>
        </w:rPr>
        <w:t>สอนไม่เข้าใจ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สอนตามสไลด์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ไม่อธิบายตัวอย่าง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ไม่เฉลยแบบฝึกหัดและไม่ทบทวน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2.5 </w:t>
      </w:r>
      <w:r w:rsidR="00E20F4A">
        <w:rPr>
          <w:sz w:val="32"/>
          <w:szCs w:val="32"/>
          <w:cs/>
        </w:rPr>
        <w:t>สอนไม่เป็นไปตามลำดับขั้นตอน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และสอนเร็วเกินไป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2.6 </w:t>
      </w:r>
      <w:r w:rsidR="00E20F4A">
        <w:rPr>
          <w:sz w:val="32"/>
          <w:szCs w:val="32"/>
          <w:cs/>
        </w:rPr>
        <w:t>สอนโดยไม่มีการยกตัวอย่างให้ชัดเจน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ส่วนใหญ่สอนตามหนังสือ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2.7 </w:t>
      </w:r>
      <w:r w:rsidR="00E20F4A">
        <w:rPr>
          <w:sz w:val="32"/>
          <w:szCs w:val="32"/>
          <w:cs/>
        </w:rPr>
        <w:t>เอาอารมณ์ของตนเป็นใหญ่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สอนเร็วและสไลด์ประกอบการสอนมากเกินไป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2.8 </w:t>
      </w:r>
      <w:r w:rsidR="00E20F4A">
        <w:rPr>
          <w:sz w:val="32"/>
          <w:szCs w:val="32"/>
          <w:cs/>
        </w:rPr>
        <w:t>เสียงดังเกินไป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และบางครั้งพูดนอกเรื่องมากไป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2.9 </w:t>
      </w:r>
      <w:r w:rsidR="00E20F4A">
        <w:rPr>
          <w:sz w:val="32"/>
          <w:szCs w:val="32"/>
          <w:cs/>
        </w:rPr>
        <w:t>ไม่ชมนักศึกษาเลย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แต่ตำหนิว่านักศึกษาสู้นักศึกษาที่อื่นไม่ได้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2.10 </w:t>
      </w:r>
      <w:r w:rsidR="00E20F4A">
        <w:rPr>
          <w:sz w:val="32"/>
          <w:szCs w:val="32"/>
          <w:cs/>
        </w:rPr>
        <w:t>งานที่มอบหมายยากเกินไป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และมากเกินไป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2.11 </w:t>
      </w:r>
      <w:r w:rsidR="00E20F4A">
        <w:rPr>
          <w:sz w:val="32"/>
          <w:szCs w:val="32"/>
          <w:cs/>
        </w:rPr>
        <w:t>ควรปรับปรุงบรรยากาศการสอนให้ดี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2.12 </w:t>
      </w:r>
      <w:r w:rsidR="00E20F4A">
        <w:rPr>
          <w:sz w:val="32"/>
          <w:szCs w:val="32"/>
          <w:cs/>
        </w:rPr>
        <w:t>ควรให้มีการประชุมปฏิบัติการและมีการใช้สื่อปฏิบัติจริง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2.13 </w:t>
      </w:r>
      <w:r w:rsidR="00E20F4A">
        <w:rPr>
          <w:sz w:val="32"/>
          <w:szCs w:val="32"/>
          <w:cs/>
        </w:rPr>
        <w:t>ควรดูแลนักศึกษ</w:t>
      </w:r>
      <w:r>
        <w:rPr>
          <w:rFonts w:hint="cs"/>
          <w:sz w:val="32"/>
          <w:szCs w:val="32"/>
          <w:cs/>
        </w:rPr>
        <w:t>า</w:t>
      </w:r>
      <w:r w:rsidR="00E20F4A">
        <w:rPr>
          <w:sz w:val="32"/>
          <w:szCs w:val="32"/>
          <w:cs/>
        </w:rPr>
        <w:t>ให้ทั่วถึง</w:t>
      </w:r>
      <w:r w:rsidR="00E20F4A">
        <w:rPr>
          <w:sz w:val="32"/>
          <w:szCs w:val="32"/>
        </w:rPr>
        <w:t xml:space="preserve"> </w:t>
      </w:r>
    </w:p>
    <w:p w:rsidR="0076066D" w:rsidRDefault="0076066D" w:rsidP="0076066D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2.14 </w:t>
      </w:r>
      <w:r w:rsidR="00E20F4A">
        <w:rPr>
          <w:sz w:val="32"/>
          <w:szCs w:val="32"/>
          <w:cs/>
        </w:rPr>
        <w:t>ไม่เปิดโอกาสให้ซักถามและไม่ค่อยฟังความค</w:t>
      </w:r>
      <w:r>
        <w:rPr>
          <w:rFonts w:hint="cs"/>
          <w:sz w:val="32"/>
          <w:szCs w:val="32"/>
          <w:cs/>
        </w:rPr>
        <w:t>ิ</w:t>
      </w:r>
      <w:r w:rsidR="00E20F4A">
        <w:rPr>
          <w:sz w:val="32"/>
          <w:szCs w:val="32"/>
          <w:cs/>
        </w:rPr>
        <w:t>ดเห็นของนักศึกษา</w:t>
      </w:r>
      <w:r w:rsidR="00E20F4A">
        <w:rPr>
          <w:sz w:val="32"/>
          <w:szCs w:val="32"/>
        </w:rPr>
        <w:t xml:space="preserve"> </w:t>
      </w:r>
    </w:p>
    <w:p w:rsidR="00960921" w:rsidRDefault="00960921" w:rsidP="00460FD9">
      <w:pPr>
        <w:pStyle w:val="Default"/>
        <w:rPr>
          <w:b/>
          <w:bCs/>
          <w:sz w:val="32"/>
          <w:szCs w:val="32"/>
        </w:rPr>
      </w:pPr>
    </w:p>
    <w:p w:rsidR="00460FD9" w:rsidRPr="00460FD9" w:rsidRDefault="00E20F4A" w:rsidP="00460FD9">
      <w:pPr>
        <w:pStyle w:val="Default"/>
        <w:rPr>
          <w:sz w:val="32"/>
          <w:szCs w:val="32"/>
        </w:rPr>
      </w:pPr>
      <w:r w:rsidRPr="00460FD9">
        <w:rPr>
          <w:b/>
          <w:bCs/>
          <w:sz w:val="32"/>
          <w:szCs w:val="32"/>
          <w:cs/>
        </w:rPr>
        <w:t>อภิปรายผล</w:t>
      </w:r>
    </w:p>
    <w:p w:rsidR="008678C9" w:rsidRDefault="00BC5CC5" w:rsidP="00BB2F3A">
      <w:pPr>
        <w:pStyle w:val="Default"/>
        <w:jc w:val="both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w:pict>
          <v:shape id="_x0000_s1046" type="#_x0000_t202" style="position:absolute;left:0;text-align:left;margin-left:446.25pt;margin-top:31.6pt;width:121.45pt;height:3.55pt;z-index:251658240" stroked="f">
            <v:textbox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 w:rsidR="00460FD9">
        <w:rPr>
          <w:rFonts w:hint="cs"/>
          <w:sz w:val="32"/>
          <w:szCs w:val="32"/>
          <w:cs/>
        </w:rPr>
        <w:t xml:space="preserve">  </w:t>
      </w:r>
      <w:r w:rsidR="00460FD9"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จากการประเมินความพึงพอใจของนักศึกษา</w:t>
      </w:r>
      <w:r w:rsidR="00460FD9">
        <w:rPr>
          <w:rFonts w:hint="cs"/>
          <w:sz w:val="32"/>
          <w:szCs w:val="32"/>
          <w:cs/>
        </w:rPr>
        <w:t>ระดับ</w:t>
      </w:r>
      <w:r w:rsidR="00C97035">
        <w:rPr>
          <w:sz w:val="32"/>
          <w:szCs w:val="32"/>
          <w:cs/>
        </w:rPr>
        <w:t xml:space="preserve">ชั้น  </w:t>
      </w:r>
      <w:proofErr w:type="spellStart"/>
      <w:r w:rsidR="0073690A">
        <w:rPr>
          <w:sz w:val="32"/>
          <w:szCs w:val="32"/>
          <w:cs/>
        </w:rPr>
        <w:t>ปวช</w:t>
      </w:r>
      <w:proofErr w:type="spellEnd"/>
      <w:r w:rsidR="0073690A">
        <w:rPr>
          <w:sz w:val="32"/>
          <w:szCs w:val="32"/>
        </w:rPr>
        <w:t>.</w:t>
      </w:r>
      <w:r w:rsidR="00DF4748">
        <w:rPr>
          <w:sz w:val="32"/>
          <w:szCs w:val="32"/>
        </w:rPr>
        <w:t>1</w:t>
      </w:r>
      <w:r w:rsidR="008678C9">
        <w:rPr>
          <w:sz w:val="32"/>
          <w:szCs w:val="32"/>
        </w:rPr>
        <w:t xml:space="preserve">  </w:t>
      </w:r>
      <w:r w:rsidR="00C97035">
        <w:rPr>
          <w:sz w:val="32"/>
          <w:szCs w:val="32"/>
          <w:cs/>
        </w:rPr>
        <w:t xml:space="preserve">สาขางานอิเล็กทรอนิกส์   </w:t>
      </w:r>
      <w:r w:rsidR="0073690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ต่อ</w:t>
      </w:r>
      <w:r w:rsidR="00E336CE">
        <w:rPr>
          <w:sz w:val="32"/>
          <w:szCs w:val="32"/>
          <w:cs/>
        </w:rPr>
        <w:t>ครู</w:t>
      </w:r>
    </w:p>
    <w:p w:rsidR="00460FD9" w:rsidRPr="00010778" w:rsidRDefault="00E20F4A" w:rsidP="00BB2F3A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  <w:cs/>
        </w:rPr>
        <w:t>ผู้สอน</w:t>
      </w:r>
      <w:r w:rsidR="0073690A">
        <w:rPr>
          <w:sz w:val="32"/>
          <w:szCs w:val="32"/>
          <w:cs/>
        </w:rPr>
        <w:t>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460FD9">
        <w:rPr>
          <w:rFonts w:hint="cs"/>
          <w:sz w:val="32"/>
          <w:szCs w:val="32"/>
          <w:cs/>
        </w:rPr>
        <w:t xml:space="preserve"> สาขางาน</w:t>
      </w:r>
      <w:r w:rsidR="0073690A">
        <w:rPr>
          <w:sz w:val="32"/>
          <w:szCs w:val="32"/>
          <w:cs/>
        </w:rPr>
        <w:t>อิเล็กทรอนิกส์</w:t>
      </w:r>
      <w:r w:rsidR="00460FD9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ของวิทยาลัย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 w:rsidR="005E6EC4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ในด้านการ</w:t>
      </w:r>
      <w:r w:rsidR="008323C5">
        <w:rPr>
          <w:sz w:val="32"/>
          <w:szCs w:val="32"/>
          <w:cs/>
        </w:rPr>
        <w:t>เรียน</w:t>
      </w:r>
      <w:r w:rsidR="00BB2F3A">
        <w:rPr>
          <w:sz w:val="32"/>
          <w:szCs w:val="32"/>
          <w:cs/>
        </w:rPr>
        <w:t>การสอน  ด้าน</w:t>
      </w:r>
      <w:r w:rsidR="008323C5">
        <w:rPr>
          <w:sz w:val="32"/>
          <w:szCs w:val="32"/>
          <w:cs/>
        </w:rPr>
        <w:t>สื่อการเรียนการสอน  ด้านคุณธรรม จริยธรรม    และผลที่ได้รับจากการเรียนการสอน</w:t>
      </w:r>
      <w:r>
        <w:rPr>
          <w:sz w:val="32"/>
          <w:szCs w:val="32"/>
          <w:cs/>
        </w:rPr>
        <w:t>ที่นักศึกษาได้รับในการเรียนวิชา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8323C5">
        <w:rPr>
          <w:sz w:val="32"/>
          <w:szCs w:val="32"/>
        </w:rPr>
        <w:t xml:space="preserve">    </w:t>
      </w:r>
      <w:r w:rsidR="00E504E5">
        <w:rPr>
          <w:sz w:val="32"/>
          <w:szCs w:val="32"/>
        </w:rPr>
        <w:t xml:space="preserve"> </w:t>
      </w:r>
      <w:r w:rsidR="008323C5">
        <w:rPr>
          <w:sz w:val="32"/>
          <w:szCs w:val="32"/>
        </w:rPr>
        <w:t xml:space="preserve"> </w:t>
      </w:r>
      <w:r w:rsidR="00E504E5">
        <w:rPr>
          <w:sz w:val="32"/>
          <w:szCs w:val="32"/>
        </w:rPr>
        <w:t xml:space="preserve">  </w:t>
      </w:r>
      <w:r>
        <w:rPr>
          <w:sz w:val="32"/>
          <w:szCs w:val="32"/>
          <w:cs/>
        </w:rPr>
        <w:t>มีประเด็นที่ขอนำมาอภิปรายผลได้หลายประเด็นดังนี้</w:t>
      </w:r>
      <w:r>
        <w:rPr>
          <w:sz w:val="32"/>
          <w:szCs w:val="32"/>
        </w:rPr>
        <w:t xml:space="preserve"> </w:t>
      </w:r>
    </w:p>
    <w:p w:rsidR="009C654C" w:rsidRDefault="009C654C" w:rsidP="00460FD9">
      <w:pPr>
        <w:pStyle w:val="Default"/>
        <w:jc w:val="thaiDistribute"/>
        <w:rPr>
          <w:b/>
          <w:bCs/>
          <w:sz w:val="16"/>
          <w:szCs w:val="16"/>
        </w:rPr>
      </w:pPr>
    </w:p>
    <w:p w:rsidR="00E55688" w:rsidRDefault="00E55688" w:rsidP="00460FD9">
      <w:pPr>
        <w:pStyle w:val="Default"/>
        <w:jc w:val="thaiDistribute"/>
        <w:rPr>
          <w:b/>
          <w:bCs/>
          <w:sz w:val="16"/>
          <w:szCs w:val="16"/>
        </w:rPr>
      </w:pPr>
    </w:p>
    <w:p w:rsidR="00E55688" w:rsidRDefault="00E55688" w:rsidP="00460FD9">
      <w:pPr>
        <w:pStyle w:val="Default"/>
        <w:jc w:val="thaiDistribute"/>
        <w:rPr>
          <w:b/>
          <w:bCs/>
          <w:sz w:val="16"/>
          <w:szCs w:val="16"/>
        </w:rPr>
      </w:pPr>
    </w:p>
    <w:p w:rsidR="00E55688" w:rsidRDefault="00E55688" w:rsidP="00460FD9">
      <w:pPr>
        <w:pStyle w:val="Default"/>
        <w:jc w:val="thaiDistribute"/>
        <w:rPr>
          <w:b/>
          <w:bCs/>
          <w:sz w:val="16"/>
          <w:szCs w:val="16"/>
        </w:rPr>
      </w:pPr>
    </w:p>
    <w:p w:rsidR="00E55688" w:rsidRDefault="00E55688" w:rsidP="00460FD9">
      <w:pPr>
        <w:pStyle w:val="Default"/>
        <w:jc w:val="thaiDistribute"/>
        <w:rPr>
          <w:b/>
          <w:bCs/>
          <w:sz w:val="16"/>
          <w:szCs w:val="16"/>
        </w:rPr>
      </w:pPr>
    </w:p>
    <w:p w:rsidR="00E55688" w:rsidRPr="009C654C" w:rsidRDefault="00E55688" w:rsidP="00460FD9">
      <w:pPr>
        <w:pStyle w:val="Default"/>
        <w:jc w:val="thaiDistribute"/>
        <w:rPr>
          <w:b/>
          <w:bCs/>
          <w:sz w:val="16"/>
          <w:szCs w:val="16"/>
        </w:rPr>
      </w:pPr>
    </w:p>
    <w:p w:rsidR="00460FD9" w:rsidRDefault="00BC5CC5" w:rsidP="00460FD9">
      <w:pPr>
        <w:pStyle w:val="Default"/>
        <w:jc w:val="thaiDistribute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w:pict>
          <v:shape id="_x0000_s1058" type="#_x0000_t202" style="position:absolute;left:0;text-align:left;margin-left:388.45pt;margin-top:-53.8pt;width:57.05pt;height:26.5pt;z-index:251667456" stroked="f">
            <v:textbox>
              <w:txbxContent>
                <w:p w:rsidR="008E6F69" w:rsidRDefault="008E6F69" w:rsidP="00CA245A">
                  <w:r>
                    <w:t>20</w:t>
                  </w:r>
                </w:p>
              </w:txbxContent>
            </v:textbox>
          </v:shape>
        </w:pict>
      </w:r>
      <w:r w:rsidR="00E20F4A">
        <w:rPr>
          <w:b/>
          <w:bCs/>
          <w:sz w:val="32"/>
          <w:szCs w:val="32"/>
          <w:cs/>
        </w:rPr>
        <w:t>ความพึงพอใจ</w:t>
      </w:r>
      <w:r w:rsidR="00E20F4A">
        <w:rPr>
          <w:b/>
          <w:bCs/>
          <w:sz w:val="32"/>
          <w:szCs w:val="32"/>
        </w:rPr>
        <w:t xml:space="preserve"> </w:t>
      </w:r>
    </w:p>
    <w:p w:rsidR="006D42FF" w:rsidRDefault="00460FD9" w:rsidP="00460FD9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จะเห็นได้ว่านักศึกษา</w:t>
      </w:r>
      <w:r w:rsidR="005E6EC4">
        <w:rPr>
          <w:sz w:val="32"/>
          <w:szCs w:val="32"/>
          <w:cs/>
        </w:rPr>
        <w:t>ส่วนใหญ่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มีความพึงพอใจต่อ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ผู้สอน</w:t>
      </w:r>
      <w:r w:rsidR="0073690A">
        <w:rPr>
          <w:sz w:val="32"/>
          <w:szCs w:val="32"/>
          <w:cs/>
        </w:rPr>
        <w:t>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73690A">
        <w:rPr>
          <w:sz w:val="32"/>
          <w:szCs w:val="32"/>
          <w:cs/>
        </w:rPr>
        <w:t xml:space="preserve"> </w:t>
      </w:r>
      <w:r w:rsidR="005E6EC4">
        <w:rPr>
          <w:rFonts w:hint="cs"/>
          <w:sz w:val="32"/>
          <w:szCs w:val="32"/>
          <w:cs/>
        </w:rPr>
        <w:t>สาขางาน</w:t>
      </w:r>
      <w:r w:rsidR="0073690A">
        <w:rPr>
          <w:sz w:val="32"/>
          <w:szCs w:val="32"/>
          <w:cs/>
        </w:rPr>
        <w:t>อิเล็กทรอนิกส์</w:t>
      </w:r>
      <w:r w:rsidR="00E20F4A">
        <w:rPr>
          <w:sz w:val="32"/>
          <w:szCs w:val="32"/>
          <w:cs/>
        </w:rPr>
        <w:t>ในภาพรวมทั้ง</w:t>
      </w:r>
      <w:r w:rsidR="00E20F4A">
        <w:rPr>
          <w:sz w:val="32"/>
          <w:szCs w:val="32"/>
        </w:rPr>
        <w:t xml:space="preserve"> </w:t>
      </w:r>
      <w:r w:rsidR="00E55688">
        <w:rPr>
          <w:sz w:val="32"/>
          <w:szCs w:val="32"/>
        </w:rPr>
        <w:t>4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ด้าน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อยู่ใน</w:t>
      </w:r>
      <w:r w:rsidR="00E20F4A">
        <w:rPr>
          <w:b/>
          <w:bCs/>
          <w:sz w:val="32"/>
          <w:szCs w:val="32"/>
          <w:cs/>
        </w:rPr>
        <w:t>ระดับพอใจมาก</w:t>
      </w:r>
      <w:r w:rsidR="00E20F4A">
        <w:rPr>
          <w:b/>
          <w:bCs/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และยั</w:t>
      </w:r>
      <w:r w:rsidR="00770F09">
        <w:rPr>
          <w:rFonts w:hint="cs"/>
          <w:sz w:val="32"/>
          <w:szCs w:val="32"/>
          <w:cs/>
        </w:rPr>
        <w:t>ง</w:t>
      </w:r>
      <w:r w:rsidR="00E20F4A">
        <w:rPr>
          <w:sz w:val="32"/>
          <w:szCs w:val="32"/>
          <w:cs/>
        </w:rPr>
        <w:t>แสดงว่าวิทยาลัย</w:t>
      </w:r>
      <w:r>
        <w:rPr>
          <w:sz w:val="32"/>
          <w:szCs w:val="32"/>
          <w:cs/>
        </w:rPr>
        <w:t>สารพัดช่างปราจีนบุรี</w:t>
      </w:r>
      <w:r w:rsidR="00E20F4A">
        <w:rPr>
          <w:sz w:val="32"/>
          <w:szCs w:val="32"/>
          <w:cs/>
        </w:rPr>
        <w:t>มี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ส่วนใหญ่ที่มีความสามารถในด้านการจัดการเรียนการสอน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การใช้สื่อและอุปกรณ์การสอน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การวัดและประเมินผลอาจเป็นเพราะวิทยาลัย</w:t>
      </w:r>
      <w:r>
        <w:rPr>
          <w:sz w:val="32"/>
          <w:szCs w:val="32"/>
          <w:cs/>
        </w:rPr>
        <w:t>สารพัดช่างปราจีนบุรี</w:t>
      </w:r>
      <w:r w:rsidR="00E20F4A">
        <w:rPr>
          <w:sz w:val="32"/>
          <w:szCs w:val="32"/>
          <w:cs/>
        </w:rPr>
        <w:t>มีการบริหารการจัดการในเรื่องการคัด</w:t>
      </w:r>
      <w:r w:rsidR="00770F09">
        <w:rPr>
          <w:sz w:val="32"/>
          <w:szCs w:val="32"/>
          <w:cs/>
        </w:rPr>
        <w:t>เลือกและการแต่งตั้งคณะครูใน</w:t>
      </w:r>
      <w:r w:rsidR="00E20F4A">
        <w:rPr>
          <w:sz w:val="32"/>
          <w:szCs w:val="32"/>
          <w:cs/>
        </w:rPr>
        <w:t>สาขา</w:t>
      </w:r>
      <w:r w:rsidR="00770F09">
        <w:rPr>
          <w:rFonts w:hint="cs"/>
          <w:sz w:val="32"/>
          <w:szCs w:val="32"/>
          <w:cs/>
        </w:rPr>
        <w:t>งาน</w:t>
      </w:r>
      <w:r w:rsidR="00E20F4A">
        <w:rPr>
          <w:sz w:val="32"/>
          <w:szCs w:val="32"/>
          <w:cs/>
        </w:rPr>
        <w:t>ต่าง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ๆ</w:t>
      </w:r>
      <w:r w:rsidR="00E20F4A">
        <w:rPr>
          <w:sz w:val="32"/>
          <w:szCs w:val="32"/>
        </w:rPr>
        <w:t xml:space="preserve"> </w:t>
      </w:r>
      <w:r w:rsidR="00770F09">
        <w:rPr>
          <w:rFonts w:hint="cs"/>
          <w:sz w:val="32"/>
          <w:szCs w:val="32"/>
          <w:cs/>
        </w:rPr>
        <w:t xml:space="preserve">อย่างรอบคอบและยึดเกณฑ์มาตรฐานการอาชีวศึกษา </w:t>
      </w:r>
      <w:r w:rsidR="00E20F4A">
        <w:rPr>
          <w:sz w:val="32"/>
          <w:szCs w:val="32"/>
          <w:cs/>
        </w:rPr>
        <w:t>จำนวนและคุณวุฒิของ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ว่า</w:t>
      </w:r>
      <w:r w:rsidR="00E20F4A">
        <w:rPr>
          <w:sz w:val="32"/>
          <w:szCs w:val="32"/>
        </w:rPr>
        <w:t xml:space="preserve"> </w:t>
      </w:r>
      <w:r w:rsidR="00E20F4A">
        <w:rPr>
          <w:rFonts w:ascii="Times New Roman" w:hAnsi="Times New Roman" w:cs="Times New Roman"/>
          <w:sz w:val="32"/>
          <w:szCs w:val="32"/>
        </w:rPr>
        <w:t>“</w:t>
      </w:r>
      <w:r w:rsidR="00E20F4A">
        <w:rPr>
          <w:sz w:val="32"/>
          <w:szCs w:val="32"/>
          <w:cs/>
        </w:rPr>
        <w:t>ต้องมี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ประจำหลักสูตรตลอดระยะเวลาที่จัดการศึกษาตามหลักสูตรนั้น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ซึ่งมีคุณวุฒิตรงหรือสัมพันธ์</w:t>
      </w:r>
      <w:r w:rsidR="00770F09">
        <w:rPr>
          <w:sz w:val="32"/>
          <w:szCs w:val="32"/>
          <w:cs/>
        </w:rPr>
        <w:t>กับสาขาวิชาที่เปิดสอน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และต้องเป็นผู้มีคุณวุฒิไม่ต่ำกว่าปริญญา</w:t>
      </w:r>
      <w:r w:rsidR="00770F09">
        <w:rPr>
          <w:rFonts w:hint="cs"/>
          <w:sz w:val="32"/>
          <w:szCs w:val="32"/>
          <w:cs/>
        </w:rPr>
        <w:t>ตรี</w:t>
      </w:r>
      <w:r w:rsidR="006D42FF">
        <w:rPr>
          <w:sz w:val="32"/>
          <w:szCs w:val="32"/>
          <w:cs/>
        </w:rPr>
        <w:t>หรือเทียบ</w:t>
      </w:r>
      <w:r w:rsidR="006D42FF">
        <w:rPr>
          <w:rFonts w:hint="cs"/>
          <w:sz w:val="32"/>
          <w:szCs w:val="32"/>
          <w:cs/>
        </w:rPr>
        <w:t xml:space="preserve">เท่า </w:t>
      </w:r>
      <w:r w:rsidR="00770F09"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  <w:cs/>
        </w:rPr>
        <w:t>หรือเป็นผู้ดำรง</w:t>
      </w:r>
      <w:r w:rsidR="00770F09">
        <w:rPr>
          <w:sz w:val="32"/>
          <w:szCs w:val="32"/>
          <w:cs/>
        </w:rPr>
        <w:t>ตำแหน่งทางวิชาการ</w:t>
      </w:r>
      <w:r w:rsidR="00770F09">
        <w:rPr>
          <w:rFonts w:hint="cs"/>
          <w:sz w:val="32"/>
          <w:szCs w:val="32"/>
          <w:cs/>
        </w:rPr>
        <w:t xml:space="preserve">   </w:t>
      </w:r>
      <w:r w:rsidR="00E20F4A">
        <w:rPr>
          <w:sz w:val="32"/>
          <w:szCs w:val="32"/>
          <w:cs/>
        </w:rPr>
        <w:t>และโดยเฉพาะการเชิญผู้ทรงคุณวุฒิมาร่วมเป็น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พิเศษหรือวิทยากร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ก็จะเชิญ</w:t>
      </w:r>
      <w:r w:rsidR="00E336CE">
        <w:rPr>
          <w:sz w:val="32"/>
          <w:szCs w:val="32"/>
          <w:cs/>
        </w:rPr>
        <w:t>ครู</w:t>
      </w:r>
      <w:r w:rsidR="006D42FF">
        <w:rPr>
          <w:rFonts w:hint="cs"/>
          <w:sz w:val="32"/>
          <w:szCs w:val="32"/>
          <w:cs/>
        </w:rPr>
        <w:t>บา</w:t>
      </w:r>
      <w:r w:rsidR="00770F09">
        <w:rPr>
          <w:rFonts w:hint="cs"/>
          <w:sz w:val="32"/>
          <w:szCs w:val="32"/>
          <w:cs/>
        </w:rPr>
        <w:t xml:space="preserve">หรือปราชญ์ชาวบ้าน </w:t>
      </w:r>
    </w:p>
    <w:p w:rsidR="00E20F4A" w:rsidRDefault="006D42FF" w:rsidP="006D42F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sz w:val="32"/>
          <w:szCs w:val="32"/>
          <w:cs/>
        </w:rPr>
        <w:t>และนอกจากนั้นงาน</w:t>
      </w:r>
      <w:r w:rsidR="00E20F4A">
        <w:rPr>
          <w:sz w:val="32"/>
          <w:szCs w:val="32"/>
          <w:cs/>
        </w:rPr>
        <w:t>บุคลากรฝ่าย</w:t>
      </w:r>
      <w:r>
        <w:rPr>
          <w:rFonts w:hint="cs"/>
          <w:sz w:val="32"/>
          <w:szCs w:val="32"/>
          <w:cs/>
        </w:rPr>
        <w:t>บริหาร</w:t>
      </w:r>
      <w:r w:rsidR="00E20F4A">
        <w:rPr>
          <w:sz w:val="32"/>
          <w:szCs w:val="32"/>
          <w:cs/>
        </w:rPr>
        <w:t>ทรัพยากร</w:t>
      </w:r>
      <w:r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 w:rsidR="00E20F4A">
        <w:rPr>
          <w:sz w:val="32"/>
          <w:szCs w:val="32"/>
          <w:cs/>
        </w:rPr>
        <w:t>ได้จัด</w:t>
      </w:r>
      <w:r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  <w:cs/>
        </w:rPr>
        <w:t>ให้มีการประชุมเชิงปฏิบัติการเพื่อพัฒนาบุคลากรและ</w:t>
      </w:r>
      <w:r w:rsidR="00770F09">
        <w:rPr>
          <w:sz w:val="32"/>
          <w:szCs w:val="32"/>
          <w:cs/>
        </w:rPr>
        <w:t>คณะครู</w:t>
      </w:r>
      <w:r w:rsidR="00E20F4A">
        <w:rPr>
          <w:sz w:val="32"/>
          <w:szCs w:val="32"/>
          <w:cs/>
        </w:rPr>
        <w:t>ทุกคนให้มีความรู้และประสบการณ์ในการจัดการเรียนการสอนและในงานที่เกี่ยวข</w:t>
      </w:r>
      <w:r>
        <w:rPr>
          <w:sz w:val="32"/>
          <w:szCs w:val="32"/>
          <w:cs/>
        </w:rPr>
        <w:t>้องเป็นประจำ</w:t>
      </w:r>
      <w:r>
        <w:rPr>
          <w:rFonts w:hint="cs"/>
          <w:sz w:val="32"/>
          <w:szCs w:val="32"/>
          <w:cs/>
        </w:rPr>
        <w:t xml:space="preserve">  </w:t>
      </w:r>
      <w:r w:rsidR="00E20F4A">
        <w:rPr>
          <w:sz w:val="32"/>
          <w:szCs w:val="32"/>
          <w:cs/>
        </w:rPr>
        <w:t>โดยมีวิทยากรและผู้ทรงคุณวุฒิมาเป็นวิทยากร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ดังต่อไปนี้</w:t>
      </w:r>
      <w:r w:rsidR="00E20F4A">
        <w:rPr>
          <w:sz w:val="32"/>
          <w:szCs w:val="32"/>
        </w:rPr>
        <w:t xml:space="preserve"> </w:t>
      </w:r>
    </w:p>
    <w:p w:rsidR="006D42FF" w:rsidRDefault="006D42FF" w:rsidP="006D42FF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การอบรมการแต่งตำรา</w:t>
      </w:r>
      <w:r w:rsidR="00E20F4A">
        <w:rPr>
          <w:sz w:val="32"/>
          <w:szCs w:val="32"/>
        </w:rPr>
        <w:t xml:space="preserve"> / </w:t>
      </w:r>
      <w:r w:rsidR="00E20F4A">
        <w:rPr>
          <w:sz w:val="32"/>
          <w:szCs w:val="32"/>
          <w:cs/>
        </w:rPr>
        <w:t>การเขียนหนังสือ</w:t>
      </w:r>
      <w:r w:rsidR="00E20F4A">
        <w:rPr>
          <w:sz w:val="32"/>
          <w:szCs w:val="32"/>
        </w:rPr>
        <w:t xml:space="preserve"> / </w:t>
      </w:r>
      <w:r w:rsidR="00E20F4A">
        <w:rPr>
          <w:sz w:val="32"/>
          <w:szCs w:val="32"/>
          <w:cs/>
        </w:rPr>
        <w:t>การทำสื่อการสอน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การจัดทำงานวิจัย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การใช้งานทะเบียนออนไลน์ในส่วนของ</w:t>
      </w:r>
      <w:r w:rsidR="00E20F4A">
        <w:rPr>
          <w:sz w:val="32"/>
          <w:szCs w:val="32"/>
        </w:rPr>
        <w:t xml:space="preserve"> 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ที่ปรึกษา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การจัดทำ</w:t>
      </w:r>
      <w:r w:rsidR="00E20F4A">
        <w:rPr>
          <w:sz w:val="32"/>
          <w:szCs w:val="32"/>
        </w:rPr>
        <w:t xml:space="preserve"> Web Site </w:t>
      </w:r>
      <w:r w:rsidR="00E20F4A">
        <w:rPr>
          <w:sz w:val="32"/>
          <w:szCs w:val="32"/>
          <w:cs/>
        </w:rPr>
        <w:t>สำหรับ</w:t>
      </w:r>
      <w:r w:rsidR="00770F09">
        <w:rPr>
          <w:sz w:val="32"/>
          <w:szCs w:val="32"/>
          <w:cs/>
        </w:rPr>
        <w:t>คณะครู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เทคนิคการสอน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การวัดและประเมินผลที่หลากหลาย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การสร้างข้อสอบ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เทคนิคการให้คำปรึกษา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แนะนำแก่นักศึกษาและสำหรับการอบรมและสัมมนากับหน่วยงานภายนอกนั้น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วิทยาลัย</w:t>
      </w:r>
      <w:r>
        <w:rPr>
          <w:rFonts w:hint="cs"/>
          <w:sz w:val="32"/>
          <w:szCs w:val="32"/>
          <w:cs/>
        </w:rPr>
        <w:t>ยัง</w:t>
      </w:r>
      <w:r w:rsidR="00E20F4A">
        <w:rPr>
          <w:sz w:val="32"/>
          <w:szCs w:val="32"/>
          <w:cs/>
        </w:rPr>
        <w:t>ส่งเสริมและสนับสนุนให้</w:t>
      </w:r>
      <w:r w:rsidR="00770F09">
        <w:rPr>
          <w:sz w:val="32"/>
          <w:szCs w:val="32"/>
          <w:cs/>
        </w:rPr>
        <w:t>คณะครู</w:t>
      </w:r>
      <w:r w:rsidR="00E20F4A">
        <w:rPr>
          <w:sz w:val="32"/>
          <w:szCs w:val="32"/>
          <w:cs/>
        </w:rPr>
        <w:t>เข้ารับการอบรมและสัมมนาในสาขาวิชาหรืองานที่เกี่ยวข้องตลอดเวลา</w:t>
      </w:r>
      <w:r w:rsidR="00E20F4A">
        <w:rPr>
          <w:sz w:val="32"/>
          <w:szCs w:val="32"/>
        </w:rPr>
        <w:t xml:space="preserve"> </w:t>
      </w:r>
    </w:p>
    <w:p w:rsidR="001B78BB" w:rsidRDefault="001B78BB" w:rsidP="006D42FF">
      <w:pPr>
        <w:pStyle w:val="Default"/>
        <w:jc w:val="thaiDistribute"/>
        <w:rPr>
          <w:sz w:val="32"/>
          <w:szCs w:val="32"/>
        </w:rPr>
      </w:pPr>
    </w:p>
    <w:p w:rsidR="006D42FF" w:rsidRDefault="00E20F4A" w:rsidP="00E20F4A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ข้อเสนอแนะเกี่ยวกับ</w:t>
      </w:r>
      <w:r w:rsidR="00E336CE">
        <w:rPr>
          <w:b/>
          <w:bCs/>
          <w:sz w:val="32"/>
          <w:szCs w:val="32"/>
          <w:cs/>
        </w:rPr>
        <w:t>ครู</w:t>
      </w:r>
      <w:r>
        <w:rPr>
          <w:b/>
          <w:bCs/>
          <w:sz w:val="32"/>
          <w:szCs w:val="32"/>
          <w:cs/>
        </w:rPr>
        <w:t>ผู้สอน</w:t>
      </w:r>
      <w:r>
        <w:rPr>
          <w:b/>
          <w:bCs/>
          <w:sz w:val="32"/>
          <w:szCs w:val="32"/>
        </w:rPr>
        <w:t xml:space="preserve"> </w:t>
      </w:r>
    </w:p>
    <w:p w:rsidR="00E20F4A" w:rsidRDefault="006D42FF" w:rsidP="00E20F4A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ในด้านคุณลักษณะของครู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นักศึกษาให้ข้อเสนอแนะเกี่ยวกับครูที่นักศึกษาพึงพอใจหรือชอบ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และที่นักศ</w:t>
      </w:r>
      <w:r>
        <w:rPr>
          <w:sz w:val="32"/>
          <w:szCs w:val="32"/>
          <w:cs/>
        </w:rPr>
        <w:t>ึกษาไม่พึงพอใจ</w:t>
      </w:r>
      <w:r>
        <w:rPr>
          <w:rFonts w:hint="cs"/>
          <w:sz w:val="32"/>
          <w:szCs w:val="32"/>
          <w:cs/>
        </w:rPr>
        <w:t xml:space="preserve"> </w:t>
      </w:r>
      <w:r w:rsidR="00E20F4A">
        <w:rPr>
          <w:sz w:val="32"/>
          <w:szCs w:val="32"/>
          <w:cs/>
        </w:rPr>
        <w:t>ผลการสำรว</w:t>
      </w:r>
      <w:r>
        <w:rPr>
          <w:sz w:val="32"/>
          <w:szCs w:val="32"/>
          <w:cs/>
        </w:rPr>
        <w:t>จความคิดเห็นของน</w:t>
      </w:r>
      <w:r>
        <w:rPr>
          <w:rFonts w:hint="cs"/>
          <w:sz w:val="32"/>
          <w:szCs w:val="32"/>
          <w:cs/>
        </w:rPr>
        <w:t>ักเรียน</w:t>
      </w:r>
      <w:r w:rsidR="00E20F4A">
        <w:rPr>
          <w:sz w:val="32"/>
          <w:szCs w:val="32"/>
          <w:cs/>
        </w:rPr>
        <w:t>ต่อวิชาชีพครูและลักษณะของครูที่นิสิตชอบ</w:t>
      </w:r>
      <w:r w:rsidR="00E20F4A">
        <w:rPr>
          <w:sz w:val="32"/>
          <w:szCs w:val="32"/>
        </w:rPr>
        <w:t xml:space="preserve"> (</w:t>
      </w:r>
      <w:r w:rsidR="00E20F4A">
        <w:rPr>
          <w:sz w:val="32"/>
          <w:szCs w:val="32"/>
          <w:cs/>
        </w:rPr>
        <w:t>ดวงกมล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สินเพ็ง</w:t>
      </w:r>
      <w:r w:rsidR="00E20F4A">
        <w:rPr>
          <w:sz w:val="32"/>
          <w:szCs w:val="32"/>
        </w:rPr>
        <w:t xml:space="preserve"> 2549 </w:t>
      </w:r>
      <w:r w:rsidR="00E20F4A">
        <w:rPr>
          <w:rFonts w:ascii="Times New Roman" w:hAnsi="Times New Roman" w:cs="Times New Roman"/>
          <w:sz w:val="32"/>
          <w:szCs w:val="32"/>
        </w:rPr>
        <w:t xml:space="preserve">: </w:t>
      </w:r>
      <w:r w:rsidR="00E20F4A">
        <w:rPr>
          <w:sz w:val="32"/>
          <w:szCs w:val="32"/>
        </w:rPr>
        <w:t xml:space="preserve">19-20) </w:t>
      </w:r>
      <w:r w:rsidR="00E20F4A">
        <w:rPr>
          <w:sz w:val="32"/>
          <w:szCs w:val="32"/>
          <w:cs/>
        </w:rPr>
        <w:t>ดังนี้</w:t>
      </w:r>
      <w:r w:rsidR="00E20F4A">
        <w:rPr>
          <w:sz w:val="32"/>
          <w:szCs w:val="32"/>
        </w:rPr>
        <w:t xml:space="preserve"> </w:t>
      </w:r>
    </w:p>
    <w:p w:rsidR="00E20F4A" w:rsidRDefault="00E20F4A" w:rsidP="00E20F4A">
      <w:pPr>
        <w:pStyle w:val="Default"/>
        <w:numPr>
          <w:ilvl w:val="0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>
        <w:rPr>
          <w:sz w:val="32"/>
          <w:szCs w:val="32"/>
          <w:cs/>
        </w:rPr>
        <w:t>สอนสนุก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ไม่เครียด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อารมณ์ดี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มั่นคงและเป็นกันเอง</w:t>
      </w:r>
      <w:r>
        <w:rPr>
          <w:sz w:val="32"/>
          <w:szCs w:val="32"/>
        </w:rPr>
        <w:t xml:space="preserve"> </w:t>
      </w:r>
    </w:p>
    <w:p w:rsidR="00E20F4A" w:rsidRDefault="00E20F4A" w:rsidP="00E20F4A">
      <w:pPr>
        <w:pStyle w:val="Default"/>
        <w:numPr>
          <w:ilvl w:val="0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>
        <w:rPr>
          <w:sz w:val="32"/>
          <w:szCs w:val="32"/>
          <w:cs/>
        </w:rPr>
        <w:t>สอนให้นักศึกษาเข้าใจ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มีกิจกรรมเสริมทั้งในและนอกห้องเรียน</w:t>
      </w:r>
      <w:r>
        <w:rPr>
          <w:sz w:val="32"/>
          <w:szCs w:val="32"/>
        </w:rPr>
        <w:t xml:space="preserve"> </w:t>
      </w:r>
    </w:p>
    <w:p w:rsidR="00E20F4A" w:rsidRDefault="00E20F4A" w:rsidP="00E20F4A">
      <w:pPr>
        <w:pStyle w:val="Default"/>
        <w:numPr>
          <w:ilvl w:val="0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>
        <w:rPr>
          <w:sz w:val="32"/>
          <w:szCs w:val="32"/>
          <w:cs/>
        </w:rPr>
        <w:t>มีสื่อการสอนที่ทันสมัย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แปลกใหม่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จัดบรรยากาศในการเรียนได้ดี</w:t>
      </w:r>
      <w:r>
        <w:rPr>
          <w:sz w:val="32"/>
          <w:szCs w:val="32"/>
        </w:rPr>
        <w:t xml:space="preserve"> </w:t>
      </w:r>
    </w:p>
    <w:p w:rsidR="00E20F4A" w:rsidRDefault="00E20F4A" w:rsidP="00E20F4A">
      <w:pPr>
        <w:pStyle w:val="Default"/>
        <w:numPr>
          <w:ilvl w:val="0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>
        <w:rPr>
          <w:sz w:val="32"/>
          <w:szCs w:val="32"/>
          <w:cs/>
        </w:rPr>
        <w:t>ครูมีความรู้ทันสมัย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ทันเหตุการณ์</w:t>
      </w:r>
      <w:r>
        <w:rPr>
          <w:sz w:val="32"/>
          <w:szCs w:val="32"/>
        </w:rPr>
        <w:t xml:space="preserve"> </w:t>
      </w:r>
    </w:p>
    <w:p w:rsidR="00E20F4A" w:rsidRDefault="00E20F4A" w:rsidP="006D42FF">
      <w:pPr>
        <w:pStyle w:val="Default"/>
        <w:ind w:left="7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>
        <w:rPr>
          <w:sz w:val="32"/>
          <w:szCs w:val="32"/>
          <w:cs/>
        </w:rPr>
        <w:t>ให้ผู้เรียนมีส่วนร่วม</w:t>
      </w:r>
      <w:r>
        <w:rPr>
          <w:sz w:val="32"/>
          <w:szCs w:val="32"/>
        </w:rPr>
        <w:t xml:space="preserve"> </w:t>
      </w:r>
    </w:p>
    <w:p w:rsidR="00E20F4A" w:rsidRDefault="006D42FF" w:rsidP="006D42F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- </w:t>
      </w:r>
      <w:r w:rsidR="00E20F4A">
        <w:rPr>
          <w:sz w:val="32"/>
          <w:szCs w:val="32"/>
          <w:cs/>
        </w:rPr>
        <w:t>ครูต้องตรงต่อเวลา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ยุติธรรม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เปิดโอกาสให้นักศึกษาได้ซักถามแลกเปลี่ยนประสบการณ์ระหว่างผู้เรียนและ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</w:rPr>
        <w:t xml:space="preserve"> </w:t>
      </w:r>
    </w:p>
    <w:p w:rsidR="00E20F4A" w:rsidRDefault="00BC5CC5" w:rsidP="006D42FF">
      <w:pPr>
        <w:pStyle w:val="Default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59" type="#_x0000_t202" style="position:absolute;margin-left:382.15pt;margin-top:-40.3pt;width:57.05pt;height:26.5pt;z-index:251668480" stroked="f">
            <v:textbox>
              <w:txbxContent>
                <w:p w:rsidR="008E6F69" w:rsidRDefault="008E6F69" w:rsidP="00CA245A">
                  <w:r>
                    <w:t>21</w:t>
                  </w:r>
                </w:p>
              </w:txbxContent>
            </v:textbox>
          </v:shape>
        </w:pict>
      </w:r>
      <w:r w:rsidR="006D42FF">
        <w:rPr>
          <w:sz w:val="32"/>
          <w:szCs w:val="32"/>
        </w:rPr>
        <w:t xml:space="preserve"> </w:t>
      </w:r>
      <w:r w:rsidR="006D42FF"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- </w:t>
      </w:r>
      <w:r w:rsidR="00E20F4A">
        <w:rPr>
          <w:sz w:val="32"/>
          <w:szCs w:val="32"/>
          <w:cs/>
        </w:rPr>
        <w:t>สอนให้ลูกศิษย์คิดเอง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ศึกษาด้วยตนเอง</w:t>
      </w:r>
      <w:r w:rsidR="00E20F4A">
        <w:rPr>
          <w:sz w:val="32"/>
          <w:szCs w:val="32"/>
        </w:rPr>
        <w:t xml:space="preserve"> </w:t>
      </w:r>
    </w:p>
    <w:p w:rsidR="00E20F4A" w:rsidRDefault="006D42FF" w:rsidP="006D42F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- 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ใจดี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มีเมตตา</w:t>
      </w:r>
      <w:r w:rsidR="00E20F4A">
        <w:rPr>
          <w:sz w:val="32"/>
          <w:szCs w:val="32"/>
        </w:rPr>
        <w:t xml:space="preserve"> </w:t>
      </w:r>
    </w:p>
    <w:p w:rsidR="00E20F4A" w:rsidRDefault="006D42FF" w:rsidP="006D42F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- </w:t>
      </w:r>
      <w:r w:rsidR="00E20F4A">
        <w:rPr>
          <w:sz w:val="32"/>
          <w:szCs w:val="32"/>
          <w:cs/>
        </w:rPr>
        <w:t>สอนให้นำความรู้ไปใช้ในชีวิตประจำวันได้</w:t>
      </w:r>
      <w:r w:rsidR="00E20F4A">
        <w:rPr>
          <w:sz w:val="32"/>
          <w:szCs w:val="32"/>
        </w:rPr>
        <w:t xml:space="preserve"> </w:t>
      </w:r>
    </w:p>
    <w:p w:rsidR="00E20F4A" w:rsidRDefault="006D42FF" w:rsidP="006D42FF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- </w:t>
      </w:r>
      <w:r w:rsidR="00E20F4A">
        <w:rPr>
          <w:sz w:val="32"/>
          <w:szCs w:val="32"/>
          <w:cs/>
        </w:rPr>
        <w:t>จัดกิจกรรมกลุ่มและดูแลนักศึกษาให้ทั่วถึง</w:t>
      </w:r>
      <w:r w:rsidR="00E20F4A">
        <w:rPr>
          <w:sz w:val="32"/>
          <w:szCs w:val="32"/>
        </w:rPr>
        <w:t xml:space="preserve"> </w:t>
      </w:r>
    </w:p>
    <w:p w:rsidR="009C654C" w:rsidRDefault="00E20F4A" w:rsidP="009C654C">
      <w:pPr>
        <w:pStyle w:val="Default"/>
        <w:ind w:firstLine="720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นอกจากนั้นคุณลักษณะของครูที่ดีที่พึงประสงค์ไม่ว่าจะเป็นอดีต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ปัจ</w:t>
      </w:r>
      <w:r w:rsidR="009C654C">
        <w:rPr>
          <w:sz w:val="32"/>
          <w:szCs w:val="32"/>
          <w:cs/>
        </w:rPr>
        <w:t>จุบันหรืออนาคตคุณลักษณะที่เป็นอ</w:t>
      </w:r>
      <w:r>
        <w:rPr>
          <w:sz w:val="32"/>
          <w:szCs w:val="32"/>
          <w:cs/>
        </w:rPr>
        <w:t>มตะ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คือ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ลักษณะครูดีครูเก่ง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ความหมายของครูที่เป็นคนดี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หมายถึง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เป็นผู้มี</w:t>
      </w:r>
      <w:r w:rsidR="009C654C">
        <w:rPr>
          <w:rFonts w:hint="cs"/>
          <w:sz w:val="32"/>
          <w:szCs w:val="32"/>
          <w:cs/>
        </w:rPr>
        <w:t xml:space="preserve">  </w:t>
      </w:r>
      <w:r>
        <w:rPr>
          <w:sz w:val="32"/>
          <w:szCs w:val="32"/>
          <w:cs/>
        </w:rPr>
        <w:t>สุขภาพจิต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สุขภาพกายดี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มีคุณธรรม</w:t>
      </w:r>
      <w:r>
        <w:rPr>
          <w:sz w:val="32"/>
          <w:szCs w:val="32"/>
        </w:rPr>
        <w:t xml:space="preserve"> </w:t>
      </w:r>
      <w:r w:rsidR="009C654C">
        <w:rPr>
          <w:sz w:val="32"/>
          <w:szCs w:val="32"/>
          <w:cs/>
        </w:rPr>
        <w:t>จริยธรรมศ</w:t>
      </w:r>
      <w:r w:rsidR="009C654C">
        <w:rPr>
          <w:rFonts w:hint="cs"/>
          <w:sz w:val="32"/>
          <w:szCs w:val="32"/>
          <w:cs/>
        </w:rPr>
        <w:t>ี</w:t>
      </w:r>
      <w:r>
        <w:rPr>
          <w:sz w:val="32"/>
          <w:szCs w:val="32"/>
          <w:cs/>
        </w:rPr>
        <w:t>ลธรรม</w:t>
      </w:r>
      <w:r>
        <w:rPr>
          <w:sz w:val="32"/>
          <w:szCs w:val="32"/>
        </w:rPr>
        <w:t xml:space="preserve"> </w:t>
      </w:r>
      <w:r w:rsidR="009C654C"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เข้ากับชุมชนได้เป็นอย่างดี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สมถะ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เรียบง่าย</w:t>
      </w:r>
      <w:r w:rsidR="009C654C">
        <w:rPr>
          <w:rFonts w:hint="cs"/>
          <w:sz w:val="32"/>
          <w:szCs w:val="32"/>
          <w:cs/>
        </w:rPr>
        <w:t xml:space="preserve">      </w:t>
      </w:r>
      <w:r>
        <w:rPr>
          <w:sz w:val="32"/>
          <w:szCs w:val="32"/>
          <w:cs/>
        </w:rPr>
        <w:t>ไม่ยึดติดกับวัตถุ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ครูเป็นคนเก่ง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หมายถึง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ครูพัฒนาตนเองให้มีความรู้เชิงวิชาการและทักษะทางวิชาการอยู่เสมอ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มีทักษะในการสอน</w:t>
      </w:r>
      <w:r>
        <w:rPr>
          <w:sz w:val="32"/>
          <w:szCs w:val="32"/>
        </w:rPr>
        <w:t xml:space="preserve"> </w:t>
      </w:r>
      <w:r w:rsidR="009C654C">
        <w:rPr>
          <w:sz w:val="32"/>
          <w:szCs w:val="32"/>
          <w:cs/>
        </w:rPr>
        <w:t>รู้จักประยุก</w:t>
      </w:r>
      <w:r w:rsidR="009C654C">
        <w:rPr>
          <w:rFonts w:hint="cs"/>
          <w:sz w:val="32"/>
          <w:szCs w:val="32"/>
          <w:cs/>
        </w:rPr>
        <w:t>ต์</w:t>
      </w:r>
      <w:r>
        <w:rPr>
          <w:sz w:val="32"/>
          <w:szCs w:val="32"/>
          <w:cs/>
        </w:rPr>
        <w:t>และ</w:t>
      </w:r>
      <w:proofErr w:type="spellStart"/>
      <w:r>
        <w:rPr>
          <w:sz w:val="32"/>
          <w:szCs w:val="32"/>
          <w:cs/>
        </w:rPr>
        <w:t>บูรณา</w:t>
      </w:r>
      <w:proofErr w:type="spellEnd"/>
      <w:r>
        <w:rPr>
          <w:sz w:val="32"/>
          <w:szCs w:val="32"/>
          <w:cs/>
        </w:rPr>
        <w:t>การมีคุณสมบัติเชิงวิชาการ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มีคุณวุฒิการศึกษาสูง</w:t>
      </w:r>
      <w:r>
        <w:rPr>
          <w:sz w:val="32"/>
          <w:szCs w:val="32"/>
        </w:rPr>
        <w:t xml:space="preserve"> </w:t>
      </w:r>
      <w:r w:rsidR="009C654C">
        <w:rPr>
          <w:sz w:val="32"/>
          <w:szCs w:val="32"/>
          <w:cs/>
        </w:rPr>
        <w:t>สามารถพูดภาษ</w:t>
      </w:r>
      <w:r w:rsidR="009C654C">
        <w:rPr>
          <w:rFonts w:hint="cs"/>
          <w:sz w:val="32"/>
          <w:szCs w:val="32"/>
          <w:cs/>
        </w:rPr>
        <w:t>า</w:t>
      </w:r>
      <w:r>
        <w:rPr>
          <w:sz w:val="32"/>
          <w:szCs w:val="32"/>
          <w:cs/>
        </w:rPr>
        <w:t>อังกฤษและใช้คอมพิวเตอร์มีทักษะเช</w:t>
      </w:r>
      <w:r w:rsidR="009C654C">
        <w:rPr>
          <w:rFonts w:hint="cs"/>
          <w:sz w:val="32"/>
          <w:szCs w:val="32"/>
          <w:cs/>
        </w:rPr>
        <w:t>ื่อ</w:t>
      </w:r>
      <w:r>
        <w:rPr>
          <w:sz w:val="32"/>
          <w:szCs w:val="32"/>
          <w:cs/>
        </w:rPr>
        <w:t>มโยง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หมายถึง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การใช้ภาษาเพื่อการสื่อสาร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ทักษะการเรียนรู้การทำงานเป็นทีม</w:t>
      </w:r>
      <w:r>
        <w:rPr>
          <w:sz w:val="32"/>
          <w:szCs w:val="32"/>
        </w:rPr>
        <w:t xml:space="preserve"> </w:t>
      </w:r>
    </w:p>
    <w:p w:rsidR="009C654C" w:rsidRDefault="00E20F4A" w:rsidP="009C654C">
      <w:pPr>
        <w:pStyle w:val="Default"/>
        <w:ind w:firstLine="720"/>
        <w:jc w:val="thaiDistribute"/>
        <w:rPr>
          <w:b/>
          <w:bCs/>
          <w:sz w:val="32"/>
          <w:szCs w:val="32"/>
        </w:rPr>
      </w:pPr>
      <w:r>
        <w:rPr>
          <w:sz w:val="32"/>
          <w:szCs w:val="32"/>
          <w:cs/>
        </w:rPr>
        <w:t>ในส่วนของการจัดการการเรียนการสอนนั้น</w:t>
      </w:r>
      <w:r w:rsidR="00E336CE">
        <w:rPr>
          <w:sz w:val="32"/>
          <w:szCs w:val="32"/>
          <w:cs/>
        </w:rPr>
        <w:t>ครู</w:t>
      </w:r>
      <w:r>
        <w:rPr>
          <w:sz w:val="32"/>
          <w:szCs w:val="32"/>
          <w:cs/>
        </w:rPr>
        <w:t>ควรจะมีการเตรียมการสอนล้วงหน้า</w:t>
      </w:r>
      <w:r w:rsidR="009C654C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ควรมีเทคนิคการสอนที่หลากหลาย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ไม่ให้น่าเบื่อ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ควรมีจิตวิทยาในการสอนและมีการวัดและประเมินผลที่หลากหลาย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มีคะแนนเก็บเป็นช่วง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ๆ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ไม่เน้นการสอนมากเกินไป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มีการตรวจการบ้านและแบบฝึกหัดเป็นรายบุคคลและให้ผลย้อนหลัง</w:t>
      </w:r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fedbacln</w:t>
      </w:r>
      <w:proofErr w:type="spellEnd"/>
      <w:r>
        <w:rPr>
          <w:sz w:val="32"/>
          <w:szCs w:val="32"/>
        </w:rPr>
        <w:t xml:space="preserve">) </w:t>
      </w:r>
      <w:r>
        <w:rPr>
          <w:sz w:val="32"/>
          <w:szCs w:val="32"/>
          <w:cs/>
        </w:rPr>
        <w:t>กลับนักศึกษา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เป็นต้น</w:t>
      </w:r>
      <w:r>
        <w:rPr>
          <w:sz w:val="32"/>
          <w:szCs w:val="32"/>
        </w:rPr>
        <w:t xml:space="preserve"> </w:t>
      </w:r>
    </w:p>
    <w:p w:rsidR="009C654C" w:rsidRDefault="009C654C" w:rsidP="009C654C">
      <w:pPr>
        <w:pStyle w:val="Default"/>
        <w:jc w:val="thaiDistribute"/>
        <w:rPr>
          <w:b/>
          <w:bCs/>
          <w:sz w:val="16"/>
          <w:szCs w:val="16"/>
        </w:rPr>
      </w:pPr>
    </w:p>
    <w:p w:rsidR="009710D1" w:rsidRPr="009C654C" w:rsidRDefault="009710D1" w:rsidP="009C654C">
      <w:pPr>
        <w:pStyle w:val="Default"/>
        <w:jc w:val="thaiDistribute"/>
        <w:rPr>
          <w:b/>
          <w:bCs/>
          <w:sz w:val="16"/>
          <w:szCs w:val="16"/>
        </w:rPr>
      </w:pPr>
    </w:p>
    <w:p w:rsidR="009C654C" w:rsidRDefault="00E20F4A" w:rsidP="009C654C">
      <w:pPr>
        <w:pStyle w:val="Default"/>
        <w:jc w:val="thaiDistribute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ข้อเสนอแนะ</w:t>
      </w:r>
      <w:r>
        <w:rPr>
          <w:b/>
          <w:bCs/>
          <w:sz w:val="32"/>
          <w:szCs w:val="32"/>
        </w:rPr>
        <w:t xml:space="preserve"> </w:t>
      </w:r>
    </w:p>
    <w:p w:rsidR="009C654C" w:rsidRDefault="009C654C" w:rsidP="009C654C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ข้อเสนอแนะของการวิจัยในครั้งนี้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ซึ่งจะนำไปใช้ประโยชน์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มีดังนี้</w:t>
      </w:r>
      <w:r w:rsidR="00E20F4A">
        <w:rPr>
          <w:sz w:val="32"/>
          <w:szCs w:val="32"/>
        </w:rPr>
        <w:t xml:space="preserve"> </w:t>
      </w:r>
    </w:p>
    <w:p w:rsidR="009C654C" w:rsidRDefault="009C654C" w:rsidP="00AD21AE">
      <w:pPr>
        <w:pStyle w:val="Defaul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E20F4A">
        <w:rPr>
          <w:sz w:val="32"/>
          <w:szCs w:val="32"/>
        </w:rPr>
        <w:t xml:space="preserve">1. </w:t>
      </w:r>
      <w:r w:rsidR="00E20F4A">
        <w:rPr>
          <w:sz w:val="32"/>
          <w:szCs w:val="32"/>
          <w:cs/>
        </w:rPr>
        <w:t>เป็นแนวทางให้</w:t>
      </w:r>
      <w:r w:rsidR="00B66DA4">
        <w:rPr>
          <w:sz w:val="32"/>
          <w:szCs w:val="32"/>
          <w:cs/>
        </w:rPr>
        <w:t>ครูที่ทำการสอนในรายวิชา</w:t>
      </w:r>
      <w:r w:rsidR="008B0E9B">
        <w:rPr>
          <w:sz w:val="32"/>
          <w:szCs w:val="32"/>
          <w:cs/>
        </w:rPr>
        <w:t>คณิตศาสตร์ช่างอิเล็กทรอนิกส์</w:t>
      </w:r>
      <w:r w:rsidR="00B66DA4">
        <w:rPr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สาขางาน</w:t>
      </w:r>
      <w:r w:rsidR="00B66DA4">
        <w:rPr>
          <w:sz w:val="32"/>
          <w:szCs w:val="32"/>
          <w:cs/>
        </w:rPr>
        <w:t>อิเล็กทรอนิกส์</w:t>
      </w:r>
      <w:r>
        <w:rPr>
          <w:rFonts w:hint="cs"/>
          <w:sz w:val="32"/>
          <w:szCs w:val="32"/>
          <w:cs/>
        </w:rPr>
        <w:t xml:space="preserve"> </w:t>
      </w:r>
      <w:proofErr w:type="gramStart"/>
      <w:r w:rsidR="00E20F4A">
        <w:rPr>
          <w:sz w:val="32"/>
          <w:szCs w:val="32"/>
          <w:cs/>
        </w:rPr>
        <w:t>นำไปพัฒนางานด้านการ</w:t>
      </w:r>
      <w:r w:rsidR="00AD21AE">
        <w:rPr>
          <w:sz w:val="32"/>
          <w:szCs w:val="32"/>
          <w:cs/>
        </w:rPr>
        <w:t>เ</w:t>
      </w:r>
      <w:r w:rsidR="004C54F0">
        <w:rPr>
          <w:sz w:val="32"/>
          <w:szCs w:val="32"/>
          <w:cs/>
        </w:rPr>
        <w:t>รียน</w:t>
      </w:r>
      <w:r w:rsidR="00AD21AE">
        <w:rPr>
          <w:sz w:val="32"/>
          <w:szCs w:val="32"/>
          <w:cs/>
        </w:rPr>
        <w:t>การสอน  ด้าน</w:t>
      </w:r>
      <w:r w:rsidR="004C54F0">
        <w:rPr>
          <w:sz w:val="32"/>
          <w:szCs w:val="32"/>
          <w:cs/>
        </w:rPr>
        <w:t>สื่อการเรียนการสอน</w:t>
      </w:r>
      <w:proofErr w:type="gramEnd"/>
      <w:r w:rsidR="00AD21AE">
        <w:rPr>
          <w:sz w:val="32"/>
          <w:szCs w:val="32"/>
          <w:cs/>
        </w:rPr>
        <w:t xml:space="preserve">  ด้าน</w:t>
      </w:r>
      <w:r w:rsidR="004C54F0">
        <w:rPr>
          <w:sz w:val="32"/>
          <w:szCs w:val="32"/>
          <w:cs/>
        </w:rPr>
        <w:t>คุณธรรม จริยธรรม</w:t>
      </w:r>
      <w:r w:rsidR="00E20F4A">
        <w:rPr>
          <w:sz w:val="32"/>
          <w:szCs w:val="32"/>
          <w:cs/>
        </w:rPr>
        <w:t>ที่นักศึกษาได้รับในการเรียนวิชา</w:t>
      </w:r>
      <w:r w:rsidR="00AD21AE">
        <w:rPr>
          <w:sz w:val="32"/>
          <w:szCs w:val="32"/>
          <w:cs/>
        </w:rPr>
        <w:t>นี้</w:t>
      </w:r>
      <w:r w:rsidR="00E20F4A">
        <w:rPr>
          <w:sz w:val="32"/>
          <w:szCs w:val="32"/>
          <w:cs/>
        </w:rPr>
        <w:t>ที่มีระดับความพึงพอใจต่ำกว่าระดับดี</w:t>
      </w:r>
      <w:r w:rsidR="00E20F4A">
        <w:rPr>
          <w:sz w:val="32"/>
          <w:szCs w:val="32"/>
        </w:rPr>
        <w:t xml:space="preserve"> </w:t>
      </w:r>
    </w:p>
    <w:p w:rsidR="009C654C" w:rsidRDefault="009C654C" w:rsidP="009C654C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DE43B3">
        <w:rPr>
          <w:sz w:val="32"/>
          <w:szCs w:val="32"/>
        </w:rPr>
        <w:t>2</w:t>
      </w:r>
      <w:r w:rsidR="00E20F4A">
        <w:rPr>
          <w:sz w:val="32"/>
          <w:szCs w:val="32"/>
        </w:rPr>
        <w:t xml:space="preserve">. </w:t>
      </w:r>
      <w:r w:rsidR="00E20F4A">
        <w:rPr>
          <w:sz w:val="32"/>
          <w:szCs w:val="32"/>
          <w:cs/>
        </w:rPr>
        <w:t>จากประเด็นข้อเสนอแนะ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การนำผลการวิจัยไปใช้เป็นแนวทางในการพัฒนาการจัดการเรียนการสอนของ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การเพิ่มพูนเทคนิคการสอนและคุณลักษณะของ</w:t>
      </w:r>
      <w:r w:rsidR="00E336CE">
        <w:rPr>
          <w:sz w:val="32"/>
          <w:szCs w:val="32"/>
          <w:cs/>
        </w:rPr>
        <w:t>ครู</w:t>
      </w:r>
      <w:r w:rsidR="00E20F4A">
        <w:rPr>
          <w:sz w:val="32"/>
          <w:szCs w:val="32"/>
          <w:cs/>
        </w:rPr>
        <w:t>ที่ดีนั้นควรศึกษาในเชิงลึกที่จะนำไปสู่การปฏิบัติ</w:t>
      </w:r>
      <w:r w:rsidR="00E20F4A">
        <w:rPr>
          <w:sz w:val="32"/>
          <w:szCs w:val="32"/>
        </w:rPr>
        <w:t xml:space="preserve"> </w:t>
      </w:r>
    </w:p>
    <w:p w:rsidR="00960921" w:rsidRDefault="00960921" w:rsidP="009C654C">
      <w:pPr>
        <w:pStyle w:val="Default"/>
        <w:jc w:val="thaiDistribute"/>
        <w:rPr>
          <w:sz w:val="32"/>
          <w:szCs w:val="32"/>
        </w:rPr>
        <w:sectPr w:rsidR="00960921" w:rsidSect="00A65170">
          <w:type w:val="nextColumn"/>
          <w:pgSz w:w="11907" w:h="16839" w:code="9"/>
          <w:pgMar w:top="1701" w:right="1440" w:bottom="1440" w:left="1701" w:header="720" w:footer="720" w:gutter="0"/>
          <w:cols w:space="720"/>
          <w:noEndnote/>
        </w:sectPr>
      </w:pPr>
    </w:p>
    <w:p w:rsidR="00960921" w:rsidRPr="00960921" w:rsidRDefault="00E20F4A" w:rsidP="00960921">
      <w:pPr>
        <w:pStyle w:val="Default"/>
        <w:jc w:val="center"/>
        <w:rPr>
          <w:sz w:val="36"/>
          <w:szCs w:val="36"/>
        </w:rPr>
      </w:pPr>
      <w:r w:rsidRPr="00960921">
        <w:rPr>
          <w:b/>
          <w:bCs/>
          <w:sz w:val="36"/>
          <w:szCs w:val="36"/>
          <w:cs/>
        </w:rPr>
        <w:lastRenderedPageBreak/>
        <w:t>เอกสารอ้างอิง</w:t>
      </w:r>
    </w:p>
    <w:p w:rsidR="00960921" w:rsidRDefault="00960921" w:rsidP="00960921">
      <w:pPr>
        <w:pStyle w:val="Default"/>
        <w:rPr>
          <w:sz w:val="32"/>
          <w:szCs w:val="32"/>
        </w:rPr>
      </w:pPr>
    </w:p>
    <w:p w:rsidR="00960921" w:rsidRDefault="00E20F4A" w:rsidP="008729C9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คู่มือนักศึกษาปีการศึกษา</w:t>
      </w:r>
      <w:r w:rsidR="005D342C">
        <w:rPr>
          <w:sz w:val="32"/>
          <w:szCs w:val="32"/>
        </w:rPr>
        <w:t xml:space="preserve"> </w:t>
      </w:r>
      <w:r w:rsidR="00655541">
        <w:rPr>
          <w:sz w:val="32"/>
          <w:szCs w:val="32"/>
        </w:rPr>
        <w:t>2554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ฝ่ายประชาสัมพันธ์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>
        <w:rPr>
          <w:sz w:val="32"/>
          <w:szCs w:val="32"/>
        </w:rPr>
        <w:t xml:space="preserve"> : </w:t>
      </w:r>
      <w:r>
        <w:rPr>
          <w:sz w:val="32"/>
          <w:szCs w:val="32"/>
          <w:cs/>
        </w:rPr>
        <w:t>ม</w:t>
      </w:r>
      <w:r>
        <w:rPr>
          <w:sz w:val="32"/>
          <w:szCs w:val="32"/>
        </w:rPr>
        <w:t>.</w:t>
      </w:r>
      <w:r>
        <w:rPr>
          <w:sz w:val="32"/>
          <w:szCs w:val="32"/>
          <w:cs/>
        </w:rPr>
        <w:t>ป</w:t>
      </w:r>
      <w:r>
        <w:rPr>
          <w:sz w:val="32"/>
          <w:szCs w:val="32"/>
        </w:rPr>
        <w:t>.</w:t>
      </w:r>
      <w:r>
        <w:rPr>
          <w:sz w:val="32"/>
          <w:szCs w:val="32"/>
          <w:cs/>
        </w:rPr>
        <w:t>ท</w:t>
      </w:r>
      <w:r>
        <w:rPr>
          <w:sz w:val="32"/>
          <w:szCs w:val="32"/>
        </w:rPr>
        <w:t xml:space="preserve">., </w:t>
      </w:r>
      <w:r w:rsidR="00655541">
        <w:rPr>
          <w:sz w:val="32"/>
          <w:szCs w:val="32"/>
        </w:rPr>
        <w:t>2554</w:t>
      </w:r>
      <w:r>
        <w:rPr>
          <w:sz w:val="32"/>
          <w:szCs w:val="32"/>
        </w:rPr>
        <w:t xml:space="preserve">. </w:t>
      </w:r>
    </w:p>
    <w:p w:rsidR="00960921" w:rsidRDefault="00E20F4A" w:rsidP="008729C9">
      <w:pPr>
        <w:pStyle w:val="Default"/>
        <w:jc w:val="thaiDistribute"/>
        <w:rPr>
          <w:b/>
          <w:bCs/>
          <w:sz w:val="32"/>
          <w:szCs w:val="32"/>
        </w:rPr>
      </w:pPr>
      <w:r>
        <w:rPr>
          <w:sz w:val="32"/>
          <w:szCs w:val="32"/>
          <w:cs/>
        </w:rPr>
        <w:t>ดวงกมล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สินเพ็ง</w:t>
      </w:r>
      <w:r>
        <w:rPr>
          <w:sz w:val="32"/>
          <w:szCs w:val="32"/>
        </w:rPr>
        <w:t xml:space="preserve">. </w:t>
      </w:r>
      <w:r>
        <w:rPr>
          <w:b/>
          <w:bCs/>
          <w:sz w:val="32"/>
          <w:szCs w:val="32"/>
          <w:cs/>
        </w:rPr>
        <w:t>สาธิตจุฬาฯ</w:t>
      </w:r>
      <w:r>
        <w:rPr>
          <w:b/>
          <w:bCs/>
          <w:sz w:val="32"/>
          <w:szCs w:val="32"/>
        </w:rPr>
        <w:t>:</w:t>
      </w:r>
      <w:r>
        <w:rPr>
          <w:b/>
          <w:bCs/>
          <w:sz w:val="32"/>
          <w:szCs w:val="32"/>
          <w:cs/>
        </w:rPr>
        <w:t>แหล่งเรียนรู้ครูมืออาชีพ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ศูนย์ประสบการณ์วิชาชีพ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โรงเรียนสาธิตจุฬาฯ</w:t>
      </w:r>
      <w:r>
        <w:rPr>
          <w:b/>
          <w:bCs/>
          <w:sz w:val="32"/>
          <w:szCs w:val="32"/>
        </w:rPr>
        <w:t xml:space="preserve"> </w:t>
      </w:r>
      <w:r w:rsidR="00960921">
        <w:rPr>
          <w:rFonts w:hint="cs"/>
          <w:b/>
          <w:bCs/>
          <w:sz w:val="32"/>
          <w:szCs w:val="32"/>
          <w:cs/>
        </w:rPr>
        <w:t xml:space="preserve"> </w:t>
      </w:r>
    </w:p>
    <w:p w:rsidR="00960921" w:rsidRDefault="00960921" w:rsidP="008729C9">
      <w:pPr>
        <w:pStyle w:val="Default"/>
        <w:jc w:val="thaiDistribute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ab/>
      </w:r>
      <w:r w:rsidR="00E20F4A">
        <w:rPr>
          <w:b/>
          <w:bCs/>
          <w:sz w:val="32"/>
          <w:szCs w:val="32"/>
          <w:cs/>
        </w:rPr>
        <w:t>ฝ่ายมัธยม</w:t>
      </w:r>
      <w:r w:rsidR="00E20F4A">
        <w:rPr>
          <w:b/>
          <w:bCs/>
          <w:sz w:val="32"/>
          <w:szCs w:val="32"/>
        </w:rPr>
        <w:t xml:space="preserve">. </w:t>
      </w:r>
      <w:r w:rsidR="00E20F4A">
        <w:rPr>
          <w:sz w:val="32"/>
          <w:szCs w:val="32"/>
          <w:cs/>
        </w:rPr>
        <w:t>กรุงเทพมหานคร</w:t>
      </w:r>
      <w:r w:rsidR="00E20F4A">
        <w:rPr>
          <w:rFonts w:ascii="Times New Roman" w:hAnsi="Times New Roman" w:cs="Times New Roman"/>
          <w:sz w:val="32"/>
          <w:szCs w:val="32"/>
        </w:rPr>
        <w:t xml:space="preserve">: </w:t>
      </w:r>
      <w:r w:rsidR="00E20F4A">
        <w:rPr>
          <w:sz w:val="32"/>
          <w:szCs w:val="32"/>
          <w:cs/>
        </w:rPr>
        <w:t>สำนักพิมพ์แห่งจุฬาลงกรณ์มหาวิทยาลัย</w:t>
      </w:r>
      <w:r w:rsidR="00E20F4A">
        <w:rPr>
          <w:sz w:val="32"/>
          <w:szCs w:val="32"/>
        </w:rPr>
        <w:t xml:space="preserve">, 2549. </w:t>
      </w:r>
    </w:p>
    <w:p w:rsidR="00960921" w:rsidRDefault="00E20F4A" w:rsidP="008729C9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ทองพูน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บุญยิ่ง</w:t>
      </w:r>
      <w:r>
        <w:rPr>
          <w:sz w:val="32"/>
          <w:szCs w:val="32"/>
        </w:rPr>
        <w:t xml:space="preserve"> . </w:t>
      </w:r>
      <w:r>
        <w:rPr>
          <w:b/>
          <w:bCs/>
          <w:sz w:val="32"/>
          <w:szCs w:val="32"/>
          <w:cs/>
        </w:rPr>
        <w:t>วัฒนธรรมวิชาชีพสำหรับครูยุคใหม่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ในสู่เส้นทางวิชาชีพครู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sz w:val="32"/>
          <w:szCs w:val="32"/>
          <w:cs/>
        </w:rPr>
        <w:t>กรุงเทพมหานคร</w:t>
      </w:r>
      <w:r>
        <w:rPr>
          <w:sz w:val="32"/>
          <w:szCs w:val="32"/>
        </w:rPr>
        <w:t xml:space="preserve">: </w:t>
      </w:r>
      <w:r>
        <w:rPr>
          <w:sz w:val="32"/>
          <w:szCs w:val="32"/>
          <w:cs/>
        </w:rPr>
        <w:t>โรงพิมพ์คุรุสภาลาดพร้าว</w:t>
      </w:r>
      <w:r>
        <w:rPr>
          <w:sz w:val="32"/>
          <w:szCs w:val="32"/>
        </w:rPr>
        <w:t xml:space="preserve"> , 2543. </w:t>
      </w:r>
      <w:r w:rsidR="00960921">
        <w:rPr>
          <w:rFonts w:hint="cs"/>
          <w:sz w:val="32"/>
          <w:szCs w:val="32"/>
          <w:cs/>
        </w:rPr>
        <w:t xml:space="preserve"> </w:t>
      </w:r>
    </w:p>
    <w:p w:rsidR="00960921" w:rsidRDefault="00E20F4A" w:rsidP="008729C9">
      <w:pPr>
        <w:pStyle w:val="Default"/>
        <w:jc w:val="thaiDistribute"/>
        <w:rPr>
          <w:b/>
          <w:bCs/>
          <w:sz w:val="32"/>
          <w:szCs w:val="32"/>
        </w:rPr>
      </w:pPr>
      <w:r>
        <w:rPr>
          <w:sz w:val="32"/>
          <w:szCs w:val="32"/>
          <w:cs/>
        </w:rPr>
        <w:t>รัชนี</w:t>
      </w:r>
      <w:proofErr w:type="spellStart"/>
      <w:r>
        <w:rPr>
          <w:sz w:val="32"/>
          <w:szCs w:val="32"/>
          <w:cs/>
        </w:rPr>
        <w:t>กูล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ภิญโญภา</w:t>
      </w:r>
      <w:proofErr w:type="spellStart"/>
      <w:r>
        <w:rPr>
          <w:sz w:val="32"/>
          <w:szCs w:val="32"/>
          <w:cs/>
        </w:rPr>
        <w:t>นุวัฒน์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และ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  <w:cs/>
        </w:rPr>
        <w:t>ปุณณ</w:t>
      </w:r>
      <w:proofErr w:type="spellEnd"/>
      <w:r>
        <w:rPr>
          <w:sz w:val="32"/>
          <w:szCs w:val="32"/>
          <w:cs/>
        </w:rPr>
        <w:t>ภา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เจริญ</w:t>
      </w:r>
      <w:proofErr w:type="spellStart"/>
      <w:r>
        <w:rPr>
          <w:sz w:val="32"/>
          <w:szCs w:val="32"/>
          <w:cs/>
        </w:rPr>
        <w:t>ธรรมวัฒน์</w:t>
      </w:r>
      <w:proofErr w:type="spellEnd"/>
      <w:r>
        <w:rPr>
          <w:sz w:val="32"/>
          <w:szCs w:val="32"/>
        </w:rPr>
        <w:t xml:space="preserve">. </w:t>
      </w:r>
      <w:r>
        <w:rPr>
          <w:b/>
          <w:bCs/>
          <w:sz w:val="32"/>
          <w:szCs w:val="32"/>
          <w:cs/>
        </w:rPr>
        <w:t>รายงานการวิจัย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เรื่อง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cs/>
        </w:rPr>
        <w:t>การประเมินความพึง</w:t>
      </w:r>
    </w:p>
    <w:p w:rsidR="00960921" w:rsidRDefault="00960921" w:rsidP="008729C9">
      <w:pPr>
        <w:pStyle w:val="Default"/>
        <w:jc w:val="thaiDistribute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ab/>
      </w:r>
      <w:r w:rsidR="00E20F4A">
        <w:rPr>
          <w:b/>
          <w:bCs/>
          <w:sz w:val="32"/>
          <w:szCs w:val="32"/>
          <w:cs/>
        </w:rPr>
        <w:t>พอใจของนักศึกษามหาวิทยาลัยสุโขทัยธรรมาธิราชต่อการให้บริการคำปรึกษาและด้านการรับ</w:t>
      </w:r>
    </w:p>
    <w:p w:rsidR="00960921" w:rsidRDefault="00960921" w:rsidP="008729C9">
      <w:pPr>
        <w:pStyle w:val="Default"/>
        <w:jc w:val="thaiDistribute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ab/>
      </w:r>
      <w:r w:rsidR="00E20F4A">
        <w:rPr>
          <w:b/>
          <w:bCs/>
          <w:sz w:val="32"/>
          <w:szCs w:val="32"/>
          <w:cs/>
        </w:rPr>
        <w:t>ลงทะเบียน</w:t>
      </w:r>
      <w:r w:rsidR="00E20F4A">
        <w:rPr>
          <w:b/>
          <w:bCs/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ของสำนักทะเบียนและวัดผล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มหาวิทยาลัยสุโขทัยธรรมาธิราช</w:t>
      </w:r>
      <w:r w:rsidR="00E20F4A">
        <w:rPr>
          <w:sz w:val="32"/>
          <w:szCs w:val="32"/>
        </w:rPr>
        <w:t xml:space="preserve">, 2549. </w:t>
      </w:r>
    </w:p>
    <w:p w:rsidR="00960921" w:rsidRDefault="00E20F4A" w:rsidP="008729C9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สถาบันอุดมศึกษา</w:t>
      </w:r>
      <w:r>
        <w:rPr>
          <w:sz w:val="32"/>
          <w:szCs w:val="32"/>
        </w:rPr>
        <w:t xml:space="preserve">. </w:t>
      </w:r>
      <w:r>
        <w:rPr>
          <w:b/>
          <w:bCs/>
          <w:sz w:val="32"/>
          <w:szCs w:val="32"/>
          <w:cs/>
        </w:rPr>
        <w:t>มาตรฐานการอุดมศึกษาและเกณฑ์มาตรฐานที่เกี่ยวข้อง</w:t>
      </w:r>
      <w:r>
        <w:rPr>
          <w:b/>
          <w:bCs/>
          <w:sz w:val="32"/>
          <w:szCs w:val="32"/>
        </w:rPr>
        <w:t xml:space="preserve"> </w:t>
      </w:r>
      <w:r>
        <w:rPr>
          <w:sz w:val="32"/>
          <w:szCs w:val="32"/>
          <w:cs/>
        </w:rPr>
        <w:t>ม</w:t>
      </w:r>
      <w:r>
        <w:rPr>
          <w:sz w:val="32"/>
          <w:szCs w:val="32"/>
        </w:rPr>
        <w:t>.</w:t>
      </w:r>
      <w:r>
        <w:rPr>
          <w:sz w:val="32"/>
          <w:szCs w:val="32"/>
          <w:cs/>
        </w:rPr>
        <w:t>ป</w:t>
      </w:r>
      <w:r>
        <w:rPr>
          <w:sz w:val="32"/>
          <w:szCs w:val="32"/>
        </w:rPr>
        <w:t>.</w:t>
      </w:r>
      <w:r>
        <w:rPr>
          <w:sz w:val="32"/>
          <w:szCs w:val="32"/>
          <w:cs/>
        </w:rPr>
        <w:t>ท</w:t>
      </w:r>
      <w:r>
        <w:rPr>
          <w:sz w:val="32"/>
          <w:szCs w:val="32"/>
        </w:rPr>
        <w:t xml:space="preserve">., 2548. </w:t>
      </w:r>
    </w:p>
    <w:p w:rsidR="00960921" w:rsidRDefault="00E20F4A" w:rsidP="008729C9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สำนักงานคณะกรรมการการศึกษาแห่งชาติ</w:t>
      </w:r>
      <w:r>
        <w:rPr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“</w:t>
      </w:r>
      <w:r>
        <w:rPr>
          <w:b/>
          <w:bCs/>
          <w:sz w:val="32"/>
          <w:szCs w:val="32"/>
          <w:cs/>
        </w:rPr>
        <w:t>เกณฑ์มาตรฐานครูแห่งชาติ</w:t>
      </w:r>
      <w:r>
        <w:rPr>
          <w:rFonts w:ascii="Times New Roman" w:hAnsi="Times New Roman" w:cs="Times New Roman"/>
          <w:sz w:val="32"/>
          <w:szCs w:val="32"/>
        </w:rPr>
        <w:t xml:space="preserve">” </w:t>
      </w:r>
      <w:r>
        <w:rPr>
          <w:sz w:val="32"/>
          <w:szCs w:val="32"/>
          <w:cs/>
        </w:rPr>
        <w:t>กรุงเทพมหานคร</w:t>
      </w:r>
      <w:r>
        <w:rPr>
          <w:sz w:val="32"/>
          <w:szCs w:val="32"/>
        </w:rPr>
        <w:t xml:space="preserve"> : </w:t>
      </w:r>
    </w:p>
    <w:p w:rsidR="00960921" w:rsidRDefault="00960921" w:rsidP="008729C9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สำนักพิมพ์คุรุสภา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ลาดพร้าว</w:t>
      </w:r>
      <w:r w:rsidR="00E20F4A">
        <w:rPr>
          <w:sz w:val="32"/>
          <w:szCs w:val="32"/>
        </w:rPr>
        <w:t xml:space="preserve">, 2544. </w:t>
      </w:r>
    </w:p>
    <w:p w:rsidR="00960921" w:rsidRDefault="00E20F4A" w:rsidP="008729C9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เอกสารงานพัฒนาบุคคลากร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ปี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พ</w:t>
      </w:r>
      <w:r>
        <w:rPr>
          <w:sz w:val="32"/>
          <w:szCs w:val="32"/>
        </w:rPr>
        <w:t>.</w:t>
      </w:r>
      <w:r>
        <w:rPr>
          <w:sz w:val="32"/>
          <w:szCs w:val="32"/>
          <w:cs/>
        </w:rPr>
        <w:t>ศ</w:t>
      </w:r>
      <w:r>
        <w:rPr>
          <w:sz w:val="32"/>
          <w:szCs w:val="32"/>
        </w:rPr>
        <w:t>.2550-</w:t>
      </w:r>
      <w:r w:rsidR="00655541">
        <w:rPr>
          <w:sz w:val="32"/>
          <w:szCs w:val="32"/>
        </w:rPr>
        <w:t>2554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ฝ่ายทรัพยากรมนุษย์วิทยาลัย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เอกสารประกอบการสอน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รายวิชาความเป็นครูและการบริหารจัดการในห้องเรียน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ของหลักสูตร</w:t>
      </w:r>
    </w:p>
    <w:p w:rsidR="00960921" w:rsidRDefault="00960921" w:rsidP="008729C9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ประกาศนียบัตรวิชาชีพครู</w:t>
      </w:r>
      <w:r w:rsidR="00E20F4A">
        <w:rPr>
          <w:sz w:val="32"/>
          <w:szCs w:val="32"/>
        </w:rPr>
        <w:t xml:space="preserve"> </w:t>
      </w:r>
      <w:r w:rsidR="00E20F4A">
        <w:rPr>
          <w:sz w:val="32"/>
          <w:szCs w:val="32"/>
          <w:cs/>
        </w:rPr>
        <w:t>วิทยาลัย</w:t>
      </w:r>
      <w:r w:rsidR="00460FD9">
        <w:rPr>
          <w:sz w:val="32"/>
          <w:szCs w:val="32"/>
          <w:cs/>
        </w:rPr>
        <w:t>สารพัดช่างปราจีนบุรี</w:t>
      </w:r>
      <w:r w:rsidR="00E20F4A">
        <w:rPr>
          <w:sz w:val="32"/>
          <w:szCs w:val="32"/>
        </w:rPr>
        <w:t xml:space="preserve">, </w:t>
      </w:r>
      <w:r w:rsidR="00655541">
        <w:rPr>
          <w:sz w:val="32"/>
          <w:szCs w:val="32"/>
        </w:rPr>
        <w:t>2554</w:t>
      </w:r>
      <w:r w:rsidR="00E20F4A">
        <w:rPr>
          <w:sz w:val="32"/>
          <w:szCs w:val="32"/>
        </w:rPr>
        <w:t xml:space="preserve">. </w:t>
      </w:r>
    </w:p>
    <w:p w:rsidR="00960921" w:rsidRDefault="00E20F4A" w:rsidP="008729C9">
      <w:pPr>
        <w:pStyle w:val="Default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>เอกสารประกอบการสอนวิชา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ภาวะผู้นำในต่างประเทศ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cs/>
        </w:rPr>
        <w:t>ระดับปริญญาเอกของมหาวิทยาลัยแคน</w:t>
      </w:r>
      <w:proofErr w:type="spellStart"/>
      <w:r>
        <w:rPr>
          <w:sz w:val="32"/>
          <w:szCs w:val="32"/>
          <w:cs/>
        </w:rPr>
        <w:t>เตอร์บู</w:t>
      </w:r>
      <w:proofErr w:type="spellEnd"/>
      <w:r>
        <w:rPr>
          <w:sz w:val="32"/>
          <w:szCs w:val="32"/>
          <w:cs/>
        </w:rPr>
        <w:t>รี่</w:t>
      </w:r>
      <w:r>
        <w:rPr>
          <w:sz w:val="32"/>
          <w:szCs w:val="32"/>
        </w:rPr>
        <w:t xml:space="preserve"> </w:t>
      </w:r>
    </w:p>
    <w:p w:rsidR="00E20F4A" w:rsidRDefault="00960921" w:rsidP="008729C9">
      <w:pPr>
        <w:pStyle w:val="Default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20F4A">
        <w:rPr>
          <w:sz w:val="32"/>
          <w:szCs w:val="32"/>
          <w:cs/>
        </w:rPr>
        <w:t>นิวซีแลนด์</w:t>
      </w:r>
      <w:r w:rsidR="00E20F4A">
        <w:rPr>
          <w:sz w:val="32"/>
          <w:szCs w:val="32"/>
        </w:rPr>
        <w:t xml:space="preserve">, 2008. </w:t>
      </w:r>
    </w:p>
    <w:p w:rsidR="0091364E" w:rsidRPr="00E20F4A" w:rsidRDefault="0091364E" w:rsidP="00E20F4A">
      <w:pPr>
        <w:pStyle w:val="Default"/>
        <w:rPr>
          <w:color w:val="auto"/>
          <w:sz w:val="32"/>
          <w:szCs w:val="32"/>
        </w:rPr>
      </w:pPr>
    </w:p>
    <w:p w:rsidR="0091364E" w:rsidRDefault="0091364E" w:rsidP="0091364E">
      <w:pPr>
        <w:pStyle w:val="Default"/>
        <w:rPr>
          <w:color w:val="auto"/>
        </w:rPr>
      </w:pPr>
    </w:p>
    <w:p w:rsidR="0091364E" w:rsidRDefault="0091364E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Pr="00710D0B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</w:rPr>
      </w:pPr>
      <w:r w:rsidRPr="00710D0B">
        <w:rPr>
          <w:rFonts w:ascii="Angsana New" w:eastAsia="BrowalliaNew-Bold" w:hAnsi="Angsana New" w:cs="Angsana New"/>
          <w:b/>
          <w:bCs/>
          <w:sz w:val="48"/>
          <w:szCs w:val="48"/>
          <w:cs/>
          <w:lang w:bidi="th-TH"/>
        </w:rPr>
        <w:t>ภาคผนวก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40"/>
          <w:szCs w:val="40"/>
        </w:rPr>
      </w:pPr>
    </w:p>
    <w:p w:rsidR="00CC7AD2" w:rsidRPr="00710D0B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0"/>
          <w:szCs w:val="40"/>
        </w:rPr>
      </w:pPr>
      <w:r w:rsidRPr="00710D0B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t>ภาคผนวก</w:t>
      </w:r>
      <w:r w:rsidRPr="00710D0B">
        <w:rPr>
          <w:rFonts w:ascii="Angsana New" w:eastAsia="BrowalliaNew-Bold" w:hAnsi="Angsana New" w:cs="Angsana New"/>
          <w:b/>
          <w:bCs/>
          <w:sz w:val="40"/>
          <w:szCs w:val="40"/>
        </w:rPr>
        <w:t xml:space="preserve"> </w:t>
      </w:r>
      <w:r w:rsidRPr="00710D0B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t>ก</w:t>
      </w:r>
    </w:p>
    <w:p w:rsidR="00CC7AD2" w:rsidRPr="00710D0B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0"/>
          <w:szCs w:val="40"/>
        </w:rPr>
      </w:pPr>
      <w:r w:rsidRPr="00710D0B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t>แบบสอบถามเพื่อการวิจัย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91364E">
      <w:pPr>
        <w:rPr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  <w:lang w:bidi="th-TH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</w:rPr>
      </w:pPr>
      <w:r w:rsidRPr="00BA534B">
        <w:rPr>
          <w:rFonts w:ascii="Angsana New" w:eastAsia="BrowalliaNew-Bold" w:hAnsi="Angsana New" w:cs="Angsana New"/>
          <w:b/>
          <w:bCs/>
          <w:sz w:val="48"/>
          <w:szCs w:val="48"/>
          <w:cs/>
          <w:lang w:bidi="th-TH"/>
        </w:rPr>
        <w:t>ประวัติย่</w:t>
      </w:r>
      <w:r>
        <w:rPr>
          <w:rFonts w:ascii="Angsana New" w:eastAsia="BrowalliaNew-Bold" w:hAnsi="Angsana New" w:cs="Angsana New"/>
          <w:b/>
          <w:bCs/>
          <w:sz w:val="48"/>
          <w:szCs w:val="48"/>
          <w:cs/>
          <w:lang w:bidi="th-TH"/>
        </w:rPr>
        <w:t>อผู้ทำ</w:t>
      </w:r>
      <w:r>
        <w:rPr>
          <w:rFonts w:ascii="Angsana New" w:eastAsia="BrowalliaNew-Bold" w:hAnsi="Angsana New" w:cs="Angsana New" w:hint="cs"/>
          <w:b/>
          <w:bCs/>
          <w:sz w:val="48"/>
          <w:szCs w:val="48"/>
          <w:cs/>
          <w:lang w:bidi="th-TH"/>
        </w:rPr>
        <w:t>วิจัย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Pr="00BA534B" w:rsidRDefault="00CC7AD2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8"/>
          <w:szCs w:val="48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b/>
          <w:bCs/>
          <w:sz w:val="32"/>
          <w:szCs w:val="32"/>
        </w:rPr>
      </w:pPr>
    </w:p>
    <w:p w:rsidR="00CC7AD2" w:rsidRPr="00BA534B" w:rsidRDefault="00BC5CC5" w:rsidP="00CC7AD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ngsana New" w:eastAsia="BrowalliaNew-Bold" w:hAnsi="Angsana New" w:cs="Angsana New"/>
          <w:b/>
          <w:bCs/>
          <w:sz w:val="40"/>
          <w:szCs w:val="40"/>
        </w:rPr>
      </w:pPr>
      <w:r>
        <w:rPr>
          <w:rFonts w:ascii="Angsana New" w:eastAsia="BrowalliaNew-Bold" w:hAnsi="Angsana New" w:cs="Angsana New"/>
          <w:b/>
          <w:bCs/>
          <w:noProof/>
          <w:sz w:val="40"/>
          <w:szCs w:val="40"/>
          <w:lang w:bidi="th-TH"/>
        </w:rPr>
        <w:lastRenderedPageBreak/>
        <w:pict>
          <v:shape id="_x0000_s1051" type="#_x0000_t202" style="position:absolute;left:0;text-align:left;margin-left:522.65pt;margin-top:65.75pt;width:57.05pt;height:26.5pt;z-index:251660288" stroked="f">
            <v:textbox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>
        <w:rPr>
          <w:rFonts w:ascii="Angsana New" w:eastAsia="BrowalliaNew-Bold" w:hAnsi="Angsana New" w:cs="Angsana New"/>
          <w:b/>
          <w:bCs/>
          <w:noProof/>
          <w:sz w:val="40"/>
          <w:szCs w:val="40"/>
          <w:lang w:bidi="th-TH"/>
        </w:rPr>
        <w:pict>
          <v:shape id="_x0000_s1050" type="#_x0000_t202" style="position:absolute;left:0;text-align:left;margin-left:510.65pt;margin-top:53.75pt;width:57.05pt;height:26.5pt;z-index:251659264" stroked="f">
            <v:textbox>
              <w:txbxContent>
                <w:p w:rsidR="008E6F69" w:rsidRDefault="008E6F69" w:rsidP="00E841EC">
                  <w:r>
                    <w:t>1</w:t>
                  </w:r>
                </w:p>
              </w:txbxContent>
            </v:textbox>
          </v:shape>
        </w:pict>
      </w:r>
      <w:r w:rsidR="00CC7AD2">
        <w:rPr>
          <w:rFonts w:ascii="Angsana New" w:eastAsia="BrowalliaNew-Bold" w:hAnsi="Angsana New" w:cs="Angsana New"/>
          <w:b/>
          <w:bCs/>
          <w:sz w:val="40"/>
          <w:szCs w:val="40"/>
          <w:cs/>
          <w:lang w:bidi="th-TH"/>
        </w:rPr>
        <w:t>ประวัติย่อผู้ทำ</w:t>
      </w:r>
      <w:r w:rsidR="00CC7AD2">
        <w:rPr>
          <w:rFonts w:ascii="Angsana New" w:eastAsia="BrowalliaNew-Bold" w:hAnsi="Angsana New" w:cs="Angsana New" w:hint="cs"/>
          <w:b/>
          <w:bCs/>
          <w:sz w:val="40"/>
          <w:szCs w:val="40"/>
          <w:cs/>
          <w:lang w:bidi="th-TH"/>
        </w:rPr>
        <w:t>วิจัย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ชื่อ</w:t>
      </w:r>
      <w:r>
        <w:rPr>
          <w:rFonts w:ascii="Angsana New" w:eastAsia="BrowalliaNew" w:hAnsi="Angsana New" w:cs="Angsana New"/>
          <w:sz w:val="32"/>
          <w:szCs w:val="32"/>
        </w:rPr>
        <w:t xml:space="preserve"> 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ชื่อสกุล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AE6946">
        <w:rPr>
          <w:rFonts w:ascii="Angsana New" w:eastAsia="BrowalliaNew" w:hAnsi="Angsana New" w:cs="Angsana New"/>
          <w:sz w:val="32"/>
          <w:szCs w:val="32"/>
          <w:cs/>
          <w:lang w:bidi="th-TH"/>
        </w:rPr>
        <w:t>นายอนุชา  วิจารณ์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วัน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เดือน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ปีเกิด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  <w:t>1</w:t>
      </w:r>
      <w:r w:rsidR="005D342C">
        <w:rPr>
          <w:rFonts w:ascii="Angsana New" w:eastAsia="BrowalliaNew" w:hAnsi="Angsana New" w:cs="Angsana New"/>
          <w:sz w:val="32"/>
          <w:szCs w:val="32"/>
        </w:rPr>
        <w:t>1</w:t>
      </w:r>
      <w:r>
        <w:rPr>
          <w:rFonts w:ascii="Angsana New" w:eastAsia="BrowalliaNew" w:hAnsi="Angsana New" w:cs="Angsana New"/>
          <w:sz w:val="32"/>
          <w:szCs w:val="32"/>
        </w:rPr>
        <w:t xml:space="preserve">  </w:t>
      </w:r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ธันวา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คม 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25</w:t>
      </w:r>
      <w:r w:rsidR="005D342C">
        <w:rPr>
          <w:rFonts w:ascii="Angsana New" w:eastAsia="BrowalliaNew" w:hAnsi="Angsana New" w:cs="Angsana New"/>
          <w:sz w:val="32"/>
          <w:szCs w:val="32"/>
        </w:rPr>
        <w:t>16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cs/>
          <w:lang w:bidi="th-TH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สถานที่เกิด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โรงพยาบาลเจ้าพระยาอภัย</w:t>
      </w:r>
      <w:proofErr w:type="spellStart"/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ภูเบศ</w:t>
      </w:r>
      <w:proofErr w:type="spellEnd"/>
    </w:p>
    <w:p w:rsidR="00CC7AD2" w:rsidRDefault="00CC7AD2" w:rsidP="00DE4B01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สถานที่อยู่ปัจจุบัน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5D342C">
        <w:rPr>
          <w:rFonts w:ascii="Angsana New" w:eastAsia="BrowalliaNew" w:hAnsi="Angsana New" w:cs="Angsana New"/>
          <w:sz w:val="32"/>
          <w:szCs w:val="32"/>
          <w:lang w:bidi="th-TH"/>
        </w:rPr>
        <w:t>21</w:t>
      </w:r>
      <w:r w:rsidR="00DE4B01">
        <w:rPr>
          <w:rFonts w:ascii="Angsana New" w:eastAsia="BrowalliaNew" w:hAnsi="Angsana New" w:cs="Angsana New"/>
          <w:sz w:val="32"/>
          <w:szCs w:val="32"/>
        </w:rPr>
        <w:t xml:space="preserve">  </w:t>
      </w:r>
      <w:r w:rsidR="00DE4B01">
        <w:rPr>
          <w:rFonts w:ascii="Angsana New" w:eastAsia="BrowalliaNew" w:hAnsi="Angsana New" w:cs="Angsana New"/>
          <w:sz w:val="32"/>
          <w:szCs w:val="32"/>
          <w:cs/>
          <w:lang w:bidi="th-TH"/>
        </w:rPr>
        <w:t>หมู่</w:t>
      </w:r>
      <w:r w:rsidR="005D342C">
        <w:rPr>
          <w:rFonts w:ascii="Angsana New" w:eastAsia="BrowalliaNew" w:hAnsi="Angsana New" w:cs="Angsana New"/>
          <w:sz w:val="32"/>
          <w:szCs w:val="32"/>
        </w:rPr>
        <w:t xml:space="preserve"> 3</w:t>
      </w:r>
      <w:r w:rsidR="00DE4B01">
        <w:rPr>
          <w:rFonts w:ascii="Angsana New" w:eastAsia="BrowalliaNew" w:hAnsi="Angsana New" w:cs="Angsana New"/>
          <w:sz w:val="32"/>
          <w:szCs w:val="32"/>
        </w:rPr>
        <w:t xml:space="preserve">  </w:t>
      </w:r>
      <w:proofErr w:type="spellStart"/>
      <w:r w:rsidR="005D342C">
        <w:rPr>
          <w:rFonts w:ascii="Angsana New" w:eastAsia="BrowalliaNew" w:hAnsi="Angsana New" w:cs="Angsana New"/>
          <w:sz w:val="32"/>
          <w:szCs w:val="32"/>
          <w:cs/>
          <w:lang w:bidi="th-TH"/>
        </w:rPr>
        <w:t>ตำบ</w:t>
      </w:r>
      <w:proofErr w:type="spellEnd"/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สัมพันธ์</w:t>
      </w:r>
      <w:r w:rsidR="00DE4B01">
        <w:rPr>
          <w:rFonts w:ascii="Angsana New" w:eastAsia="BrowalliaNew" w:hAnsi="Angsana New" w:cs="Angsana New"/>
          <w:sz w:val="32"/>
          <w:szCs w:val="32"/>
        </w:rPr>
        <w:t xml:space="preserve">  </w:t>
      </w:r>
      <w:r w:rsidR="005D342C">
        <w:rPr>
          <w:rFonts w:ascii="Angsana New" w:eastAsia="BrowalliaNew" w:hAnsi="Angsana New" w:cs="Angsana New"/>
          <w:sz w:val="32"/>
          <w:szCs w:val="32"/>
          <w:cs/>
          <w:lang w:bidi="th-TH"/>
        </w:rPr>
        <w:t>อำเภอ</w:t>
      </w:r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ศรีมหา</w:t>
      </w:r>
      <w:proofErr w:type="spellStart"/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โพธิ</w:t>
      </w:r>
      <w:proofErr w:type="spellEnd"/>
    </w:p>
    <w:p w:rsidR="00DE4B01" w:rsidRPr="00031751" w:rsidRDefault="00DE4B01" w:rsidP="00DE4B01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lang w:bidi="th-TH"/>
        </w:rPr>
      </w:pP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 w:rsidR="005D342C">
        <w:rPr>
          <w:rFonts w:ascii="Angsana New" w:eastAsia="BrowalliaNew" w:hAnsi="Angsana New" w:cs="Angsana New"/>
          <w:sz w:val="32"/>
          <w:szCs w:val="32"/>
          <w:cs/>
          <w:lang w:bidi="th-TH"/>
        </w:rPr>
        <w:t>จังหวัด</w:t>
      </w:r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ปราจีนบุรี</w:t>
      </w:r>
      <w:r w:rsidR="005D342C">
        <w:rPr>
          <w:rFonts w:ascii="Angsana New" w:eastAsia="BrowalliaNew" w:hAnsi="Angsana New" w:cs="Angsana New"/>
          <w:sz w:val="32"/>
          <w:szCs w:val="32"/>
        </w:rPr>
        <w:t xml:space="preserve">  25</w:t>
      </w:r>
      <w:r>
        <w:rPr>
          <w:rFonts w:ascii="Angsana New" w:eastAsia="BrowalliaNew" w:hAnsi="Angsana New" w:cs="Angsana New"/>
          <w:sz w:val="32"/>
          <w:szCs w:val="32"/>
        </w:rPr>
        <w:t>000</w:t>
      </w:r>
    </w:p>
    <w:p w:rsidR="00CC7AD2" w:rsidRPr="00972440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cs/>
          <w:lang w:bidi="th-TH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ตำแหน่งหน้าที่การงาน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/>
          <w:sz w:val="32"/>
          <w:szCs w:val="32"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ครู</w:t>
      </w:r>
      <w:r>
        <w:rPr>
          <w:rFonts w:ascii="Angsana New" w:eastAsia="BrowalliaNew" w:hAnsi="Angsana New" w:cs="Angsana New"/>
          <w:sz w:val="32"/>
          <w:szCs w:val="32"/>
        </w:rPr>
        <w:t xml:space="preserve"> 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สาขางาน</w:t>
      </w:r>
      <w:r w:rsidR="00DE4B01">
        <w:rPr>
          <w:rFonts w:ascii="Angsana New" w:eastAsia="BrowalliaNew" w:hAnsi="Angsana New" w:cs="Angsana New"/>
          <w:sz w:val="32"/>
          <w:szCs w:val="32"/>
          <w:cs/>
          <w:lang w:bidi="th-TH"/>
        </w:rPr>
        <w:t>อิเล็กทรอนิกส์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lang w:bidi="th-TH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สถานที่ทำงานปัจจุบัน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/>
          <w:sz w:val="32"/>
          <w:szCs w:val="32"/>
          <w:cs/>
          <w:lang w:bidi="th-TH"/>
        </w:rPr>
        <w:t>วิทยาลัยสารพัดช่างปราจีนบุรี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ตำบลหน้าเมือง  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อำเภอเมือง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cs/>
          <w:lang w:bidi="th-TH"/>
        </w:rPr>
      </w:pP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/>
          <w:sz w:val="32"/>
          <w:szCs w:val="32"/>
          <w:cs/>
          <w:lang w:bidi="th-TH"/>
        </w:rPr>
        <w:t>จังหวัด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ปราจีน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บุรี</w:t>
      </w:r>
      <w:r>
        <w:rPr>
          <w:rFonts w:ascii="Angsana New" w:eastAsia="BrowalliaNew" w:hAnsi="Angsana New" w:cs="Angsana New"/>
          <w:sz w:val="32"/>
          <w:szCs w:val="32"/>
        </w:rPr>
        <w:t xml:space="preserve">  </w:t>
      </w:r>
      <w:r>
        <w:rPr>
          <w:rFonts w:ascii="Angsana New" w:eastAsia="BrowalliaNew" w:hAnsi="Angsana New" w:cs="Angsana New"/>
          <w:sz w:val="32"/>
          <w:szCs w:val="32"/>
          <w:lang w:bidi="th-TH"/>
        </w:rPr>
        <w:t>25000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ประวัติการศึกษา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left="1440" w:firstLine="0"/>
        <w:rPr>
          <w:rFonts w:ascii="Angsana New" w:eastAsia="BrowalliaNew" w:hAnsi="Angsana New" w:cs="Angsana New"/>
          <w:sz w:val="32"/>
          <w:szCs w:val="32"/>
          <w:cs/>
          <w:lang w:bidi="th-TH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พ</w:t>
      </w:r>
      <w:r w:rsidRPr="00031751">
        <w:rPr>
          <w:rFonts w:ascii="Angsana New" w:eastAsia="BrowalliaNew" w:hAnsi="Angsana New" w:cs="Angsana New"/>
          <w:sz w:val="32"/>
          <w:szCs w:val="32"/>
        </w:rPr>
        <w:t>.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ศ</w:t>
      </w:r>
      <w:r w:rsidR="009D7FE5">
        <w:rPr>
          <w:rFonts w:ascii="Angsana New" w:eastAsia="BrowalliaNew" w:hAnsi="Angsana New" w:cs="Angsana New"/>
          <w:sz w:val="32"/>
          <w:szCs w:val="32"/>
        </w:rPr>
        <w:t>. 2522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มัธยมศึกษาปีที่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3 </w:t>
      </w:r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โรงเรียนมัธยม</w:t>
      </w:r>
      <w:proofErr w:type="spellStart"/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วัดใกม่</w:t>
      </w:r>
      <w:proofErr w:type="spellEnd"/>
      <w:r w:rsidR="005D342C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กรงทอง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ngsana New" w:eastAsia="BrowalliaNew" w:hAnsi="Angsana New" w:cs="Angsana New"/>
          <w:sz w:val="32"/>
          <w:szCs w:val="32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อำเภอ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ครีมหา</w:t>
      </w:r>
      <w:proofErr w:type="spellStart"/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โพธิ</w:t>
      </w:r>
      <w:proofErr w:type="spellEnd"/>
      <w:r w:rsidR="00943FEE">
        <w:rPr>
          <w:rFonts w:ascii="Angsana New" w:eastAsia="BrowalliaNew" w:hAnsi="Angsana New" w:cs="Angsana New"/>
          <w:sz w:val="32"/>
          <w:szCs w:val="32"/>
        </w:rPr>
        <w:t xml:space="preserve"> 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  <w:cs/>
          <w:lang w:bidi="th-TH"/>
        </w:rPr>
        <w:t>จังหวัด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ปราจีนบุรี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lang w:bidi="th-TH"/>
        </w:rPr>
      </w:pP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พ</w:t>
      </w:r>
      <w:r w:rsidRPr="00031751">
        <w:rPr>
          <w:rFonts w:ascii="Angsana New" w:eastAsia="BrowalliaNew" w:hAnsi="Angsana New" w:cs="Angsana New"/>
          <w:sz w:val="32"/>
          <w:szCs w:val="32"/>
        </w:rPr>
        <w:t>.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ศ</w:t>
      </w:r>
      <w:r>
        <w:rPr>
          <w:rFonts w:ascii="Angsana New" w:eastAsia="BrowalliaNew" w:hAnsi="Angsana New" w:cs="Angsana New"/>
          <w:sz w:val="32"/>
          <w:szCs w:val="32"/>
        </w:rPr>
        <w:t>. 253</w:t>
      </w:r>
      <w:r w:rsidR="009D7FE5">
        <w:rPr>
          <w:rFonts w:ascii="Angsana New" w:eastAsia="BrowalliaNew" w:hAnsi="Angsana New" w:cs="Angsana New"/>
          <w:sz w:val="32"/>
          <w:szCs w:val="32"/>
        </w:rPr>
        <w:t>5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ประกาศนียบัตรวิชาชีพ  (</w:t>
      </w:r>
      <w:proofErr w:type="spellStart"/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ปวช</w:t>
      </w:r>
      <w:proofErr w:type="spellEnd"/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.)  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สาขาวิชา</w:t>
      </w:r>
      <w:r w:rsidR="00943FEE">
        <w:rPr>
          <w:rFonts w:ascii="Angsana New" w:eastAsia="BrowalliaNew" w:hAnsi="Angsana New" w:cs="Angsana New"/>
          <w:sz w:val="32"/>
          <w:szCs w:val="32"/>
          <w:cs/>
          <w:lang w:bidi="th-TH"/>
        </w:rPr>
        <w:t>อิเล็กทรอนิกส์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  <w:t>วิทยาลัยเทคนิค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ปราจีนบุรี</w:t>
      </w:r>
      <w:r w:rsidR="005E4D2C">
        <w:rPr>
          <w:rFonts w:ascii="Angsana New" w:eastAsia="BrowalliaNew" w:hAnsi="Angsana New" w:cs="Angsana New"/>
          <w:sz w:val="32"/>
          <w:szCs w:val="32"/>
          <w:lang w:bidi="th-TH"/>
        </w:rPr>
        <w:t xml:space="preserve"> 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จั</w:t>
      </w:r>
      <w:r>
        <w:rPr>
          <w:rFonts w:ascii="Angsana New" w:eastAsia="BrowalliaNew" w:hAnsi="Angsana New" w:cs="Angsana New"/>
          <w:sz w:val="32"/>
          <w:szCs w:val="32"/>
          <w:cs/>
          <w:lang w:bidi="th-TH"/>
        </w:rPr>
        <w:t>งหวัด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ปราจีนบุรี</w:t>
      </w:r>
    </w:p>
    <w:p w:rsidR="007C07CC" w:rsidRDefault="00CC7AD2" w:rsidP="007C07CC">
      <w:pPr>
        <w:autoSpaceDE w:val="0"/>
        <w:autoSpaceDN w:val="0"/>
        <w:adjustRightInd w:val="0"/>
        <w:spacing w:after="0" w:line="240" w:lineRule="auto"/>
        <w:ind w:left="2880" w:hanging="1440"/>
        <w:rPr>
          <w:rFonts w:ascii="Angsana New" w:eastAsia="BrowalliaNew" w:hAnsi="Angsana New" w:cs="Angsana New"/>
          <w:sz w:val="32"/>
          <w:szCs w:val="32"/>
          <w:lang w:bidi="th-TH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พ</w:t>
      </w:r>
      <w:r w:rsidRPr="00031751">
        <w:rPr>
          <w:rFonts w:ascii="Angsana New" w:eastAsia="BrowalliaNew" w:hAnsi="Angsana New" w:cs="Angsana New"/>
          <w:sz w:val="32"/>
          <w:szCs w:val="32"/>
        </w:rPr>
        <w:t>.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ศ</w:t>
      </w:r>
      <w:r>
        <w:rPr>
          <w:rFonts w:ascii="Angsana New" w:eastAsia="BrowalliaNew" w:hAnsi="Angsana New" w:cs="Angsana New"/>
          <w:sz w:val="32"/>
          <w:szCs w:val="32"/>
        </w:rPr>
        <w:t>. 25</w:t>
      </w:r>
      <w:r w:rsidR="009D7FE5">
        <w:rPr>
          <w:rFonts w:ascii="Angsana New" w:eastAsia="BrowalliaNew" w:hAnsi="Angsana New" w:cs="Angsana New"/>
          <w:sz w:val="32"/>
          <w:szCs w:val="32"/>
        </w:rPr>
        <w:t>37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/>
          <w:sz w:val="32"/>
          <w:szCs w:val="32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ประกาศนียบัตรวิชาชีพชั้นสูง (</w:t>
      </w:r>
      <w:proofErr w:type="spellStart"/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ปวส</w:t>
      </w:r>
      <w:proofErr w:type="spellEnd"/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.)  </w:t>
      </w:r>
    </w:p>
    <w:p w:rsidR="00CC7AD2" w:rsidRDefault="00CC7AD2" w:rsidP="007C07CC">
      <w:pPr>
        <w:autoSpaceDE w:val="0"/>
        <w:autoSpaceDN w:val="0"/>
        <w:adjustRightInd w:val="0"/>
        <w:spacing w:after="0" w:line="240" w:lineRule="auto"/>
        <w:ind w:left="2880" w:firstLine="0"/>
        <w:rPr>
          <w:rFonts w:ascii="Angsana New" w:eastAsia="BrowalliaNew" w:hAnsi="Angsana New" w:cs="Angsana New"/>
          <w:sz w:val="32"/>
          <w:szCs w:val="32"/>
          <w:lang w:bidi="th-TH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สาขาวิชา</w:t>
      </w:r>
      <w:r w:rsidR="007C07CC">
        <w:rPr>
          <w:rFonts w:ascii="Angsana New" w:eastAsia="BrowalliaNew" w:hAnsi="Angsana New" w:cs="Angsana New"/>
          <w:sz w:val="32"/>
          <w:szCs w:val="32"/>
          <w:cs/>
          <w:lang w:bidi="th-TH"/>
        </w:rPr>
        <w:t>อิเล็กทรอนิกส์คอมพิวเตอร์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" w:hAnsi="Angsana New" w:cs="Angsana New"/>
          <w:sz w:val="32"/>
          <w:szCs w:val="32"/>
          <w:lang w:bidi="th-TH"/>
        </w:rPr>
      </w:pP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วิทยาลัยเทคนิคปราจีนบุรี</w:t>
      </w:r>
      <w:r w:rsidR="009D7FE5">
        <w:rPr>
          <w:rFonts w:ascii="Angsana New" w:eastAsia="BrowalliaNew" w:hAnsi="Angsana New" w:cs="Angsana New"/>
          <w:sz w:val="32"/>
          <w:szCs w:val="32"/>
          <w:lang w:bidi="th-TH"/>
        </w:rPr>
        <w:t xml:space="preserve">  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จั</w:t>
      </w:r>
      <w:r w:rsidR="009D7FE5">
        <w:rPr>
          <w:rFonts w:ascii="Angsana New" w:eastAsia="BrowalliaNew" w:hAnsi="Angsana New" w:cs="Angsana New"/>
          <w:sz w:val="32"/>
          <w:szCs w:val="32"/>
          <w:cs/>
          <w:lang w:bidi="th-TH"/>
        </w:rPr>
        <w:t>งหวัด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ปราจีนบุรี</w:t>
      </w:r>
    </w:p>
    <w:p w:rsidR="007C07CC" w:rsidRDefault="00CC7AD2" w:rsidP="007C07CC">
      <w:pPr>
        <w:autoSpaceDE w:val="0"/>
        <w:autoSpaceDN w:val="0"/>
        <w:adjustRightInd w:val="0"/>
        <w:spacing w:after="0" w:line="240" w:lineRule="auto"/>
        <w:ind w:left="2160" w:hanging="720"/>
        <w:rPr>
          <w:rFonts w:ascii="Angsana New" w:eastAsia="BrowalliaNew" w:hAnsi="Angsana New" w:cs="Angsana New"/>
          <w:sz w:val="32"/>
          <w:szCs w:val="32"/>
        </w:rPr>
      </w:pP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พ</w:t>
      </w:r>
      <w:r w:rsidRPr="00031751">
        <w:rPr>
          <w:rFonts w:ascii="Angsana New" w:eastAsia="BrowalliaNew" w:hAnsi="Angsana New" w:cs="Angsana New"/>
          <w:sz w:val="32"/>
          <w:szCs w:val="32"/>
        </w:rPr>
        <w:t>.</w:t>
      </w:r>
      <w:r w:rsidRPr="00031751">
        <w:rPr>
          <w:rFonts w:ascii="Angsana New" w:eastAsia="BrowalliaNew" w:hAnsi="Angsana New" w:cs="Angsana New"/>
          <w:sz w:val="32"/>
          <w:szCs w:val="32"/>
          <w:cs/>
          <w:lang w:bidi="th-TH"/>
        </w:rPr>
        <w:t>ศ</w:t>
      </w:r>
      <w:r w:rsidR="009D7FE5">
        <w:rPr>
          <w:rFonts w:ascii="Angsana New" w:eastAsia="BrowalliaNew" w:hAnsi="Angsana New" w:cs="Angsana New"/>
          <w:sz w:val="32"/>
          <w:szCs w:val="32"/>
        </w:rPr>
        <w:t>. 2539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/>
          <w:sz w:val="32"/>
          <w:szCs w:val="32"/>
          <w:cs/>
          <w:lang w:bidi="th-TH"/>
        </w:rPr>
        <w:t>ปริญญา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ตรี</w:t>
      </w:r>
      <w:r w:rsidRPr="00031751">
        <w:rPr>
          <w:rFonts w:ascii="Angsana New" w:eastAsia="BrowalliaNew" w:hAnsi="Angsana New" w:cs="Angsana New"/>
          <w:sz w:val="32"/>
          <w:szCs w:val="32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ประกาศนียบัตรวิชาชีพชั้นสูง</w:t>
      </w:r>
    </w:p>
    <w:p w:rsidR="00CC7AD2" w:rsidRPr="00031751" w:rsidRDefault="00CC7AD2" w:rsidP="007C07C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ngsana New" w:eastAsia="BrowalliaNew" w:hAnsi="Angsana New" w:cs="Angsana New"/>
          <w:sz w:val="32"/>
          <w:szCs w:val="32"/>
        </w:rPr>
      </w:pPr>
      <w:r>
        <w:rPr>
          <w:rFonts w:ascii="Angsana New" w:eastAsia="BrowalliaNew" w:hAnsi="Angsana New" w:cs="Angsana New"/>
          <w:sz w:val="32"/>
          <w:szCs w:val="32"/>
          <w:cs/>
          <w:lang w:bidi="th-TH"/>
        </w:rPr>
        <w:t>สาขาวิชา</w:t>
      </w:r>
      <w:r w:rsidR="009D7FE5"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>ไฟฟ้าสื่อสาร</w:t>
      </w:r>
    </w:p>
    <w:p w:rsidR="00CC7AD2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sz w:val="32"/>
          <w:szCs w:val="32"/>
          <w:cs/>
          <w:lang w:bidi="th-TH"/>
        </w:rPr>
      </w:pP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 xml:space="preserve"> </w:t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>
        <w:rPr>
          <w:rFonts w:ascii="Angsana New" w:eastAsia="BrowalliaNew" w:hAnsi="Angsana New" w:cs="Angsana New" w:hint="cs"/>
          <w:sz w:val="32"/>
          <w:szCs w:val="32"/>
          <w:cs/>
          <w:lang w:bidi="th-TH"/>
        </w:rPr>
        <w:tab/>
      </w:r>
      <w:r w:rsidR="009D7FE5">
        <w:rPr>
          <w:rFonts w:ascii="Angsana New" w:hAnsi="Angsana New" w:cs="Angsana New" w:hint="cs"/>
          <w:sz w:val="32"/>
          <w:szCs w:val="32"/>
          <w:cs/>
          <w:lang w:bidi="th-TH"/>
        </w:rPr>
        <w:t>วิทยาลัยเทคนิคเชียงใหม่ จังหวัดเชียงใหม่</w:t>
      </w:r>
    </w:p>
    <w:p w:rsidR="00CC7AD2" w:rsidRPr="00031751" w:rsidRDefault="00CC7AD2" w:rsidP="00CC7AD2">
      <w:pPr>
        <w:autoSpaceDE w:val="0"/>
        <w:autoSpaceDN w:val="0"/>
        <w:adjustRightInd w:val="0"/>
        <w:spacing w:after="0" w:line="240" w:lineRule="auto"/>
        <w:ind w:firstLine="0"/>
        <w:rPr>
          <w:rFonts w:ascii="Angsana New" w:eastAsia="BrowalliaNew-Bold" w:hAnsi="Angsana New" w:cs="Angsana New"/>
          <w:sz w:val="32"/>
          <w:szCs w:val="32"/>
        </w:rPr>
      </w:pPr>
    </w:p>
    <w:p w:rsidR="00CC7AD2" w:rsidRPr="0091364E" w:rsidRDefault="00CC7AD2" w:rsidP="0091364E">
      <w:pPr>
        <w:rPr>
          <w:lang w:bidi="th-TH"/>
        </w:rPr>
      </w:pPr>
    </w:p>
    <w:sectPr w:rsidR="00CC7AD2" w:rsidRPr="0091364E" w:rsidSect="00A65170">
      <w:type w:val="nextColumn"/>
      <w:pgSz w:w="11907" w:h="16839" w:code="9"/>
      <w:pgMar w:top="1701" w:right="1440" w:bottom="144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CC5" w:rsidRDefault="00BC5CC5" w:rsidP="00A65170">
      <w:pPr>
        <w:spacing w:after="0" w:line="240" w:lineRule="auto"/>
      </w:pPr>
      <w:r>
        <w:separator/>
      </w:r>
    </w:p>
  </w:endnote>
  <w:endnote w:type="continuationSeparator" w:id="0">
    <w:p w:rsidR="00BC5CC5" w:rsidRDefault="00BC5CC5" w:rsidP="00A6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Browall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CC5" w:rsidRDefault="00BC5CC5" w:rsidP="00A65170">
      <w:pPr>
        <w:spacing w:after="0" w:line="240" w:lineRule="auto"/>
      </w:pPr>
      <w:r>
        <w:separator/>
      </w:r>
    </w:p>
  </w:footnote>
  <w:footnote w:type="continuationSeparator" w:id="0">
    <w:p w:rsidR="00BC5CC5" w:rsidRDefault="00BC5CC5" w:rsidP="00A6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240E2"/>
    <w:multiLevelType w:val="hybridMultilevel"/>
    <w:tmpl w:val="A9E3B1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60F2BA"/>
    <w:multiLevelType w:val="hybridMultilevel"/>
    <w:tmpl w:val="F3E859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B0678C0"/>
    <w:multiLevelType w:val="hybridMultilevel"/>
    <w:tmpl w:val="7276CA3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BC7C379"/>
    <w:multiLevelType w:val="hybridMultilevel"/>
    <w:tmpl w:val="EBE26ED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16FBEB2"/>
    <w:multiLevelType w:val="hybridMultilevel"/>
    <w:tmpl w:val="38AFDAC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3180D56"/>
    <w:multiLevelType w:val="hybridMultilevel"/>
    <w:tmpl w:val="374688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4B406B6"/>
    <w:multiLevelType w:val="hybridMultilevel"/>
    <w:tmpl w:val="F7D6562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7D8E6CF"/>
    <w:multiLevelType w:val="hybridMultilevel"/>
    <w:tmpl w:val="EFA137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AA0B969"/>
    <w:multiLevelType w:val="hybridMultilevel"/>
    <w:tmpl w:val="62D433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1540BC0"/>
    <w:multiLevelType w:val="hybridMultilevel"/>
    <w:tmpl w:val="10424B4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27ADA08"/>
    <w:multiLevelType w:val="hybridMultilevel"/>
    <w:tmpl w:val="C25FB36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1E1CDDE"/>
    <w:multiLevelType w:val="hybridMultilevel"/>
    <w:tmpl w:val="53D481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7406FFC"/>
    <w:multiLevelType w:val="hybridMultilevel"/>
    <w:tmpl w:val="41D73F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F0D27CE"/>
    <w:multiLevelType w:val="hybridMultilevel"/>
    <w:tmpl w:val="A6FEA9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1039954"/>
    <w:multiLevelType w:val="hybridMultilevel"/>
    <w:tmpl w:val="7A7575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44F20E2"/>
    <w:multiLevelType w:val="hybridMultilevel"/>
    <w:tmpl w:val="C8FDC8C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ECB04D6A"/>
    <w:multiLevelType w:val="hybridMultilevel"/>
    <w:tmpl w:val="9324F0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ECF1ED52"/>
    <w:multiLevelType w:val="hybridMultilevel"/>
    <w:tmpl w:val="C77AC4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E171E52"/>
    <w:multiLevelType w:val="hybridMultilevel"/>
    <w:tmpl w:val="CEAD7D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17F7662"/>
    <w:multiLevelType w:val="hybridMultilevel"/>
    <w:tmpl w:val="939D9B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8AADF5F"/>
    <w:multiLevelType w:val="hybridMultilevel"/>
    <w:tmpl w:val="170FE3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03284F3"/>
    <w:multiLevelType w:val="hybridMultilevel"/>
    <w:tmpl w:val="590A89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73F06E8"/>
    <w:multiLevelType w:val="hybridMultilevel"/>
    <w:tmpl w:val="2B1CCB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B369DAD"/>
    <w:multiLevelType w:val="hybridMultilevel"/>
    <w:tmpl w:val="4DFE03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3C30EBA"/>
    <w:multiLevelType w:val="hybridMultilevel"/>
    <w:tmpl w:val="57F74D8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6F40599"/>
    <w:multiLevelType w:val="hybridMultilevel"/>
    <w:tmpl w:val="3278B9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3C3265A"/>
    <w:multiLevelType w:val="hybridMultilevel"/>
    <w:tmpl w:val="88E102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21DC6F5"/>
    <w:multiLevelType w:val="hybridMultilevel"/>
    <w:tmpl w:val="2101E98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4C470ED2"/>
    <w:multiLevelType w:val="hybridMultilevel"/>
    <w:tmpl w:val="250EF2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E0A6363"/>
    <w:multiLevelType w:val="hybridMultilevel"/>
    <w:tmpl w:val="056B56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4F6CF28E"/>
    <w:multiLevelType w:val="hybridMultilevel"/>
    <w:tmpl w:val="90D1E23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814E91C"/>
    <w:multiLevelType w:val="hybridMultilevel"/>
    <w:tmpl w:val="5C43EE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E6B1273"/>
    <w:multiLevelType w:val="hybridMultilevel"/>
    <w:tmpl w:val="4CEB416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5E7E5C85"/>
    <w:multiLevelType w:val="hybridMultilevel"/>
    <w:tmpl w:val="2EA820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4F56266"/>
    <w:multiLevelType w:val="hybridMultilevel"/>
    <w:tmpl w:val="B2C14F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76C59D0"/>
    <w:multiLevelType w:val="hybridMultilevel"/>
    <w:tmpl w:val="38788C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CF0F8CF"/>
    <w:multiLevelType w:val="hybridMultilevel"/>
    <w:tmpl w:val="754CFD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0D573D4"/>
    <w:multiLevelType w:val="hybridMultilevel"/>
    <w:tmpl w:val="C25FB36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6D9A076"/>
    <w:multiLevelType w:val="hybridMultilevel"/>
    <w:tmpl w:val="D5DE0AB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8B4AA8D"/>
    <w:multiLevelType w:val="hybridMultilevel"/>
    <w:tmpl w:val="8AAD1C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F17BB42"/>
    <w:multiLevelType w:val="hybridMultilevel"/>
    <w:tmpl w:val="A8F9CC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37"/>
  </w:num>
  <w:num w:numId="3">
    <w:abstractNumId w:val="35"/>
  </w:num>
  <w:num w:numId="4">
    <w:abstractNumId w:val="17"/>
  </w:num>
  <w:num w:numId="5">
    <w:abstractNumId w:val="39"/>
  </w:num>
  <w:num w:numId="6">
    <w:abstractNumId w:val="23"/>
  </w:num>
  <w:num w:numId="7">
    <w:abstractNumId w:val="1"/>
  </w:num>
  <w:num w:numId="8">
    <w:abstractNumId w:val="7"/>
  </w:num>
  <w:num w:numId="9">
    <w:abstractNumId w:val="20"/>
  </w:num>
  <w:num w:numId="10">
    <w:abstractNumId w:val="13"/>
  </w:num>
  <w:num w:numId="11">
    <w:abstractNumId w:val="16"/>
  </w:num>
  <w:num w:numId="12">
    <w:abstractNumId w:val="21"/>
  </w:num>
  <w:num w:numId="13">
    <w:abstractNumId w:val="29"/>
  </w:num>
  <w:num w:numId="14">
    <w:abstractNumId w:val="36"/>
  </w:num>
  <w:num w:numId="15">
    <w:abstractNumId w:val="11"/>
  </w:num>
  <w:num w:numId="16">
    <w:abstractNumId w:val="38"/>
  </w:num>
  <w:num w:numId="17">
    <w:abstractNumId w:val="26"/>
  </w:num>
  <w:num w:numId="18">
    <w:abstractNumId w:val="18"/>
  </w:num>
  <w:num w:numId="19">
    <w:abstractNumId w:val="33"/>
  </w:num>
  <w:num w:numId="20">
    <w:abstractNumId w:val="30"/>
  </w:num>
  <w:num w:numId="21">
    <w:abstractNumId w:val="15"/>
  </w:num>
  <w:num w:numId="22">
    <w:abstractNumId w:val="2"/>
  </w:num>
  <w:num w:numId="23">
    <w:abstractNumId w:val="4"/>
  </w:num>
  <w:num w:numId="24">
    <w:abstractNumId w:val="14"/>
  </w:num>
  <w:num w:numId="25">
    <w:abstractNumId w:val="24"/>
  </w:num>
  <w:num w:numId="26">
    <w:abstractNumId w:val="28"/>
  </w:num>
  <w:num w:numId="27">
    <w:abstractNumId w:val="22"/>
  </w:num>
  <w:num w:numId="28">
    <w:abstractNumId w:val="32"/>
  </w:num>
  <w:num w:numId="29">
    <w:abstractNumId w:val="12"/>
  </w:num>
  <w:num w:numId="30">
    <w:abstractNumId w:val="27"/>
  </w:num>
  <w:num w:numId="31">
    <w:abstractNumId w:val="5"/>
  </w:num>
  <w:num w:numId="32">
    <w:abstractNumId w:val="31"/>
  </w:num>
  <w:num w:numId="33">
    <w:abstractNumId w:val="0"/>
  </w:num>
  <w:num w:numId="34">
    <w:abstractNumId w:val="6"/>
  </w:num>
  <w:num w:numId="35">
    <w:abstractNumId w:val="3"/>
  </w:num>
  <w:num w:numId="36">
    <w:abstractNumId w:val="9"/>
  </w:num>
  <w:num w:numId="37">
    <w:abstractNumId w:val="8"/>
  </w:num>
  <w:num w:numId="38">
    <w:abstractNumId w:val="25"/>
  </w:num>
  <w:num w:numId="39">
    <w:abstractNumId w:val="34"/>
  </w:num>
  <w:num w:numId="40">
    <w:abstractNumId w:val="1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D1AC5"/>
    <w:rsid w:val="00000E43"/>
    <w:rsid w:val="00010778"/>
    <w:rsid w:val="00045D42"/>
    <w:rsid w:val="000500E7"/>
    <w:rsid w:val="000510C2"/>
    <w:rsid w:val="000617DE"/>
    <w:rsid w:val="00066B02"/>
    <w:rsid w:val="0007192C"/>
    <w:rsid w:val="000806EB"/>
    <w:rsid w:val="00087854"/>
    <w:rsid w:val="000B76BF"/>
    <w:rsid w:val="000C0C8F"/>
    <w:rsid w:val="000D783F"/>
    <w:rsid w:val="000E58C2"/>
    <w:rsid w:val="000F0A5F"/>
    <w:rsid w:val="00107DDC"/>
    <w:rsid w:val="001143A8"/>
    <w:rsid w:val="00116802"/>
    <w:rsid w:val="00124493"/>
    <w:rsid w:val="00137D98"/>
    <w:rsid w:val="00151123"/>
    <w:rsid w:val="00166437"/>
    <w:rsid w:val="001705AD"/>
    <w:rsid w:val="001765C5"/>
    <w:rsid w:val="001875EF"/>
    <w:rsid w:val="00193E8E"/>
    <w:rsid w:val="001968D2"/>
    <w:rsid w:val="0019716F"/>
    <w:rsid w:val="001A4536"/>
    <w:rsid w:val="001B78BB"/>
    <w:rsid w:val="001C3846"/>
    <w:rsid w:val="00200A95"/>
    <w:rsid w:val="00211347"/>
    <w:rsid w:val="00213120"/>
    <w:rsid w:val="00222C4F"/>
    <w:rsid w:val="002367D3"/>
    <w:rsid w:val="002375FD"/>
    <w:rsid w:val="0023780B"/>
    <w:rsid w:val="0023793C"/>
    <w:rsid w:val="00251F1F"/>
    <w:rsid w:val="00257917"/>
    <w:rsid w:val="0026255B"/>
    <w:rsid w:val="0027285B"/>
    <w:rsid w:val="002852CC"/>
    <w:rsid w:val="00286BCC"/>
    <w:rsid w:val="002921D3"/>
    <w:rsid w:val="002923A0"/>
    <w:rsid w:val="00296DB6"/>
    <w:rsid w:val="002B57D2"/>
    <w:rsid w:val="002B6752"/>
    <w:rsid w:val="002C00A2"/>
    <w:rsid w:val="002C13AB"/>
    <w:rsid w:val="002C271E"/>
    <w:rsid w:val="002D7675"/>
    <w:rsid w:val="002E11E2"/>
    <w:rsid w:val="002E1DCA"/>
    <w:rsid w:val="002E7B03"/>
    <w:rsid w:val="0031759A"/>
    <w:rsid w:val="00322944"/>
    <w:rsid w:val="003312FF"/>
    <w:rsid w:val="00343243"/>
    <w:rsid w:val="00346B79"/>
    <w:rsid w:val="00347591"/>
    <w:rsid w:val="00350C65"/>
    <w:rsid w:val="0035188C"/>
    <w:rsid w:val="00356CA3"/>
    <w:rsid w:val="003673BB"/>
    <w:rsid w:val="0037493E"/>
    <w:rsid w:val="003758BB"/>
    <w:rsid w:val="00381CA0"/>
    <w:rsid w:val="00383333"/>
    <w:rsid w:val="00386204"/>
    <w:rsid w:val="0038758F"/>
    <w:rsid w:val="003B6FEE"/>
    <w:rsid w:val="003F12FD"/>
    <w:rsid w:val="003F281F"/>
    <w:rsid w:val="003F51AF"/>
    <w:rsid w:val="00406A7F"/>
    <w:rsid w:val="0041233A"/>
    <w:rsid w:val="0041753F"/>
    <w:rsid w:val="0042631F"/>
    <w:rsid w:val="00460AF8"/>
    <w:rsid w:val="00460FD9"/>
    <w:rsid w:val="0046476F"/>
    <w:rsid w:val="00471201"/>
    <w:rsid w:val="004A0813"/>
    <w:rsid w:val="004A6F93"/>
    <w:rsid w:val="004B4D9F"/>
    <w:rsid w:val="004B4F85"/>
    <w:rsid w:val="004C20EC"/>
    <w:rsid w:val="004C2478"/>
    <w:rsid w:val="004C54F0"/>
    <w:rsid w:val="004C7515"/>
    <w:rsid w:val="004C77A6"/>
    <w:rsid w:val="004E4689"/>
    <w:rsid w:val="004E4867"/>
    <w:rsid w:val="004F53AF"/>
    <w:rsid w:val="005101D8"/>
    <w:rsid w:val="005140DA"/>
    <w:rsid w:val="005420DD"/>
    <w:rsid w:val="00552813"/>
    <w:rsid w:val="005544C8"/>
    <w:rsid w:val="005558C1"/>
    <w:rsid w:val="0057211A"/>
    <w:rsid w:val="005767D4"/>
    <w:rsid w:val="00595BDB"/>
    <w:rsid w:val="005A5833"/>
    <w:rsid w:val="005A6260"/>
    <w:rsid w:val="005C42C9"/>
    <w:rsid w:val="005D0169"/>
    <w:rsid w:val="005D061E"/>
    <w:rsid w:val="005D342C"/>
    <w:rsid w:val="005D7A1E"/>
    <w:rsid w:val="005E2156"/>
    <w:rsid w:val="005E4AAF"/>
    <w:rsid w:val="005E4D2C"/>
    <w:rsid w:val="005E6EC4"/>
    <w:rsid w:val="00603AAA"/>
    <w:rsid w:val="006146A4"/>
    <w:rsid w:val="00641999"/>
    <w:rsid w:val="006534D7"/>
    <w:rsid w:val="00655541"/>
    <w:rsid w:val="00662EBD"/>
    <w:rsid w:val="00665A13"/>
    <w:rsid w:val="00676578"/>
    <w:rsid w:val="0067708B"/>
    <w:rsid w:val="006800E5"/>
    <w:rsid w:val="006833FA"/>
    <w:rsid w:val="0068750F"/>
    <w:rsid w:val="00690B93"/>
    <w:rsid w:val="00692A74"/>
    <w:rsid w:val="006A03F4"/>
    <w:rsid w:val="006A4766"/>
    <w:rsid w:val="006B7066"/>
    <w:rsid w:val="006C2955"/>
    <w:rsid w:val="006D42FF"/>
    <w:rsid w:val="006F6241"/>
    <w:rsid w:val="00706624"/>
    <w:rsid w:val="00725A7E"/>
    <w:rsid w:val="00733B66"/>
    <w:rsid w:val="0073690A"/>
    <w:rsid w:val="007603DB"/>
    <w:rsid w:val="0076066D"/>
    <w:rsid w:val="007678C0"/>
    <w:rsid w:val="00770F09"/>
    <w:rsid w:val="00775E13"/>
    <w:rsid w:val="00792F67"/>
    <w:rsid w:val="007933A7"/>
    <w:rsid w:val="007A3D85"/>
    <w:rsid w:val="007B56B9"/>
    <w:rsid w:val="007C07CC"/>
    <w:rsid w:val="007F7E74"/>
    <w:rsid w:val="00802276"/>
    <w:rsid w:val="00805088"/>
    <w:rsid w:val="00823032"/>
    <w:rsid w:val="00826DE0"/>
    <w:rsid w:val="008303EF"/>
    <w:rsid w:val="00831790"/>
    <w:rsid w:val="008323C5"/>
    <w:rsid w:val="00835EA0"/>
    <w:rsid w:val="0084324B"/>
    <w:rsid w:val="008534C2"/>
    <w:rsid w:val="0085693A"/>
    <w:rsid w:val="008678C9"/>
    <w:rsid w:val="00871368"/>
    <w:rsid w:val="008729C9"/>
    <w:rsid w:val="00875317"/>
    <w:rsid w:val="008B0E9B"/>
    <w:rsid w:val="008B2FC7"/>
    <w:rsid w:val="008E1790"/>
    <w:rsid w:val="008E6F69"/>
    <w:rsid w:val="0090063F"/>
    <w:rsid w:val="0091364E"/>
    <w:rsid w:val="00917C8C"/>
    <w:rsid w:val="00935F6B"/>
    <w:rsid w:val="00943FEE"/>
    <w:rsid w:val="00944B8B"/>
    <w:rsid w:val="00945F0D"/>
    <w:rsid w:val="00956D39"/>
    <w:rsid w:val="00960921"/>
    <w:rsid w:val="009708F5"/>
    <w:rsid w:val="009710D1"/>
    <w:rsid w:val="009742DD"/>
    <w:rsid w:val="009868A8"/>
    <w:rsid w:val="00987C12"/>
    <w:rsid w:val="00994C8B"/>
    <w:rsid w:val="00994D81"/>
    <w:rsid w:val="009B10E1"/>
    <w:rsid w:val="009C654C"/>
    <w:rsid w:val="009D1A20"/>
    <w:rsid w:val="009D7FE5"/>
    <w:rsid w:val="009E0658"/>
    <w:rsid w:val="009E1B09"/>
    <w:rsid w:val="009E4AF0"/>
    <w:rsid w:val="009F00B9"/>
    <w:rsid w:val="00A249EE"/>
    <w:rsid w:val="00A3299C"/>
    <w:rsid w:val="00A455EC"/>
    <w:rsid w:val="00A5259E"/>
    <w:rsid w:val="00A65170"/>
    <w:rsid w:val="00A741F6"/>
    <w:rsid w:val="00A750C0"/>
    <w:rsid w:val="00A978DC"/>
    <w:rsid w:val="00A97CFE"/>
    <w:rsid w:val="00AA5577"/>
    <w:rsid w:val="00AB051A"/>
    <w:rsid w:val="00AB0D40"/>
    <w:rsid w:val="00AC7F67"/>
    <w:rsid w:val="00AD1519"/>
    <w:rsid w:val="00AD21AE"/>
    <w:rsid w:val="00AE3B2D"/>
    <w:rsid w:val="00AE49C8"/>
    <w:rsid w:val="00AE6946"/>
    <w:rsid w:val="00AF2D53"/>
    <w:rsid w:val="00AF616F"/>
    <w:rsid w:val="00B00F06"/>
    <w:rsid w:val="00B030EC"/>
    <w:rsid w:val="00B107B9"/>
    <w:rsid w:val="00B1443C"/>
    <w:rsid w:val="00B2127F"/>
    <w:rsid w:val="00B21BFE"/>
    <w:rsid w:val="00B46034"/>
    <w:rsid w:val="00B46B8A"/>
    <w:rsid w:val="00B628A4"/>
    <w:rsid w:val="00B63D1D"/>
    <w:rsid w:val="00B66DA4"/>
    <w:rsid w:val="00B866F9"/>
    <w:rsid w:val="00B91E8B"/>
    <w:rsid w:val="00B92952"/>
    <w:rsid w:val="00B9664D"/>
    <w:rsid w:val="00BB2F3A"/>
    <w:rsid w:val="00BB3D40"/>
    <w:rsid w:val="00BC03C6"/>
    <w:rsid w:val="00BC15E4"/>
    <w:rsid w:val="00BC5CC5"/>
    <w:rsid w:val="00BE2FC0"/>
    <w:rsid w:val="00BE4B20"/>
    <w:rsid w:val="00BF41CD"/>
    <w:rsid w:val="00BF476D"/>
    <w:rsid w:val="00BF4FA0"/>
    <w:rsid w:val="00BF52BC"/>
    <w:rsid w:val="00C0472D"/>
    <w:rsid w:val="00C063A4"/>
    <w:rsid w:val="00C10EAE"/>
    <w:rsid w:val="00C20167"/>
    <w:rsid w:val="00C306F4"/>
    <w:rsid w:val="00C31CA3"/>
    <w:rsid w:val="00C5080C"/>
    <w:rsid w:val="00C52DEE"/>
    <w:rsid w:val="00C740F4"/>
    <w:rsid w:val="00C750BA"/>
    <w:rsid w:val="00C900C6"/>
    <w:rsid w:val="00C97035"/>
    <w:rsid w:val="00CA245A"/>
    <w:rsid w:val="00CB1C4B"/>
    <w:rsid w:val="00CC24A6"/>
    <w:rsid w:val="00CC5976"/>
    <w:rsid w:val="00CC7AD2"/>
    <w:rsid w:val="00CE4327"/>
    <w:rsid w:val="00D10639"/>
    <w:rsid w:val="00D13C45"/>
    <w:rsid w:val="00D32FB2"/>
    <w:rsid w:val="00D436B0"/>
    <w:rsid w:val="00D559B7"/>
    <w:rsid w:val="00D71AFA"/>
    <w:rsid w:val="00D8096B"/>
    <w:rsid w:val="00D953AE"/>
    <w:rsid w:val="00DA03EA"/>
    <w:rsid w:val="00DA3476"/>
    <w:rsid w:val="00DA43E4"/>
    <w:rsid w:val="00DA56AE"/>
    <w:rsid w:val="00DA6DAC"/>
    <w:rsid w:val="00DC23D1"/>
    <w:rsid w:val="00DC504E"/>
    <w:rsid w:val="00DD1AC5"/>
    <w:rsid w:val="00DE1F95"/>
    <w:rsid w:val="00DE43B3"/>
    <w:rsid w:val="00DE4B01"/>
    <w:rsid w:val="00DF4748"/>
    <w:rsid w:val="00DF6963"/>
    <w:rsid w:val="00E20117"/>
    <w:rsid w:val="00E20F4A"/>
    <w:rsid w:val="00E32CAF"/>
    <w:rsid w:val="00E33146"/>
    <w:rsid w:val="00E336CE"/>
    <w:rsid w:val="00E504E5"/>
    <w:rsid w:val="00E50788"/>
    <w:rsid w:val="00E50946"/>
    <w:rsid w:val="00E55688"/>
    <w:rsid w:val="00E71AC2"/>
    <w:rsid w:val="00E7543F"/>
    <w:rsid w:val="00E772C6"/>
    <w:rsid w:val="00E841EC"/>
    <w:rsid w:val="00E86B1F"/>
    <w:rsid w:val="00E962ED"/>
    <w:rsid w:val="00EA7D2D"/>
    <w:rsid w:val="00EB1C4E"/>
    <w:rsid w:val="00EC3FCF"/>
    <w:rsid w:val="00EE61E7"/>
    <w:rsid w:val="00EF01F3"/>
    <w:rsid w:val="00EF22B8"/>
    <w:rsid w:val="00F04691"/>
    <w:rsid w:val="00F20F67"/>
    <w:rsid w:val="00F32B54"/>
    <w:rsid w:val="00F47CA6"/>
    <w:rsid w:val="00F50DEF"/>
    <w:rsid w:val="00F53391"/>
    <w:rsid w:val="00F613D0"/>
    <w:rsid w:val="00FA2E13"/>
    <w:rsid w:val="00FA741F"/>
    <w:rsid w:val="00FB32A2"/>
    <w:rsid w:val="00FC36C3"/>
    <w:rsid w:val="00FD0B41"/>
    <w:rsid w:val="00FE5860"/>
    <w:rsid w:val="00FE6609"/>
    <w:rsid w:val="00FF0103"/>
    <w:rsid w:val="00F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4E"/>
    <w:pPr>
      <w:spacing w:after="240" w:line="480" w:lineRule="auto"/>
      <w:ind w:firstLine="360"/>
    </w:pPr>
    <w:rPr>
      <w:rFonts w:eastAsia="Times New Roman"/>
      <w:sz w:val="22"/>
      <w:szCs w:val="2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364E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table" w:styleId="a3">
    <w:name w:val="Table Grid"/>
    <w:basedOn w:val="a1"/>
    <w:uiPriority w:val="59"/>
    <w:rsid w:val="004647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852CC"/>
    <w:pPr>
      <w:ind w:firstLine="360"/>
    </w:pPr>
    <w:rPr>
      <w:rFonts w:eastAsia="Times New Roman"/>
      <w:sz w:val="22"/>
      <w:szCs w:val="22"/>
      <w:lang w:bidi="en-US"/>
    </w:rPr>
  </w:style>
  <w:style w:type="paragraph" w:styleId="a5">
    <w:name w:val="header"/>
    <w:basedOn w:val="a"/>
    <w:link w:val="a6"/>
    <w:uiPriority w:val="99"/>
    <w:semiHidden/>
    <w:unhideWhenUsed/>
    <w:rsid w:val="00A65170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A65170"/>
    <w:rPr>
      <w:rFonts w:eastAsia="Times New Roman"/>
      <w:sz w:val="22"/>
      <w:szCs w:val="22"/>
      <w:lang w:bidi="en-US"/>
    </w:rPr>
  </w:style>
  <w:style w:type="paragraph" w:styleId="a7">
    <w:name w:val="footer"/>
    <w:basedOn w:val="a"/>
    <w:link w:val="a8"/>
    <w:uiPriority w:val="99"/>
    <w:semiHidden/>
    <w:unhideWhenUsed/>
    <w:rsid w:val="00A65170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A65170"/>
    <w:rPr>
      <w:rFonts w:eastAsia="Times New Roman"/>
      <w:sz w:val="22"/>
      <w:szCs w:val="22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E84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841EC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&#3623;&#3636;&#3592;&#3633;&#3618;&#3626;&#3617;&#3610;&#3641;&#3619;&#3603;&#3660;2552\&#3623;&#3636;&#3592;&#3633;&#3618;5&#3610;&#3607;&#3650;&#3627;&#3621;&#3604;\&#3624;&#3638;&#3585;&#3625;&#3634;&#3588;&#3623;&#3634;&#3617;&#3614;&#3638;&#3591;&#3614;&#3629;&#3651;&#3592;&#3585;&#3619;&#3632;&#3649;&#3626;&#3626;&#3621;&#3633;&#3610;.dotx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23935-E780-4ED9-A07E-0BF9D09F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ศึกษาความพึงพอใจกระแสสลับ.dotx</Template>
  <TotalTime>42</TotalTime>
  <Pages>30</Pages>
  <Words>6591</Words>
  <Characters>37570</Characters>
  <Application>Microsoft Office Word</Application>
  <DocSecurity>0</DocSecurity>
  <Lines>313</Lines>
  <Paragraphs>88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44073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anucha</cp:lastModifiedBy>
  <cp:revision>4</cp:revision>
  <cp:lastPrinted>2012-01-29T14:13:00Z</cp:lastPrinted>
  <dcterms:created xsi:type="dcterms:W3CDTF">2012-02-07T08:47:00Z</dcterms:created>
  <dcterms:modified xsi:type="dcterms:W3CDTF">2012-03-28T08:08:00Z</dcterms:modified>
</cp:coreProperties>
</file>